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60CC2" w14:textId="2A4C0B5E" w:rsidR="006856B7" w:rsidRDefault="00DC2E4C" w:rsidP="00D76189">
      <w:pPr>
        <w:ind w:right="422"/>
        <w:jc w:val="right"/>
        <w:rPr>
          <w:b/>
        </w:rPr>
      </w:pPr>
      <w:r w:rsidRPr="00B71AA7">
        <w:rPr>
          <w:b/>
        </w:rPr>
        <w:t>ZAŁĄCZNIK NR 2 DO SWZ – FORMULARZ OFERTY</w:t>
      </w:r>
      <w:r w:rsidR="007F1989">
        <w:rPr>
          <w:b/>
        </w:rPr>
        <w:t xml:space="preserve"> - WZÓR</w:t>
      </w:r>
      <w:r w:rsidRPr="00B71AA7">
        <w:rPr>
          <w:b/>
        </w:rPr>
        <w:t xml:space="preserve"> </w:t>
      </w:r>
    </w:p>
    <w:p w14:paraId="2417887D" w14:textId="77777777" w:rsidR="001342C0" w:rsidRDefault="001342C0" w:rsidP="00891F8E">
      <w:pPr>
        <w:ind w:right="422"/>
        <w:jc w:val="right"/>
      </w:pPr>
    </w:p>
    <w:p w14:paraId="517305D7" w14:textId="77777777" w:rsidR="00477F10" w:rsidRDefault="00477F10" w:rsidP="00891F8E">
      <w:pPr>
        <w:ind w:right="422"/>
        <w:jc w:val="right"/>
        <w:rPr>
          <w:b/>
        </w:rPr>
      </w:pPr>
    </w:p>
    <w:p w14:paraId="0554155E" w14:textId="6FC41BFF" w:rsidR="00DC2E4C" w:rsidRPr="00B71AA7" w:rsidRDefault="00DC2E4C" w:rsidP="00891F8E">
      <w:pPr>
        <w:ind w:right="422"/>
        <w:jc w:val="right"/>
        <w:rPr>
          <w:b/>
        </w:rPr>
      </w:pPr>
      <w:r w:rsidRPr="00B71AA7">
        <w:rPr>
          <w:b/>
        </w:rPr>
        <w:t>Zamawiający:</w:t>
      </w:r>
    </w:p>
    <w:p w14:paraId="5B1A0AEA" w14:textId="6471D83F" w:rsidR="00C94D2E" w:rsidRDefault="00C94D2E" w:rsidP="00C94D2E">
      <w:pPr>
        <w:ind w:right="422"/>
        <w:jc w:val="right"/>
      </w:pPr>
      <w:r>
        <w:t xml:space="preserve">PGE Baltica sp. z o.o. </w:t>
      </w:r>
    </w:p>
    <w:p w14:paraId="112193D1" w14:textId="77777777" w:rsidR="00C94D2E" w:rsidRDefault="00C94D2E" w:rsidP="00C94D2E">
      <w:pPr>
        <w:ind w:right="422"/>
        <w:jc w:val="right"/>
      </w:pPr>
      <w:r>
        <w:t>ul. Mokotowska 49</w:t>
      </w:r>
    </w:p>
    <w:p w14:paraId="05C4750B" w14:textId="5030867A" w:rsidR="00DC2E4C" w:rsidRPr="007F1989" w:rsidRDefault="00C94D2E" w:rsidP="00C94D2E">
      <w:pPr>
        <w:ind w:right="422"/>
        <w:jc w:val="right"/>
      </w:pPr>
      <w:r>
        <w:t>00-542 Warszawa</w:t>
      </w:r>
    </w:p>
    <w:p w14:paraId="5CCADBD2" w14:textId="77777777" w:rsidR="00B71AA7" w:rsidRDefault="00B71AA7" w:rsidP="00891F8E">
      <w:pPr>
        <w:ind w:right="422"/>
        <w:jc w:val="center"/>
        <w:rPr>
          <w:rFonts w:asciiTheme="majorHAnsi" w:hAnsiTheme="majorHAnsi"/>
          <w:color w:val="1A7466" w:themeColor="text2"/>
          <w:sz w:val="32"/>
          <w:szCs w:val="32"/>
        </w:rPr>
      </w:pPr>
    </w:p>
    <w:p w14:paraId="1F21666A" w14:textId="77777777" w:rsidR="00AD63EF" w:rsidRPr="007F1989" w:rsidRDefault="00AD63EF" w:rsidP="00891F8E">
      <w:pPr>
        <w:ind w:right="422"/>
        <w:jc w:val="center"/>
        <w:rPr>
          <w:rFonts w:asciiTheme="majorHAnsi" w:hAnsiTheme="majorHAnsi"/>
          <w:color w:val="1A7466" w:themeColor="text2"/>
          <w:sz w:val="32"/>
          <w:szCs w:val="32"/>
        </w:rPr>
      </w:pPr>
    </w:p>
    <w:p w14:paraId="6D5FE34C" w14:textId="58390666" w:rsidR="00DC2E4C" w:rsidRPr="007F1989" w:rsidRDefault="001342C0" w:rsidP="00891F8E">
      <w:pPr>
        <w:ind w:right="422"/>
        <w:jc w:val="center"/>
        <w:rPr>
          <w:rFonts w:asciiTheme="majorHAnsi" w:hAnsiTheme="majorHAnsi"/>
          <w:color w:val="1A7466" w:themeColor="text2"/>
          <w:sz w:val="32"/>
          <w:szCs w:val="32"/>
        </w:rPr>
      </w:pPr>
      <w:r w:rsidRPr="007F1989">
        <w:rPr>
          <w:rFonts w:asciiTheme="majorHAnsi" w:hAnsiTheme="majorHAnsi"/>
          <w:color w:val="1A7466" w:themeColor="text2"/>
          <w:sz w:val="32"/>
          <w:szCs w:val="32"/>
        </w:rPr>
        <w:t xml:space="preserve">OFERTA </w:t>
      </w:r>
    </w:p>
    <w:p w14:paraId="129FDCEA" w14:textId="5A9960D9" w:rsidR="00DC2E4C" w:rsidRPr="00597ACC" w:rsidRDefault="00DC2E4C" w:rsidP="00891F8E">
      <w:pPr>
        <w:ind w:right="422"/>
        <w:jc w:val="center"/>
        <w:rPr>
          <w:b/>
          <w:bCs/>
        </w:rPr>
      </w:pPr>
      <w:r w:rsidRPr="007F1989">
        <w:t xml:space="preserve">w Postępowaniu na </w:t>
      </w:r>
      <w:r w:rsidR="00AD63EF" w:rsidRPr="00FA2ED6">
        <w:rPr>
          <w:b/>
          <w:bCs/>
        </w:rPr>
        <w:t>„</w:t>
      </w:r>
      <w:r w:rsidR="00C4601D" w:rsidRPr="00FA2ED6">
        <w:rPr>
          <w:b/>
          <w:bCs/>
        </w:rPr>
        <w:t>Świadczenie usług kurierskich dla PGE Baltica sp. z o.o.</w:t>
      </w:r>
      <w:r w:rsidR="00AD63EF" w:rsidRPr="00210642">
        <w:rPr>
          <w:b/>
          <w:bCs/>
        </w:rPr>
        <w:t>”</w:t>
      </w:r>
    </w:p>
    <w:p w14:paraId="19EAABB1" w14:textId="49255D51" w:rsidR="00DC2E4C" w:rsidRDefault="00DC2E4C" w:rsidP="00226D79">
      <w:pPr>
        <w:ind w:right="422"/>
        <w:jc w:val="center"/>
      </w:pPr>
      <w:r w:rsidRPr="007F1989">
        <w:t xml:space="preserve">Nr Postępowania nadany sprawie przez Zamawiającego: </w:t>
      </w:r>
      <w:r w:rsidR="00226D79" w:rsidRPr="00FA2ED6">
        <w:rPr>
          <w:b/>
          <w:bCs/>
        </w:rPr>
        <w:t>POST/BAL/CEO/DZA/</w:t>
      </w:r>
      <w:r w:rsidR="00195F6B" w:rsidRPr="00FA2ED6">
        <w:rPr>
          <w:b/>
          <w:bCs/>
        </w:rPr>
        <w:t>000</w:t>
      </w:r>
      <w:r w:rsidR="00210642" w:rsidRPr="00FA2ED6">
        <w:rPr>
          <w:b/>
          <w:bCs/>
        </w:rPr>
        <w:t>21</w:t>
      </w:r>
      <w:r w:rsidR="00226D79" w:rsidRPr="00FA2ED6">
        <w:rPr>
          <w:b/>
          <w:bCs/>
        </w:rPr>
        <w:t>/2025</w:t>
      </w:r>
    </w:p>
    <w:p w14:paraId="5AC95EFF" w14:textId="77777777" w:rsidR="00DC2E4C" w:rsidRDefault="00DC2E4C" w:rsidP="00891F8E">
      <w:pPr>
        <w:ind w:right="422"/>
      </w:pPr>
    </w:p>
    <w:p w14:paraId="65D530BE" w14:textId="77777777" w:rsidR="00AD63EF" w:rsidRDefault="00AD63EF" w:rsidP="00891F8E">
      <w:pPr>
        <w:ind w:right="422"/>
      </w:pPr>
    </w:p>
    <w:p w14:paraId="7A4E313A" w14:textId="6760D158" w:rsidR="00DC2E4C" w:rsidRPr="00B71AA7" w:rsidRDefault="001342C0">
      <w:pPr>
        <w:pStyle w:val="Akapitzlist"/>
        <w:numPr>
          <w:ilvl w:val="0"/>
          <w:numId w:val="4"/>
        </w:numPr>
        <w:ind w:right="422"/>
        <w:rPr>
          <w:b/>
        </w:rPr>
      </w:pPr>
      <w:r>
        <w:rPr>
          <w:b/>
        </w:rPr>
        <w:t>OFERTĘ</w:t>
      </w:r>
      <w:r w:rsidR="00DC2E4C" w:rsidRPr="00B71AA7">
        <w:rPr>
          <w:b/>
        </w:rPr>
        <w:t xml:space="preserve"> SKŁADA:</w:t>
      </w:r>
    </w:p>
    <w:p w14:paraId="24C3810C" w14:textId="77777777" w:rsidR="00B71AA7" w:rsidRDefault="00B71AA7" w:rsidP="00891F8E">
      <w:pPr>
        <w:pStyle w:val="Akapitzlist"/>
        <w:ind w:right="422"/>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6095"/>
      </w:tblGrid>
      <w:tr w:rsidR="00B71AA7" w:rsidRPr="00B71AA7" w14:paraId="1E5EFA9F" w14:textId="77777777" w:rsidTr="00477F10">
        <w:trPr>
          <w:trHeight w:val="454"/>
        </w:trPr>
        <w:tc>
          <w:tcPr>
            <w:tcW w:w="3119" w:type="dxa"/>
            <w:shd w:val="clear" w:color="auto" w:fill="1A7466" w:themeFill="text2"/>
            <w:vAlign w:val="center"/>
          </w:tcPr>
          <w:p w14:paraId="7B3A7050" w14:textId="77777777" w:rsidR="00B71AA7" w:rsidRPr="00B71AA7" w:rsidRDefault="00B71AA7" w:rsidP="00891F8E">
            <w:pPr>
              <w:spacing w:before="120" w:after="120" w:line="276" w:lineRule="auto"/>
              <w:ind w:right="422"/>
              <w:rPr>
                <w:rFonts w:eastAsia="Times New Roman" w:cs="Calibri"/>
                <w:b/>
                <w:szCs w:val="18"/>
              </w:rPr>
            </w:pPr>
            <w:r w:rsidRPr="00B71AA7">
              <w:rPr>
                <w:rFonts w:eastAsia="Times New Roman" w:cs="Calibri"/>
                <w:b/>
                <w:szCs w:val="18"/>
              </w:rPr>
              <w:t xml:space="preserve">Wykonawca </w:t>
            </w:r>
            <w:r w:rsidRPr="00B71AA7">
              <w:rPr>
                <w:rFonts w:eastAsia="Times New Roman" w:cs="Calibri"/>
                <w:b/>
                <w:szCs w:val="18"/>
              </w:rPr>
              <w:br/>
              <w:t>(Nazwa, adres, NIP)</w:t>
            </w:r>
          </w:p>
        </w:tc>
        <w:tc>
          <w:tcPr>
            <w:tcW w:w="6095" w:type="dxa"/>
          </w:tcPr>
          <w:p w14:paraId="0BF3ADCB" w14:textId="77777777" w:rsidR="00B71AA7" w:rsidRPr="00B71AA7" w:rsidRDefault="00B71AA7" w:rsidP="00891F8E">
            <w:pPr>
              <w:spacing w:before="120" w:after="120" w:line="276" w:lineRule="auto"/>
              <w:ind w:left="1571" w:right="422" w:hanging="851"/>
              <w:jc w:val="both"/>
              <w:rPr>
                <w:rFonts w:eastAsia="Times New Roman" w:cs="Calibri"/>
                <w:color w:val="000000"/>
                <w:szCs w:val="18"/>
              </w:rPr>
            </w:pPr>
          </w:p>
        </w:tc>
      </w:tr>
      <w:tr w:rsidR="00B71AA7" w:rsidRPr="00B71AA7" w14:paraId="4C79A334" w14:textId="77777777" w:rsidTr="00477F10">
        <w:trPr>
          <w:trHeight w:val="454"/>
        </w:trPr>
        <w:tc>
          <w:tcPr>
            <w:tcW w:w="3119" w:type="dxa"/>
            <w:shd w:val="clear" w:color="auto" w:fill="1A7466" w:themeFill="text2"/>
            <w:vAlign w:val="center"/>
          </w:tcPr>
          <w:p w14:paraId="3CC1703E" w14:textId="77777777" w:rsidR="00B71AA7" w:rsidRPr="00B71AA7" w:rsidRDefault="00B71AA7" w:rsidP="00891F8E">
            <w:pPr>
              <w:spacing w:before="120" w:after="120" w:line="276" w:lineRule="auto"/>
              <w:ind w:right="422"/>
              <w:rPr>
                <w:rFonts w:eastAsia="Times New Roman" w:cs="Calibri"/>
                <w:b/>
                <w:szCs w:val="18"/>
              </w:rPr>
            </w:pPr>
            <w:r w:rsidRPr="00B71AA7">
              <w:rPr>
                <w:rFonts w:eastAsia="Times New Roman" w:cs="Calibri"/>
                <w:b/>
                <w:szCs w:val="18"/>
              </w:rPr>
              <w:t>Wykonawca</w:t>
            </w:r>
            <w:r w:rsidRPr="00B71AA7">
              <w:rPr>
                <w:rFonts w:eastAsia="Times New Roman" w:cs="Calibri"/>
                <w:b/>
                <w:szCs w:val="18"/>
                <w:vertAlign w:val="superscript"/>
              </w:rPr>
              <w:footnoteReference w:id="1"/>
            </w:r>
            <w:r w:rsidRPr="00B71AA7">
              <w:rPr>
                <w:rFonts w:eastAsia="Times New Roman" w:cs="Calibri"/>
                <w:b/>
                <w:szCs w:val="18"/>
              </w:rPr>
              <w:t xml:space="preserve"> </w:t>
            </w:r>
            <w:r w:rsidRPr="00B71AA7">
              <w:rPr>
                <w:rFonts w:eastAsia="Times New Roman" w:cs="Calibri"/>
                <w:b/>
                <w:szCs w:val="18"/>
              </w:rPr>
              <w:br/>
              <w:t>( Nazwa, adres, NIP)</w:t>
            </w:r>
          </w:p>
        </w:tc>
        <w:tc>
          <w:tcPr>
            <w:tcW w:w="6095" w:type="dxa"/>
          </w:tcPr>
          <w:p w14:paraId="63FBC321" w14:textId="77777777" w:rsidR="00B71AA7" w:rsidRPr="00B71AA7" w:rsidRDefault="00B71AA7" w:rsidP="00891F8E">
            <w:pPr>
              <w:spacing w:before="120" w:after="120" w:line="276" w:lineRule="auto"/>
              <w:ind w:left="1571" w:right="422" w:hanging="851"/>
              <w:jc w:val="both"/>
              <w:rPr>
                <w:rFonts w:eastAsia="Times New Roman" w:cs="Calibri"/>
                <w:color w:val="000000"/>
                <w:szCs w:val="18"/>
              </w:rPr>
            </w:pPr>
          </w:p>
        </w:tc>
      </w:tr>
      <w:tr w:rsidR="00B71AA7" w:rsidRPr="00B71AA7" w14:paraId="10FC9AE8" w14:textId="77777777" w:rsidTr="00477F10">
        <w:trPr>
          <w:trHeight w:val="960"/>
        </w:trPr>
        <w:tc>
          <w:tcPr>
            <w:tcW w:w="3119" w:type="dxa"/>
            <w:shd w:val="clear" w:color="auto" w:fill="1A7466" w:themeFill="text2"/>
            <w:vAlign w:val="center"/>
          </w:tcPr>
          <w:p w14:paraId="7176D00A" w14:textId="3D899ACD" w:rsidR="00B71AA7" w:rsidRPr="00B71AA7" w:rsidRDefault="00B71AA7" w:rsidP="00956743">
            <w:pPr>
              <w:spacing w:before="120" w:after="120" w:line="276" w:lineRule="auto"/>
              <w:ind w:right="72"/>
              <w:rPr>
                <w:rFonts w:eastAsia="Times New Roman" w:cs="Calibri"/>
                <w:b/>
                <w:szCs w:val="18"/>
              </w:rPr>
            </w:pPr>
            <w:r w:rsidRPr="00B71AA7">
              <w:rPr>
                <w:rFonts w:eastAsia="Times New Roman" w:cs="Calibri"/>
                <w:b/>
                <w:szCs w:val="18"/>
              </w:rPr>
              <w:t>Osoba uprawniona do reprezentacji Wykonawcy/Wykonawcó</w:t>
            </w:r>
            <w:r w:rsidR="00366BD7">
              <w:rPr>
                <w:rFonts w:eastAsia="Times New Roman" w:cs="Calibri"/>
                <w:b/>
                <w:szCs w:val="18"/>
              </w:rPr>
              <w:t>w</w:t>
            </w:r>
          </w:p>
        </w:tc>
        <w:tc>
          <w:tcPr>
            <w:tcW w:w="6095" w:type="dxa"/>
          </w:tcPr>
          <w:p w14:paraId="7617FAC7" w14:textId="77777777" w:rsidR="00B71AA7" w:rsidRPr="00B71AA7" w:rsidRDefault="00B71AA7" w:rsidP="00891F8E">
            <w:pPr>
              <w:spacing w:before="120" w:after="120" w:line="276" w:lineRule="auto"/>
              <w:ind w:left="1571" w:right="422" w:hanging="851"/>
              <w:jc w:val="both"/>
              <w:rPr>
                <w:rFonts w:eastAsia="Times New Roman" w:cs="Calibri"/>
                <w:color w:val="000000"/>
                <w:szCs w:val="18"/>
              </w:rPr>
            </w:pPr>
          </w:p>
        </w:tc>
      </w:tr>
    </w:tbl>
    <w:p w14:paraId="0F06545B" w14:textId="77777777" w:rsidR="00DC2E4C" w:rsidRDefault="00DC2E4C" w:rsidP="00891F8E">
      <w:pPr>
        <w:ind w:right="422"/>
      </w:pPr>
    </w:p>
    <w:p w14:paraId="00DEE5ED" w14:textId="77777777" w:rsidR="00DC2E4C" w:rsidRPr="00B71AA7" w:rsidRDefault="00DC2E4C" w:rsidP="00AD63EF">
      <w:pPr>
        <w:ind w:right="422" w:firstLine="142"/>
        <w:rPr>
          <w:b/>
        </w:rPr>
      </w:pPr>
      <w:r w:rsidRPr="00B71AA7">
        <w:rPr>
          <w:b/>
        </w:rPr>
        <w:t>OSOBA UPRAWNIONA DO KONTAKTÓW Z ZAMAWIAJĄCYM:</w:t>
      </w:r>
    </w:p>
    <w:p w14:paraId="022777CA" w14:textId="77777777" w:rsidR="00DC2E4C" w:rsidRPr="00B71AA7" w:rsidRDefault="00DC2E4C" w:rsidP="00891F8E">
      <w:pPr>
        <w:ind w:right="422"/>
        <w:rPr>
          <w:b/>
        </w:rPr>
      </w:pPr>
    </w:p>
    <w:tbl>
      <w:tblPr>
        <w:tblW w:w="8667" w:type="dxa"/>
        <w:tblInd w:w="70"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000" w:firstRow="0" w:lastRow="0" w:firstColumn="0" w:lastColumn="0" w:noHBand="0" w:noVBand="0"/>
      </w:tblPr>
      <w:tblGrid>
        <w:gridCol w:w="3119"/>
        <w:gridCol w:w="5548"/>
      </w:tblGrid>
      <w:tr w:rsidR="00B71AA7" w:rsidRPr="00B71AA7" w14:paraId="5F0ADCD0"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3F2B26D3" w14:textId="77777777" w:rsidR="00B71AA7" w:rsidRPr="007F1989" w:rsidRDefault="00B71AA7" w:rsidP="00891F8E">
            <w:pPr>
              <w:suppressAutoHyphens/>
              <w:spacing w:after="0"/>
              <w:ind w:left="567" w:right="422" w:hanging="567"/>
              <w:rPr>
                <w:rFonts w:eastAsia="Times New Roman" w:cs="Calibri"/>
                <w:b/>
                <w:szCs w:val="18"/>
                <w:lang w:eastAsia="zh-CN"/>
              </w:rPr>
            </w:pPr>
            <w:r w:rsidRPr="007F1989">
              <w:rPr>
                <w:rFonts w:eastAsia="Times New Roman" w:cs="Calibri"/>
                <w:b/>
                <w:szCs w:val="18"/>
                <w:lang w:eastAsia="zh-CN"/>
              </w:rPr>
              <w:t>Imię i nazwisko:</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757D3298" w14:textId="77777777" w:rsidR="00B71AA7" w:rsidRPr="007F1989" w:rsidRDefault="00B71AA7" w:rsidP="00891F8E">
            <w:pPr>
              <w:suppressAutoHyphens/>
              <w:snapToGrid w:val="0"/>
              <w:spacing w:after="0"/>
              <w:ind w:left="567" w:right="422" w:hanging="567"/>
              <w:rPr>
                <w:rFonts w:eastAsia="Times New Roman" w:cs="Calibri"/>
                <w:szCs w:val="18"/>
                <w:lang w:eastAsia="zh-CN"/>
              </w:rPr>
            </w:pPr>
          </w:p>
        </w:tc>
      </w:tr>
      <w:tr w:rsidR="00B71AA7" w:rsidRPr="00B71AA7" w14:paraId="3F0A2AF3"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3EC61179" w14:textId="77777777" w:rsidR="00B71AA7" w:rsidRPr="007F1989" w:rsidRDefault="00B71AA7" w:rsidP="00891F8E">
            <w:pPr>
              <w:tabs>
                <w:tab w:val="center" w:pos="4536"/>
                <w:tab w:val="right" w:pos="9072"/>
              </w:tabs>
              <w:suppressAutoHyphens/>
              <w:spacing w:after="0"/>
              <w:ind w:left="567" w:right="422" w:hanging="567"/>
              <w:rPr>
                <w:rFonts w:eastAsia="Times New Roman" w:cs="Calibri"/>
                <w:b/>
                <w:szCs w:val="18"/>
              </w:rPr>
            </w:pPr>
            <w:r w:rsidRPr="007F1989">
              <w:rPr>
                <w:rFonts w:eastAsia="Times New Roman" w:cs="Calibri"/>
                <w:b/>
                <w:szCs w:val="18"/>
              </w:rPr>
              <w:t>Firma:</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4F9916BD" w14:textId="77777777" w:rsidR="00B71AA7" w:rsidRPr="007F1989" w:rsidRDefault="00B71AA7" w:rsidP="00891F8E">
            <w:pPr>
              <w:suppressAutoHyphens/>
              <w:snapToGrid w:val="0"/>
              <w:spacing w:after="0"/>
              <w:ind w:left="567" w:right="422" w:hanging="567"/>
              <w:rPr>
                <w:rFonts w:eastAsia="Times New Roman" w:cs="Calibri"/>
                <w:szCs w:val="18"/>
              </w:rPr>
            </w:pPr>
          </w:p>
        </w:tc>
      </w:tr>
      <w:tr w:rsidR="00B71AA7" w:rsidRPr="00B71AA7" w14:paraId="1DDDF152"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041E8166" w14:textId="77777777" w:rsidR="00B71AA7" w:rsidRPr="007F1989" w:rsidRDefault="00B71AA7" w:rsidP="00891F8E">
            <w:pPr>
              <w:tabs>
                <w:tab w:val="center" w:pos="4536"/>
                <w:tab w:val="right" w:pos="9072"/>
              </w:tabs>
              <w:suppressAutoHyphens/>
              <w:spacing w:after="0"/>
              <w:ind w:left="567" w:right="422" w:hanging="567"/>
              <w:rPr>
                <w:rFonts w:eastAsia="Times New Roman" w:cs="Calibri"/>
                <w:b/>
                <w:szCs w:val="18"/>
              </w:rPr>
            </w:pPr>
            <w:r w:rsidRPr="007F1989">
              <w:rPr>
                <w:rFonts w:eastAsia="Times New Roman" w:cs="Calibri"/>
                <w:b/>
                <w:szCs w:val="18"/>
              </w:rPr>
              <w:t>Telefon:</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2156E6B8" w14:textId="77777777" w:rsidR="00B71AA7" w:rsidRPr="007F1989" w:rsidRDefault="00B71AA7" w:rsidP="00891F8E">
            <w:pPr>
              <w:suppressAutoHyphens/>
              <w:snapToGrid w:val="0"/>
              <w:spacing w:after="0"/>
              <w:ind w:left="567" w:right="422" w:hanging="567"/>
              <w:rPr>
                <w:rFonts w:eastAsia="Times New Roman" w:cs="Calibri"/>
                <w:szCs w:val="18"/>
              </w:rPr>
            </w:pPr>
          </w:p>
        </w:tc>
      </w:tr>
      <w:tr w:rsidR="00B71AA7" w:rsidRPr="00B71AA7" w14:paraId="0D55AFAD"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667F8D69" w14:textId="77777777" w:rsidR="00B71AA7" w:rsidRPr="007F1989" w:rsidRDefault="00B71AA7" w:rsidP="00891F8E">
            <w:pPr>
              <w:suppressAutoHyphens/>
              <w:spacing w:after="0"/>
              <w:ind w:left="567" w:right="422" w:hanging="567"/>
              <w:rPr>
                <w:rFonts w:eastAsia="Times New Roman" w:cs="Calibri"/>
                <w:b/>
                <w:szCs w:val="18"/>
                <w:lang w:val="de-DE" w:eastAsia="zh-CN"/>
              </w:rPr>
            </w:pPr>
            <w:r w:rsidRPr="007F1989">
              <w:rPr>
                <w:rFonts w:eastAsia="Times New Roman" w:cs="Calibri"/>
                <w:b/>
                <w:szCs w:val="18"/>
                <w:lang w:val="de-DE" w:eastAsia="zh-CN"/>
              </w:rPr>
              <w:t>E-mail:</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4660DEF1" w14:textId="77777777" w:rsidR="00B71AA7" w:rsidRPr="007F1989" w:rsidRDefault="00B71AA7" w:rsidP="00891F8E">
            <w:pPr>
              <w:suppressAutoHyphens/>
              <w:snapToGrid w:val="0"/>
              <w:spacing w:after="0"/>
              <w:ind w:left="567" w:right="422" w:hanging="567"/>
              <w:rPr>
                <w:rFonts w:eastAsia="Times New Roman" w:cs="Calibri"/>
                <w:szCs w:val="18"/>
                <w:lang w:val="de-DE" w:eastAsia="zh-CN"/>
              </w:rPr>
            </w:pPr>
          </w:p>
        </w:tc>
      </w:tr>
    </w:tbl>
    <w:p w14:paraId="2B413772" w14:textId="77777777" w:rsidR="00DC2E4C" w:rsidRDefault="00DC2E4C" w:rsidP="00891F8E">
      <w:pPr>
        <w:ind w:right="422"/>
      </w:pPr>
    </w:p>
    <w:p w14:paraId="0D4667DF" w14:textId="77777777" w:rsidR="00AD63EF" w:rsidRDefault="00AD63EF" w:rsidP="00891F8E">
      <w:pPr>
        <w:ind w:right="422"/>
      </w:pPr>
    </w:p>
    <w:p w14:paraId="10B22897" w14:textId="77777777" w:rsidR="00AD63EF" w:rsidRDefault="00AD63EF" w:rsidP="00891F8E">
      <w:pPr>
        <w:ind w:right="422"/>
      </w:pPr>
    </w:p>
    <w:p w14:paraId="7FF8E1B5" w14:textId="3C106D6F" w:rsidR="00DC2E4C" w:rsidRPr="00063C0D" w:rsidRDefault="001342C0">
      <w:pPr>
        <w:pStyle w:val="Akapitzlist"/>
        <w:numPr>
          <w:ilvl w:val="0"/>
          <w:numId w:val="4"/>
        </w:numPr>
        <w:spacing w:after="240"/>
        <w:ind w:right="422"/>
        <w:rPr>
          <w:b/>
        </w:rPr>
      </w:pPr>
      <w:r>
        <w:rPr>
          <w:b/>
        </w:rPr>
        <w:t>CENA OFERTY</w:t>
      </w:r>
      <w:r w:rsidR="00DC2E4C" w:rsidRPr="00063C0D">
        <w:rPr>
          <w:b/>
        </w:rPr>
        <w:t xml:space="preserve">: </w:t>
      </w:r>
    </w:p>
    <w:p w14:paraId="09F7E008" w14:textId="120FB336" w:rsidR="00DC2E4C" w:rsidRDefault="00DC2E4C" w:rsidP="002114C5">
      <w:pPr>
        <w:spacing w:beforeLines="40" w:before="96" w:after="240"/>
        <w:ind w:right="422"/>
        <w:jc w:val="both"/>
        <w:outlineLvl w:val="1"/>
      </w:pPr>
      <w:r>
        <w:t xml:space="preserve">Oferujemy, wykonanie przedmiotu </w:t>
      </w:r>
      <w:r w:rsidR="003C4885" w:rsidRPr="003C4885">
        <w:t>Zamówienia zgodnie z wymaganiami zawartymi w SWZ za cenę obliczoną jako suma cen jednostkowych wyszczególnionych w Załączniku nr 2A do SWZ.</w:t>
      </w:r>
    </w:p>
    <w:tbl>
      <w:tblPr>
        <w:tblW w:w="9214" w:type="dxa"/>
        <w:tblInd w:w="137" w:type="dxa"/>
        <w:tblLayout w:type="fixed"/>
        <w:tblCellMar>
          <w:left w:w="70" w:type="dxa"/>
          <w:right w:w="70" w:type="dxa"/>
        </w:tblCellMar>
        <w:tblLook w:val="04A0" w:firstRow="1" w:lastRow="0" w:firstColumn="1" w:lastColumn="0" w:noHBand="0" w:noVBand="1"/>
      </w:tblPr>
      <w:tblGrid>
        <w:gridCol w:w="851"/>
        <w:gridCol w:w="2976"/>
        <w:gridCol w:w="1640"/>
        <w:gridCol w:w="1400"/>
        <w:gridCol w:w="2347"/>
      </w:tblGrid>
      <w:tr w:rsidR="00376551" w:rsidRPr="00604915" w14:paraId="5EDE6FAB" w14:textId="77777777" w:rsidTr="00376551">
        <w:trPr>
          <w:trHeight w:val="1181"/>
        </w:trPr>
        <w:tc>
          <w:tcPr>
            <w:tcW w:w="851" w:type="dxa"/>
            <w:tcBorders>
              <w:top w:val="single" w:sz="4" w:space="0" w:color="auto"/>
              <w:left w:val="single" w:sz="4" w:space="0" w:color="auto"/>
              <w:bottom w:val="single" w:sz="4" w:space="0" w:color="auto"/>
              <w:right w:val="single" w:sz="4" w:space="0" w:color="auto"/>
            </w:tcBorders>
            <w:shd w:val="clear" w:color="auto" w:fill="1A7466"/>
            <w:vAlign w:val="center"/>
          </w:tcPr>
          <w:p w14:paraId="6050587B" w14:textId="77777777" w:rsidR="00376551" w:rsidRPr="00604915" w:rsidRDefault="00376551" w:rsidP="00582D65">
            <w:pPr>
              <w:ind w:right="422"/>
              <w:jc w:val="center"/>
              <w:rPr>
                <w:rFonts w:ascii="Verdana" w:eastAsia="Times New Roman" w:hAnsi="Verdana" w:cs="Calibri"/>
                <w:b/>
                <w:bCs/>
                <w:color w:val="000000"/>
                <w:sz w:val="16"/>
                <w:szCs w:val="16"/>
                <w:lang w:eastAsia="pl-PL"/>
              </w:rPr>
            </w:pPr>
            <w:r w:rsidRPr="00604915">
              <w:rPr>
                <w:rFonts w:ascii="Verdana" w:eastAsia="Times New Roman" w:hAnsi="Verdana" w:cs="Calibri"/>
                <w:b/>
                <w:bCs/>
                <w:color w:val="000000"/>
                <w:sz w:val="16"/>
                <w:szCs w:val="16"/>
                <w:lang w:eastAsia="pl-PL"/>
              </w:rPr>
              <w:lastRenderedPageBreak/>
              <w:t>Lp.</w:t>
            </w:r>
          </w:p>
        </w:tc>
        <w:tc>
          <w:tcPr>
            <w:tcW w:w="2976" w:type="dxa"/>
            <w:tcBorders>
              <w:top w:val="single" w:sz="4" w:space="0" w:color="auto"/>
              <w:left w:val="single" w:sz="4" w:space="0" w:color="auto"/>
              <w:bottom w:val="single" w:sz="4" w:space="0" w:color="auto"/>
              <w:right w:val="single" w:sz="4" w:space="0" w:color="auto"/>
            </w:tcBorders>
            <w:shd w:val="clear" w:color="auto" w:fill="1A7466"/>
            <w:noWrap/>
            <w:vAlign w:val="center"/>
            <w:hideMark/>
          </w:tcPr>
          <w:p w14:paraId="055F5342" w14:textId="77777777" w:rsidR="00376551" w:rsidRPr="00604915" w:rsidRDefault="00376551" w:rsidP="00582D65">
            <w:pPr>
              <w:ind w:right="422"/>
              <w:jc w:val="center"/>
              <w:rPr>
                <w:rFonts w:ascii="Verdana" w:eastAsia="Times New Roman" w:hAnsi="Verdana" w:cs="Calibri"/>
                <w:b/>
                <w:bCs/>
                <w:color w:val="000000"/>
                <w:sz w:val="16"/>
                <w:szCs w:val="16"/>
                <w:lang w:eastAsia="pl-PL"/>
              </w:rPr>
            </w:pPr>
            <w:r w:rsidRPr="00604915">
              <w:rPr>
                <w:rFonts w:ascii="Verdana" w:eastAsia="Times New Roman" w:hAnsi="Verdana" w:cs="Calibri"/>
                <w:b/>
                <w:bCs/>
                <w:color w:val="000000"/>
                <w:sz w:val="16"/>
                <w:szCs w:val="16"/>
                <w:lang w:eastAsia="pl-PL"/>
              </w:rPr>
              <w:t>Wyszczególniony przedmiot Zamówienia</w:t>
            </w:r>
          </w:p>
        </w:tc>
        <w:tc>
          <w:tcPr>
            <w:tcW w:w="1640" w:type="dxa"/>
            <w:tcBorders>
              <w:top w:val="single" w:sz="4" w:space="0" w:color="auto"/>
              <w:left w:val="nil"/>
              <w:bottom w:val="single" w:sz="4" w:space="0" w:color="auto"/>
              <w:right w:val="single" w:sz="4" w:space="0" w:color="auto"/>
            </w:tcBorders>
            <w:shd w:val="clear" w:color="auto" w:fill="1A7466"/>
            <w:vAlign w:val="center"/>
            <w:hideMark/>
          </w:tcPr>
          <w:p w14:paraId="3509C605" w14:textId="77777777" w:rsidR="00376551" w:rsidRPr="00604915" w:rsidRDefault="00376551" w:rsidP="00582D65">
            <w:pPr>
              <w:spacing w:after="0"/>
              <w:ind w:right="5"/>
              <w:jc w:val="center"/>
              <w:rPr>
                <w:rFonts w:ascii="Verdana" w:eastAsia="Times New Roman" w:hAnsi="Verdana" w:cs="Calibri"/>
                <w:b/>
                <w:bCs/>
                <w:color w:val="000000"/>
                <w:sz w:val="16"/>
                <w:szCs w:val="16"/>
                <w:lang w:eastAsia="pl-PL"/>
              </w:rPr>
            </w:pPr>
            <w:r w:rsidRPr="00604915">
              <w:rPr>
                <w:rFonts w:ascii="Verdana" w:eastAsia="Times New Roman" w:hAnsi="Verdana" w:cs="Calibri"/>
                <w:b/>
                <w:bCs/>
                <w:color w:val="000000"/>
                <w:sz w:val="16"/>
                <w:szCs w:val="16"/>
                <w:lang w:eastAsia="pl-PL"/>
              </w:rPr>
              <w:t>Kwota netto PLN</w:t>
            </w:r>
          </w:p>
        </w:tc>
        <w:tc>
          <w:tcPr>
            <w:tcW w:w="1400" w:type="dxa"/>
            <w:tcBorders>
              <w:top w:val="single" w:sz="4" w:space="0" w:color="auto"/>
              <w:left w:val="nil"/>
              <w:bottom w:val="single" w:sz="4" w:space="0" w:color="auto"/>
              <w:right w:val="single" w:sz="4" w:space="0" w:color="auto"/>
            </w:tcBorders>
            <w:shd w:val="clear" w:color="auto" w:fill="1A7466"/>
            <w:vAlign w:val="center"/>
            <w:hideMark/>
          </w:tcPr>
          <w:p w14:paraId="52FE8CC0" w14:textId="77777777" w:rsidR="00376551" w:rsidRPr="00604915" w:rsidRDefault="00376551" w:rsidP="00582D65">
            <w:pPr>
              <w:spacing w:after="0"/>
              <w:ind w:right="-9"/>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S</w:t>
            </w:r>
            <w:r w:rsidRPr="00604915">
              <w:rPr>
                <w:rFonts w:ascii="Verdana" w:eastAsia="Times New Roman" w:hAnsi="Verdana" w:cs="Calibri"/>
                <w:b/>
                <w:bCs/>
                <w:color w:val="000000"/>
                <w:sz w:val="16"/>
                <w:szCs w:val="16"/>
                <w:lang w:eastAsia="pl-PL"/>
              </w:rPr>
              <w:t xml:space="preserve">tawka </w:t>
            </w:r>
            <w:r>
              <w:rPr>
                <w:rFonts w:ascii="Verdana" w:eastAsia="Times New Roman" w:hAnsi="Verdana" w:cs="Calibri"/>
                <w:b/>
                <w:bCs/>
                <w:color w:val="000000"/>
                <w:sz w:val="16"/>
                <w:szCs w:val="16"/>
                <w:lang w:eastAsia="pl-PL"/>
              </w:rPr>
              <w:t xml:space="preserve">podatku </w:t>
            </w:r>
            <w:r w:rsidRPr="00604915">
              <w:rPr>
                <w:rFonts w:ascii="Verdana" w:eastAsia="Times New Roman" w:hAnsi="Verdana" w:cs="Calibri"/>
                <w:b/>
                <w:bCs/>
                <w:color w:val="000000"/>
                <w:sz w:val="16"/>
                <w:szCs w:val="16"/>
                <w:lang w:eastAsia="pl-PL"/>
              </w:rPr>
              <w:t>VAT</w:t>
            </w:r>
          </w:p>
        </w:tc>
        <w:tc>
          <w:tcPr>
            <w:tcW w:w="2347" w:type="dxa"/>
            <w:tcBorders>
              <w:top w:val="single" w:sz="4" w:space="0" w:color="auto"/>
              <w:left w:val="nil"/>
              <w:bottom w:val="single" w:sz="4" w:space="0" w:color="auto"/>
              <w:right w:val="single" w:sz="4" w:space="0" w:color="auto"/>
            </w:tcBorders>
            <w:shd w:val="clear" w:color="auto" w:fill="1A7466"/>
            <w:vAlign w:val="center"/>
            <w:hideMark/>
          </w:tcPr>
          <w:p w14:paraId="0A6A80EA" w14:textId="77777777" w:rsidR="00376551" w:rsidRPr="00604915" w:rsidRDefault="00376551" w:rsidP="00582D65">
            <w:pPr>
              <w:spacing w:after="0"/>
              <w:jc w:val="center"/>
              <w:rPr>
                <w:rFonts w:ascii="Verdana" w:eastAsia="Times New Roman" w:hAnsi="Verdana" w:cs="Calibri"/>
                <w:b/>
                <w:bCs/>
                <w:color w:val="000000"/>
                <w:sz w:val="16"/>
                <w:szCs w:val="16"/>
                <w:lang w:eastAsia="pl-PL"/>
              </w:rPr>
            </w:pPr>
            <w:r w:rsidRPr="00604915">
              <w:rPr>
                <w:rFonts w:ascii="Verdana" w:eastAsia="Times New Roman" w:hAnsi="Verdana" w:cs="Calibri"/>
                <w:b/>
                <w:bCs/>
                <w:color w:val="000000"/>
                <w:sz w:val="16"/>
                <w:szCs w:val="16"/>
                <w:lang w:eastAsia="pl-PL"/>
              </w:rPr>
              <w:t>Kwota brutto PLN</w:t>
            </w:r>
          </w:p>
          <w:p w14:paraId="32E03859" w14:textId="77777777" w:rsidR="00376551" w:rsidRPr="00604915" w:rsidRDefault="00376551" w:rsidP="00582D65">
            <w:pPr>
              <w:spacing w:after="0"/>
              <w:ind w:right="422"/>
              <w:jc w:val="center"/>
              <w:rPr>
                <w:rFonts w:ascii="Verdana" w:eastAsia="Times New Roman" w:hAnsi="Verdana" w:cs="Calibri"/>
                <w:b/>
                <w:bCs/>
                <w:color w:val="000000"/>
                <w:sz w:val="16"/>
                <w:szCs w:val="16"/>
                <w:lang w:eastAsia="pl-PL"/>
              </w:rPr>
            </w:pPr>
          </w:p>
        </w:tc>
      </w:tr>
      <w:tr w:rsidR="00376551" w:rsidRPr="00604915" w14:paraId="558CA209" w14:textId="77777777" w:rsidTr="00376551">
        <w:trPr>
          <w:trHeight w:val="158"/>
        </w:trPr>
        <w:tc>
          <w:tcPr>
            <w:tcW w:w="851" w:type="dxa"/>
            <w:tcBorders>
              <w:top w:val="single" w:sz="4" w:space="0" w:color="auto"/>
              <w:left w:val="single" w:sz="4" w:space="0" w:color="auto"/>
              <w:bottom w:val="single" w:sz="4" w:space="0" w:color="auto"/>
              <w:right w:val="single" w:sz="4" w:space="0" w:color="auto"/>
            </w:tcBorders>
            <w:shd w:val="clear" w:color="auto" w:fill="B2CF65"/>
            <w:vAlign w:val="center"/>
          </w:tcPr>
          <w:p w14:paraId="166EDBF3" w14:textId="77777777" w:rsidR="00376551" w:rsidRPr="00604915" w:rsidRDefault="00376551" w:rsidP="00582D65">
            <w:pPr>
              <w:ind w:right="422"/>
              <w:jc w:val="center"/>
              <w:rPr>
                <w:rFonts w:ascii="Verdana" w:eastAsia="Times New Roman" w:hAnsi="Verdana" w:cs="Calibri"/>
                <w:b/>
                <w:bCs/>
                <w:color w:val="000000"/>
                <w:sz w:val="16"/>
                <w:szCs w:val="16"/>
                <w:lang w:eastAsia="pl-PL"/>
              </w:rPr>
            </w:pPr>
            <w:r w:rsidRPr="00604915">
              <w:rPr>
                <w:rFonts w:ascii="Verdana" w:eastAsia="Times New Roman" w:hAnsi="Verdana" w:cs="Calibri"/>
                <w:b/>
                <w:bCs/>
                <w:color w:val="000000"/>
                <w:sz w:val="16"/>
                <w:szCs w:val="16"/>
                <w:lang w:eastAsia="pl-PL"/>
              </w:rPr>
              <w:t>1</w:t>
            </w:r>
          </w:p>
        </w:tc>
        <w:tc>
          <w:tcPr>
            <w:tcW w:w="2976" w:type="dxa"/>
            <w:tcBorders>
              <w:top w:val="single" w:sz="4" w:space="0" w:color="auto"/>
              <w:left w:val="single" w:sz="4" w:space="0" w:color="auto"/>
              <w:bottom w:val="single" w:sz="4" w:space="0" w:color="auto"/>
              <w:right w:val="single" w:sz="4" w:space="0" w:color="auto"/>
            </w:tcBorders>
            <w:shd w:val="clear" w:color="auto" w:fill="B2CF65"/>
            <w:noWrap/>
            <w:vAlign w:val="center"/>
          </w:tcPr>
          <w:p w14:paraId="35F8B12D" w14:textId="77777777" w:rsidR="00376551" w:rsidRPr="00604915" w:rsidRDefault="00376551" w:rsidP="00582D65">
            <w:pPr>
              <w:ind w:right="422"/>
              <w:jc w:val="center"/>
              <w:rPr>
                <w:rFonts w:ascii="Verdana" w:eastAsia="Times New Roman" w:hAnsi="Verdana" w:cs="Calibri"/>
                <w:b/>
                <w:bCs/>
                <w:color w:val="000000"/>
                <w:sz w:val="16"/>
                <w:szCs w:val="16"/>
                <w:lang w:eastAsia="pl-PL"/>
              </w:rPr>
            </w:pPr>
            <w:r w:rsidRPr="00604915">
              <w:rPr>
                <w:rFonts w:ascii="Verdana" w:eastAsia="Times New Roman" w:hAnsi="Verdana" w:cs="Calibri"/>
                <w:b/>
                <w:bCs/>
                <w:color w:val="000000"/>
                <w:sz w:val="16"/>
                <w:szCs w:val="16"/>
                <w:lang w:eastAsia="pl-PL"/>
              </w:rPr>
              <w:t>2</w:t>
            </w:r>
          </w:p>
        </w:tc>
        <w:tc>
          <w:tcPr>
            <w:tcW w:w="1640" w:type="dxa"/>
            <w:tcBorders>
              <w:top w:val="single" w:sz="4" w:space="0" w:color="auto"/>
              <w:left w:val="nil"/>
              <w:bottom w:val="single" w:sz="4" w:space="0" w:color="auto"/>
              <w:right w:val="single" w:sz="4" w:space="0" w:color="auto"/>
            </w:tcBorders>
            <w:shd w:val="clear" w:color="auto" w:fill="B2CF65"/>
            <w:vAlign w:val="center"/>
          </w:tcPr>
          <w:p w14:paraId="20B1D228" w14:textId="77777777" w:rsidR="00376551" w:rsidRPr="00604915" w:rsidRDefault="00376551" w:rsidP="00582D65">
            <w:pPr>
              <w:spacing w:after="0"/>
              <w:ind w:right="422"/>
              <w:jc w:val="center"/>
              <w:rPr>
                <w:rFonts w:ascii="Verdana" w:eastAsia="Times New Roman" w:hAnsi="Verdana" w:cs="Calibri"/>
                <w:b/>
                <w:bCs/>
                <w:color w:val="000000"/>
                <w:sz w:val="16"/>
                <w:szCs w:val="16"/>
                <w:lang w:eastAsia="pl-PL"/>
              </w:rPr>
            </w:pPr>
            <w:r w:rsidRPr="00604915">
              <w:rPr>
                <w:rFonts w:ascii="Verdana" w:eastAsia="Times New Roman" w:hAnsi="Verdana" w:cs="Calibri"/>
                <w:b/>
                <w:bCs/>
                <w:color w:val="000000"/>
                <w:sz w:val="16"/>
                <w:szCs w:val="16"/>
                <w:lang w:eastAsia="pl-PL"/>
              </w:rPr>
              <w:t>3</w:t>
            </w:r>
          </w:p>
        </w:tc>
        <w:tc>
          <w:tcPr>
            <w:tcW w:w="1400" w:type="dxa"/>
            <w:tcBorders>
              <w:top w:val="single" w:sz="4" w:space="0" w:color="auto"/>
              <w:left w:val="nil"/>
              <w:bottom w:val="single" w:sz="4" w:space="0" w:color="auto"/>
              <w:right w:val="single" w:sz="4" w:space="0" w:color="auto"/>
            </w:tcBorders>
            <w:shd w:val="clear" w:color="auto" w:fill="B2CF65"/>
            <w:vAlign w:val="center"/>
          </w:tcPr>
          <w:p w14:paraId="60D814F5" w14:textId="77777777" w:rsidR="00376551" w:rsidRPr="00604915" w:rsidRDefault="00376551" w:rsidP="00582D65">
            <w:pPr>
              <w:spacing w:after="0"/>
              <w:ind w:right="422"/>
              <w:jc w:val="center"/>
              <w:rPr>
                <w:rFonts w:ascii="Verdana" w:eastAsia="Times New Roman" w:hAnsi="Verdana" w:cs="Calibri"/>
                <w:b/>
                <w:bCs/>
                <w:color w:val="000000"/>
                <w:sz w:val="16"/>
                <w:szCs w:val="16"/>
                <w:lang w:eastAsia="pl-PL"/>
              </w:rPr>
            </w:pPr>
            <w:r w:rsidRPr="00604915">
              <w:rPr>
                <w:rFonts w:ascii="Verdana" w:eastAsia="Times New Roman" w:hAnsi="Verdana" w:cs="Calibri"/>
                <w:b/>
                <w:bCs/>
                <w:color w:val="000000"/>
                <w:sz w:val="16"/>
                <w:szCs w:val="16"/>
                <w:lang w:eastAsia="pl-PL"/>
              </w:rPr>
              <w:t>4</w:t>
            </w:r>
          </w:p>
        </w:tc>
        <w:tc>
          <w:tcPr>
            <w:tcW w:w="2347" w:type="dxa"/>
            <w:tcBorders>
              <w:top w:val="single" w:sz="4" w:space="0" w:color="auto"/>
              <w:left w:val="nil"/>
              <w:bottom w:val="single" w:sz="4" w:space="0" w:color="auto"/>
              <w:right w:val="single" w:sz="4" w:space="0" w:color="auto"/>
            </w:tcBorders>
            <w:shd w:val="clear" w:color="auto" w:fill="B2CF65"/>
            <w:vAlign w:val="center"/>
          </w:tcPr>
          <w:p w14:paraId="5CA8DF55" w14:textId="77777777" w:rsidR="00376551" w:rsidRPr="00604915" w:rsidRDefault="00376551" w:rsidP="00582D65">
            <w:pPr>
              <w:spacing w:after="0"/>
              <w:ind w:right="422"/>
              <w:jc w:val="center"/>
              <w:rPr>
                <w:rFonts w:ascii="Verdana" w:eastAsia="Times New Roman" w:hAnsi="Verdana" w:cs="Calibri"/>
                <w:b/>
                <w:bCs/>
                <w:color w:val="000000"/>
                <w:sz w:val="16"/>
                <w:szCs w:val="16"/>
                <w:lang w:eastAsia="pl-PL"/>
              </w:rPr>
            </w:pPr>
            <w:r w:rsidRPr="00604915">
              <w:rPr>
                <w:rFonts w:ascii="Verdana" w:eastAsia="Times New Roman" w:hAnsi="Verdana" w:cs="Calibri"/>
                <w:b/>
                <w:bCs/>
                <w:color w:val="000000"/>
                <w:sz w:val="16"/>
                <w:szCs w:val="16"/>
                <w:lang w:eastAsia="pl-PL"/>
              </w:rPr>
              <w:t>5</w:t>
            </w:r>
          </w:p>
        </w:tc>
      </w:tr>
      <w:tr w:rsidR="00376551" w:rsidRPr="00604915" w14:paraId="1E0ADC5D" w14:textId="77777777" w:rsidTr="00376551">
        <w:trPr>
          <w:trHeight w:val="618"/>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0F310B2A" w14:textId="77777777" w:rsidR="00376551" w:rsidRPr="00604915" w:rsidRDefault="00376551" w:rsidP="00582D65">
            <w:pPr>
              <w:ind w:right="422"/>
              <w:jc w:val="center"/>
              <w:rPr>
                <w:rFonts w:ascii="Verdana" w:eastAsia="Times New Roman" w:hAnsi="Verdana" w:cs="Calibri"/>
                <w:b/>
                <w:bCs/>
                <w:color w:val="000000"/>
                <w:sz w:val="16"/>
                <w:szCs w:val="16"/>
                <w:lang w:eastAsia="pl-PL"/>
              </w:rPr>
            </w:pPr>
            <w:r w:rsidRPr="00604915">
              <w:rPr>
                <w:rFonts w:ascii="Verdana" w:eastAsia="Times New Roman" w:hAnsi="Verdana" w:cs="Calibri"/>
                <w:b/>
                <w:bCs/>
                <w:color w:val="000000"/>
                <w:sz w:val="16"/>
                <w:szCs w:val="16"/>
                <w:lang w:eastAsia="pl-PL"/>
              </w:rPr>
              <w:t>1</w:t>
            </w:r>
          </w:p>
        </w:tc>
        <w:tc>
          <w:tcPr>
            <w:tcW w:w="297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7860034" w14:textId="4BCDC43F" w:rsidR="00376551" w:rsidRPr="00604915" w:rsidRDefault="00376551" w:rsidP="00582D65">
            <w:pPr>
              <w:ind w:right="422"/>
              <w:rPr>
                <w:rFonts w:ascii="Verdana" w:eastAsia="Times New Roman" w:hAnsi="Verdana" w:cs="Calibri"/>
                <w:b/>
                <w:bCs/>
                <w:color w:val="000000"/>
                <w:sz w:val="16"/>
                <w:szCs w:val="16"/>
                <w:lang w:eastAsia="pl-PL"/>
              </w:rPr>
            </w:pPr>
            <w:r w:rsidRPr="00376551">
              <w:rPr>
                <w:rFonts w:ascii="Verdana" w:eastAsia="Times New Roman" w:hAnsi="Verdana" w:cs="Calibri"/>
                <w:b/>
                <w:bCs/>
                <w:color w:val="000000"/>
                <w:sz w:val="16"/>
                <w:szCs w:val="16"/>
                <w:lang w:eastAsia="pl-PL"/>
              </w:rPr>
              <w:t>Świadczenie usług kurierskich dla PGE Baltica sp. z o.o.</w:t>
            </w:r>
          </w:p>
        </w:tc>
        <w:tc>
          <w:tcPr>
            <w:tcW w:w="1640" w:type="dxa"/>
            <w:tcBorders>
              <w:top w:val="single" w:sz="4" w:space="0" w:color="auto"/>
              <w:left w:val="nil"/>
              <w:bottom w:val="single" w:sz="4" w:space="0" w:color="auto"/>
              <w:right w:val="single" w:sz="4" w:space="0" w:color="auto"/>
            </w:tcBorders>
            <w:shd w:val="clear" w:color="auto" w:fill="FFFFFF"/>
            <w:vAlign w:val="center"/>
          </w:tcPr>
          <w:p w14:paraId="1AC2C2B4" w14:textId="77777777" w:rsidR="00376551" w:rsidRPr="00604915" w:rsidRDefault="00376551" w:rsidP="00582D65">
            <w:pPr>
              <w:spacing w:after="0"/>
              <w:ind w:right="422"/>
              <w:jc w:val="center"/>
              <w:rPr>
                <w:rFonts w:ascii="Verdana" w:eastAsia="Times New Roman" w:hAnsi="Verdana" w:cs="Calibri"/>
                <w:b/>
                <w:bCs/>
                <w:color w:val="000000"/>
                <w:sz w:val="16"/>
                <w:szCs w:val="16"/>
                <w:lang w:eastAsia="pl-PL"/>
              </w:rPr>
            </w:pPr>
          </w:p>
        </w:tc>
        <w:tc>
          <w:tcPr>
            <w:tcW w:w="1400" w:type="dxa"/>
            <w:tcBorders>
              <w:top w:val="single" w:sz="4" w:space="0" w:color="auto"/>
              <w:left w:val="nil"/>
              <w:bottom w:val="single" w:sz="4" w:space="0" w:color="auto"/>
              <w:right w:val="single" w:sz="4" w:space="0" w:color="auto"/>
            </w:tcBorders>
            <w:shd w:val="clear" w:color="auto" w:fill="FFFFFF"/>
            <w:vAlign w:val="center"/>
          </w:tcPr>
          <w:p w14:paraId="3CB437E0" w14:textId="77777777" w:rsidR="00376551" w:rsidRPr="00604915" w:rsidRDefault="00376551" w:rsidP="00582D65">
            <w:pPr>
              <w:spacing w:after="0"/>
              <w:ind w:right="422"/>
              <w:jc w:val="center"/>
              <w:rPr>
                <w:rFonts w:ascii="Verdana" w:eastAsia="Times New Roman" w:hAnsi="Verdana" w:cs="Calibri"/>
                <w:b/>
                <w:bCs/>
                <w:color w:val="000000"/>
                <w:sz w:val="16"/>
                <w:szCs w:val="16"/>
                <w:lang w:eastAsia="pl-PL"/>
              </w:rPr>
            </w:pPr>
          </w:p>
        </w:tc>
        <w:tc>
          <w:tcPr>
            <w:tcW w:w="2347" w:type="dxa"/>
            <w:tcBorders>
              <w:top w:val="single" w:sz="4" w:space="0" w:color="auto"/>
              <w:left w:val="nil"/>
              <w:bottom w:val="single" w:sz="4" w:space="0" w:color="auto"/>
              <w:right w:val="single" w:sz="4" w:space="0" w:color="auto"/>
            </w:tcBorders>
            <w:shd w:val="clear" w:color="auto" w:fill="FFFFFF"/>
            <w:vAlign w:val="center"/>
          </w:tcPr>
          <w:p w14:paraId="68D066F6" w14:textId="77777777" w:rsidR="00376551" w:rsidRPr="00604915" w:rsidRDefault="00376551" w:rsidP="00582D65">
            <w:pPr>
              <w:spacing w:after="0"/>
              <w:ind w:right="422"/>
              <w:jc w:val="center"/>
              <w:rPr>
                <w:rFonts w:ascii="Verdana" w:eastAsia="Times New Roman" w:hAnsi="Verdana" w:cs="Calibri"/>
                <w:b/>
                <w:bCs/>
                <w:color w:val="000000"/>
                <w:sz w:val="16"/>
                <w:szCs w:val="16"/>
                <w:lang w:eastAsia="pl-PL"/>
              </w:rPr>
            </w:pPr>
          </w:p>
        </w:tc>
      </w:tr>
    </w:tbl>
    <w:p w14:paraId="035C9C75" w14:textId="77777777" w:rsidR="00FC2D3F" w:rsidRDefault="00FC2D3F" w:rsidP="00891F8E">
      <w:pPr>
        <w:pStyle w:val="Akapitzlist"/>
        <w:spacing w:beforeLines="40" w:before="96" w:after="240"/>
        <w:ind w:right="422"/>
        <w:contextualSpacing w:val="0"/>
        <w:rPr>
          <w:b/>
        </w:rPr>
      </w:pPr>
    </w:p>
    <w:p w14:paraId="0E107D66" w14:textId="77777777" w:rsidR="002114C5" w:rsidRPr="00CD5B2E" w:rsidRDefault="002114C5" w:rsidP="008E11F7">
      <w:pPr>
        <w:spacing w:beforeLines="40" w:before="96" w:after="240"/>
        <w:contextualSpacing/>
        <w:rPr>
          <w:rFonts w:ascii="Verdana" w:eastAsia="Verdana" w:hAnsi="Verdana" w:cs="Times New Roman"/>
          <w:b/>
        </w:rPr>
      </w:pPr>
      <w:r w:rsidRPr="00CD5B2E">
        <w:rPr>
          <w:rFonts w:ascii="Verdana" w:eastAsia="Verdana" w:hAnsi="Verdana" w:cs="Times New Roman"/>
          <w:b/>
        </w:rPr>
        <w:t>Łączna wartość oferty netto ………………………………...PLN</w:t>
      </w:r>
      <w:r w:rsidRPr="00CD5B2E">
        <w:rPr>
          <w:rFonts w:ascii="Verdana" w:eastAsia="Verdana" w:hAnsi="Verdana" w:cs="Times New Roman"/>
          <w:b/>
          <w:vertAlign w:val="superscript"/>
        </w:rPr>
        <w:footnoteReference w:id="2"/>
      </w:r>
      <w:r w:rsidRPr="00CD5B2E">
        <w:rPr>
          <w:rFonts w:ascii="Verdana" w:eastAsia="Verdana" w:hAnsi="Verdana" w:cs="Times New Roman"/>
          <w:b/>
        </w:rPr>
        <w:t xml:space="preserve">  </w:t>
      </w:r>
    </w:p>
    <w:p w14:paraId="29A778F0" w14:textId="77777777" w:rsidR="002114C5" w:rsidRPr="00CD5B2E" w:rsidRDefault="002114C5" w:rsidP="008E11F7">
      <w:pPr>
        <w:spacing w:beforeLines="40" w:before="96" w:after="240"/>
        <w:contextualSpacing/>
        <w:rPr>
          <w:rFonts w:ascii="Verdana" w:eastAsia="Verdana" w:hAnsi="Verdana" w:cs="Times New Roman"/>
          <w:b/>
        </w:rPr>
      </w:pPr>
      <w:r w:rsidRPr="00CD5B2E">
        <w:rPr>
          <w:rFonts w:ascii="Verdana" w:eastAsia="Verdana" w:hAnsi="Verdana" w:cs="Times New Roman"/>
          <w:b/>
        </w:rPr>
        <w:t>Stawka VAT ………………… %</w:t>
      </w:r>
    </w:p>
    <w:p w14:paraId="18D76296" w14:textId="77777777" w:rsidR="002114C5" w:rsidRPr="00CD5B2E" w:rsidRDefault="002114C5" w:rsidP="008E11F7">
      <w:pPr>
        <w:spacing w:beforeLines="40" w:before="96" w:after="240"/>
        <w:rPr>
          <w:rFonts w:ascii="Verdana" w:eastAsia="Verdana" w:hAnsi="Verdana" w:cs="Times New Roman"/>
          <w:b/>
        </w:rPr>
      </w:pPr>
      <w:r w:rsidRPr="00CD5B2E">
        <w:rPr>
          <w:rFonts w:ascii="Verdana" w:eastAsia="Verdana" w:hAnsi="Verdana" w:cs="Times New Roman"/>
          <w:b/>
        </w:rPr>
        <w:t>Łączna wartość oferty brutto ………………………………………PLN</w:t>
      </w:r>
    </w:p>
    <w:p w14:paraId="7F48E12F" w14:textId="36A18FB9" w:rsidR="00FC2D3F" w:rsidRDefault="00FC2D3F" w:rsidP="00891F8E">
      <w:pPr>
        <w:pStyle w:val="Akapitzlist"/>
        <w:spacing w:beforeLines="40" w:before="96" w:after="240"/>
        <w:ind w:right="422"/>
        <w:contextualSpacing w:val="0"/>
        <w:rPr>
          <w:b/>
        </w:rPr>
      </w:pPr>
    </w:p>
    <w:p w14:paraId="1E78C3EC" w14:textId="7C0A653A" w:rsidR="00DC2E4C" w:rsidRPr="00063C0D" w:rsidRDefault="00DC2E4C">
      <w:pPr>
        <w:pStyle w:val="Akapitzlist"/>
        <w:numPr>
          <w:ilvl w:val="0"/>
          <w:numId w:val="4"/>
        </w:numPr>
        <w:spacing w:beforeLines="40" w:before="96" w:after="240"/>
        <w:ind w:right="422"/>
        <w:contextualSpacing w:val="0"/>
        <w:rPr>
          <w:b/>
        </w:rPr>
      </w:pPr>
      <w:r w:rsidRPr="00063C0D">
        <w:rPr>
          <w:b/>
        </w:rPr>
        <w:t>OŚWIADCZENIA I INFORMACJE:</w:t>
      </w:r>
    </w:p>
    <w:p w14:paraId="1A0106DC" w14:textId="6EBCA7A7" w:rsidR="00DC2E4C" w:rsidRDefault="00DC2E4C" w:rsidP="00920901">
      <w:pPr>
        <w:pStyle w:val="Styl1"/>
        <w:numPr>
          <w:ilvl w:val="0"/>
          <w:numId w:val="14"/>
        </w:numPr>
        <w:ind w:left="426" w:right="422"/>
        <w:jc w:val="both"/>
      </w:pPr>
      <w:r>
        <w:t>My, niżej podpisani, niniejszym oświadczamy, co następuje:</w:t>
      </w:r>
    </w:p>
    <w:p w14:paraId="3470DC65" w14:textId="608426E8" w:rsidR="00B71AA7" w:rsidRDefault="00957A26">
      <w:pPr>
        <w:pStyle w:val="Akapitzlist"/>
        <w:numPr>
          <w:ilvl w:val="0"/>
          <w:numId w:val="9"/>
        </w:numPr>
        <w:spacing w:beforeLines="40" w:before="96" w:after="240"/>
        <w:ind w:right="422"/>
        <w:contextualSpacing w:val="0"/>
        <w:jc w:val="both"/>
        <w:outlineLvl w:val="1"/>
      </w:pPr>
      <w:r>
        <w:t xml:space="preserve">Posiadamy </w:t>
      </w:r>
      <w:r w:rsidR="00DC2E4C">
        <w:t>niezbędną wiedzę i doświadczenie oraz dysponu</w:t>
      </w:r>
      <w:r>
        <w:t xml:space="preserve">jemy potencjałem technicznym i </w:t>
      </w:r>
      <w:r w:rsidR="00DC2E4C">
        <w:t>osobami zdolnymi do wykonania Zakupu,</w:t>
      </w:r>
    </w:p>
    <w:p w14:paraId="68C3EA8D" w14:textId="77777777" w:rsidR="00B71AA7" w:rsidRDefault="00DC2E4C">
      <w:pPr>
        <w:pStyle w:val="Akapitzlist"/>
        <w:numPr>
          <w:ilvl w:val="0"/>
          <w:numId w:val="9"/>
        </w:numPr>
        <w:spacing w:before="40" w:after="240"/>
        <w:ind w:right="422"/>
        <w:contextualSpacing w:val="0"/>
        <w:jc w:val="both"/>
        <w:outlineLvl w:val="1"/>
      </w:pPr>
      <w:r>
        <w:t>posiadamy uprawnienia do wykonywania określonych czynności, jeżeli ustawy nakładają obowiązek posiadania takich uprawnień,</w:t>
      </w:r>
    </w:p>
    <w:p w14:paraId="3F0A1796" w14:textId="6C3C12AC" w:rsidR="00B71AA7" w:rsidRDefault="00DC2E4C">
      <w:pPr>
        <w:pStyle w:val="Akapitzlist"/>
        <w:numPr>
          <w:ilvl w:val="0"/>
          <w:numId w:val="9"/>
        </w:numPr>
        <w:spacing w:before="40" w:after="240"/>
        <w:ind w:right="422"/>
        <w:contextualSpacing w:val="0"/>
        <w:jc w:val="both"/>
        <w:outlineLvl w:val="1"/>
      </w:pPr>
      <w:r>
        <w:t xml:space="preserve">znajdujemy się w sytuacji ekonomicznej lub finansowej zapewniającej wykonanie Zakupu, </w:t>
      </w:r>
    </w:p>
    <w:p w14:paraId="0137B2B5" w14:textId="2A9AA645" w:rsidR="00DC2E4C" w:rsidRDefault="00DC2E4C">
      <w:pPr>
        <w:pStyle w:val="Akapitzlist"/>
        <w:numPr>
          <w:ilvl w:val="0"/>
          <w:numId w:val="9"/>
        </w:numPr>
        <w:spacing w:before="40" w:after="240"/>
        <w:ind w:right="422"/>
        <w:contextualSpacing w:val="0"/>
        <w:jc w:val="both"/>
        <w:outlineLvl w:val="1"/>
      </w:pPr>
      <w:r>
        <w:t xml:space="preserve">nie podlegamy wykluczeniu na podstawie pkt </w:t>
      </w:r>
      <w:r w:rsidR="00263EEA" w:rsidRPr="00263EEA">
        <w:t>9.4.2.1 – 9.4.2.14 Procedury</w:t>
      </w:r>
      <w:r>
        <w:t xml:space="preserve">  oraz pkt 9.4.3.1-9.4.3.3 Procedury. </w:t>
      </w:r>
    </w:p>
    <w:p w14:paraId="42CA94B1" w14:textId="6ABDE201" w:rsidR="00063C0D" w:rsidRDefault="00DC2E4C" w:rsidP="00920901">
      <w:pPr>
        <w:pStyle w:val="Styl1"/>
        <w:numPr>
          <w:ilvl w:val="0"/>
          <w:numId w:val="14"/>
        </w:numPr>
        <w:ind w:left="567" w:right="422" w:hanging="567"/>
        <w:jc w:val="both"/>
      </w:pPr>
      <w:r>
        <w:t xml:space="preserve">Zapoznaliśmy się </w:t>
      </w:r>
      <w:r w:rsidR="001342C0">
        <w:t>i w pełni akceptujemy treść SWZ</w:t>
      </w:r>
      <w:r>
        <w:t xml:space="preserve"> wraz ze wszystkimi załącznikami oraz treść wyjaśn</w:t>
      </w:r>
      <w:r w:rsidR="001342C0">
        <w:t>ień i modyfikacji do SWZ</w:t>
      </w:r>
      <w:r>
        <w:t xml:space="preserve"> i nie wnosim</w:t>
      </w:r>
      <w:r w:rsidR="00B71AA7">
        <w:t xml:space="preserve">y do nich zastrzeżeń.  </w:t>
      </w:r>
    </w:p>
    <w:p w14:paraId="70B734D9" w14:textId="644CBEDA" w:rsidR="00063C0D" w:rsidRDefault="00DC2E4C" w:rsidP="00920901">
      <w:pPr>
        <w:pStyle w:val="Styl1"/>
        <w:numPr>
          <w:ilvl w:val="0"/>
          <w:numId w:val="14"/>
        </w:numPr>
        <w:ind w:left="567" w:right="422" w:hanging="567"/>
        <w:jc w:val="both"/>
      </w:pPr>
      <w:r>
        <w:t xml:space="preserve">Otrzymaliśmy konieczne informacje </w:t>
      </w:r>
      <w:r w:rsidR="001342C0">
        <w:t>do przygotowania Oferty</w:t>
      </w:r>
      <w:r>
        <w:t xml:space="preserve"> i wykonania Zamówienia.</w:t>
      </w:r>
    </w:p>
    <w:p w14:paraId="3F734DE9" w14:textId="73C47A8B" w:rsidR="00063C0D" w:rsidRDefault="007F1989" w:rsidP="00920901">
      <w:pPr>
        <w:pStyle w:val="Styl1"/>
        <w:numPr>
          <w:ilvl w:val="0"/>
          <w:numId w:val="14"/>
        </w:numPr>
        <w:ind w:left="567" w:right="422" w:hanging="567"/>
        <w:jc w:val="both"/>
      </w:pPr>
      <w:r>
        <w:t>Z</w:t>
      </w:r>
      <w:r w:rsidR="00DC2E4C">
        <w:t>achowamy poufność danych uzyskanych w procesie toczącego się niniejszego Postępowania.</w:t>
      </w:r>
    </w:p>
    <w:p w14:paraId="4580BED5" w14:textId="76E77643" w:rsidR="00063C0D" w:rsidRDefault="001342C0" w:rsidP="00920901">
      <w:pPr>
        <w:pStyle w:val="Styl1"/>
        <w:numPr>
          <w:ilvl w:val="0"/>
          <w:numId w:val="14"/>
        </w:numPr>
        <w:ind w:left="567" w:right="422" w:hanging="567"/>
        <w:jc w:val="both"/>
      </w:pPr>
      <w:r>
        <w:t>Podane w Ofercie</w:t>
      </w:r>
      <w:r w:rsidR="00DC2E4C">
        <w:t xml:space="preserve"> elementy ceny obejmują przedmiot i zakres Zamówienia zgodnie z zasadami i warunkami określonymi w SWZ</w:t>
      </w:r>
      <w:r w:rsidR="00B71AA7">
        <w:t>.</w:t>
      </w:r>
    </w:p>
    <w:p w14:paraId="7725CD63" w14:textId="77777777" w:rsidR="00DC2E4C" w:rsidRPr="007F1989" w:rsidRDefault="00B71AA7" w:rsidP="00920901">
      <w:pPr>
        <w:pStyle w:val="Styl1"/>
        <w:numPr>
          <w:ilvl w:val="0"/>
          <w:numId w:val="14"/>
        </w:numPr>
        <w:ind w:left="567" w:right="422" w:hanging="567"/>
        <w:jc w:val="both"/>
      </w:pPr>
      <w:r w:rsidRPr="007F1989">
        <w:t>Wybór naszej Oferty</w:t>
      </w:r>
      <w:r w:rsidR="00DC2E4C" w:rsidRPr="007F1989">
        <w:t>:</w:t>
      </w:r>
    </w:p>
    <w:p w14:paraId="00455145" w14:textId="77777777" w:rsidR="00DC2E4C" w:rsidRPr="007F1989" w:rsidRDefault="00DC2E4C" w:rsidP="00891F8E">
      <w:pPr>
        <w:spacing w:before="40" w:after="240"/>
        <w:ind w:left="587" w:right="422"/>
        <w:jc w:val="both"/>
        <w:outlineLvl w:val="1"/>
      </w:pPr>
      <w:r w:rsidRPr="007F1989">
        <w:rPr>
          <w:rFonts w:ascii="Segoe UI Symbol" w:hAnsi="Segoe UI Symbol" w:cs="Segoe UI Symbol"/>
        </w:rPr>
        <w:t>☐</w:t>
      </w:r>
      <w:r w:rsidRPr="007F1989">
        <w:t xml:space="preserve">   nie będzie prowadzić do powstania u Zamawiającego obowiązku podatkowego.</w:t>
      </w:r>
    </w:p>
    <w:p w14:paraId="7E4B72BE" w14:textId="196B9539" w:rsidR="00DC2E4C" w:rsidRDefault="00DC2E4C" w:rsidP="002114C5">
      <w:pPr>
        <w:spacing w:before="40" w:after="240"/>
        <w:ind w:left="993" w:right="422" w:hanging="406"/>
        <w:jc w:val="both"/>
        <w:outlineLvl w:val="1"/>
      </w:pPr>
      <w:r w:rsidRPr="007F1989">
        <w:rPr>
          <w:rFonts w:ascii="Segoe UI Symbol" w:hAnsi="Segoe UI Symbol" w:cs="Segoe UI Symbol"/>
        </w:rPr>
        <w:t>☐</w:t>
      </w:r>
      <w:r w:rsidRPr="007F1989">
        <w:t xml:space="preserve"> </w:t>
      </w:r>
      <w:r w:rsidR="002114C5">
        <w:t xml:space="preserve">    </w:t>
      </w:r>
      <w:r w:rsidRPr="007F1989">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F7DE973" w14:textId="5F494873" w:rsidR="00063C0D" w:rsidRDefault="007F1989" w:rsidP="00920901">
      <w:pPr>
        <w:pStyle w:val="Styl1"/>
        <w:numPr>
          <w:ilvl w:val="0"/>
          <w:numId w:val="14"/>
        </w:numPr>
        <w:ind w:left="567" w:right="422" w:hanging="567"/>
      </w:pPr>
      <w:r>
        <w:t>J</w:t>
      </w:r>
      <w:r w:rsidR="00DC2E4C">
        <w:t xml:space="preserve">esteśmy zdolni do wykonania </w:t>
      </w:r>
      <w:r w:rsidR="00263EEA">
        <w:t>P</w:t>
      </w:r>
      <w:r w:rsidR="00DC2E4C">
        <w:t>rzedmiotu Zamówienia zgodnie z wymaganiami podanymi w SWZ.</w:t>
      </w:r>
    </w:p>
    <w:p w14:paraId="0C719D66" w14:textId="77777777" w:rsidR="00DC2E4C" w:rsidRDefault="00B126A1" w:rsidP="00920901">
      <w:pPr>
        <w:pStyle w:val="Styl1"/>
        <w:numPr>
          <w:ilvl w:val="0"/>
          <w:numId w:val="14"/>
        </w:numPr>
        <w:ind w:left="567" w:right="422" w:hanging="567"/>
      </w:pPr>
      <w:r>
        <w:t>Oświadczamy, że</w:t>
      </w:r>
      <w:r w:rsidR="00DC2E4C">
        <w:t xml:space="preserve">: </w:t>
      </w:r>
    </w:p>
    <w:p w14:paraId="7DB00381" w14:textId="77777777" w:rsidR="00DC2E4C" w:rsidRDefault="00DC2E4C" w:rsidP="00891F8E">
      <w:pPr>
        <w:spacing w:before="40" w:after="240"/>
        <w:ind w:left="587" w:right="422"/>
        <w:jc w:val="both"/>
        <w:outlineLvl w:val="1"/>
      </w:pPr>
      <w:r>
        <w:rPr>
          <w:rFonts w:ascii="Segoe UI Symbol" w:hAnsi="Segoe UI Symbol" w:cs="Segoe UI Symbol"/>
        </w:rPr>
        <w:t>☐</w:t>
      </w:r>
      <w:r>
        <w:t xml:space="preserve">   Przedmiot Zamó</w:t>
      </w:r>
      <w:r w:rsidR="00B126A1">
        <w:t>wienia wykonamy siłami własnymi,</w:t>
      </w:r>
    </w:p>
    <w:p w14:paraId="64836791" w14:textId="77777777" w:rsidR="00B71AA7" w:rsidRDefault="00DC2E4C" w:rsidP="00891F8E">
      <w:pPr>
        <w:spacing w:before="40" w:after="240"/>
        <w:ind w:left="119" w:right="422" w:firstLine="468"/>
        <w:jc w:val="both"/>
        <w:outlineLvl w:val="1"/>
      </w:pPr>
      <w:r>
        <w:rPr>
          <w:rFonts w:ascii="Segoe UI Symbol" w:hAnsi="Segoe UI Symbol" w:cs="Segoe UI Symbol"/>
        </w:rPr>
        <w:t>☐</w:t>
      </w:r>
      <w:r>
        <w:t xml:space="preserve">   Powierzymy realizację następujących części/zakresu podwykonawcom</w:t>
      </w:r>
      <w:r w:rsidR="00B126A1">
        <w:t>.</w:t>
      </w:r>
      <w:r>
        <w:t xml:space="preserve"> </w:t>
      </w:r>
    </w:p>
    <w:tbl>
      <w:tblPr>
        <w:tblStyle w:val="Tabela-Siatka1"/>
        <w:tblpPr w:leftFromText="141" w:rightFromText="141" w:vertAnchor="text" w:horzAnchor="margin" w:tblpX="562" w:tblpY="24"/>
        <w:tblW w:w="9351" w:type="dxa"/>
        <w:tblLook w:val="04A0" w:firstRow="1" w:lastRow="0" w:firstColumn="1" w:lastColumn="0" w:noHBand="0" w:noVBand="1"/>
      </w:tblPr>
      <w:tblGrid>
        <w:gridCol w:w="859"/>
        <w:gridCol w:w="2451"/>
        <w:gridCol w:w="6041"/>
      </w:tblGrid>
      <w:tr w:rsidR="00B71AA7" w:rsidRPr="00B71AA7" w14:paraId="285435A4" w14:textId="77777777" w:rsidTr="007F1989">
        <w:tc>
          <w:tcPr>
            <w:tcW w:w="547" w:type="dxa"/>
            <w:shd w:val="clear" w:color="auto" w:fill="1A7466" w:themeFill="text2"/>
          </w:tcPr>
          <w:p w14:paraId="202921AF" w14:textId="77777777" w:rsidR="00B71AA7" w:rsidRPr="006454D6" w:rsidRDefault="00B71AA7" w:rsidP="00891F8E">
            <w:pPr>
              <w:spacing w:before="120" w:after="120" w:line="276" w:lineRule="auto"/>
              <w:ind w:right="422"/>
              <w:jc w:val="both"/>
              <w:rPr>
                <w:rFonts w:eastAsia="Times New Roman" w:cs="Calibri"/>
                <w:b/>
                <w:szCs w:val="18"/>
                <w:lang w:eastAsia="pl-PL"/>
              </w:rPr>
            </w:pPr>
            <w:r w:rsidRPr="006454D6">
              <w:rPr>
                <w:rFonts w:eastAsia="Times New Roman" w:cs="Calibri"/>
                <w:b/>
                <w:szCs w:val="18"/>
                <w:lang w:eastAsia="pl-PL"/>
              </w:rPr>
              <w:t>Lp.</w:t>
            </w:r>
          </w:p>
        </w:tc>
        <w:tc>
          <w:tcPr>
            <w:tcW w:w="2492" w:type="dxa"/>
            <w:shd w:val="clear" w:color="auto" w:fill="1A7466" w:themeFill="text2"/>
          </w:tcPr>
          <w:p w14:paraId="64FE01A7" w14:textId="77777777" w:rsidR="00B71AA7" w:rsidRPr="006454D6" w:rsidRDefault="00B71AA7" w:rsidP="00891F8E">
            <w:pPr>
              <w:spacing w:before="120" w:after="120" w:line="276" w:lineRule="auto"/>
              <w:ind w:right="422"/>
              <w:jc w:val="both"/>
              <w:rPr>
                <w:rFonts w:eastAsia="Times New Roman" w:cs="Calibri"/>
                <w:b/>
                <w:szCs w:val="18"/>
                <w:lang w:eastAsia="pl-PL"/>
              </w:rPr>
            </w:pPr>
            <w:r w:rsidRPr="006454D6">
              <w:rPr>
                <w:rFonts w:eastAsia="Times New Roman" w:cs="Calibri"/>
                <w:b/>
                <w:szCs w:val="18"/>
                <w:lang w:eastAsia="pl-PL"/>
              </w:rPr>
              <w:t>Nazwa i adres podwykonawcy (jeżeli są znani)</w:t>
            </w:r>
          </w:p>
        </w:tc>
        <w:tc>
          <w:tcPr>
            <w:tcW w:w="6312" w:type="dxa"/>
            <w:shd w:val="clear" w:color="auto" w:fill="1A7466" w:themeFill="text2"/>
          </w:tcPr>
          <w:p w14:paraId="722900D2" w14:textId="6A119D6C" w:rsidR="004C6E5D" w:rsidRDefault="00B71AA7" w:rsidP="00891F8E">
            <w:pPr>
              <w:spacing w:before="120" w:after="120" w:line="276" w:lineRule="auto"/>
              <w:ind w:right="422"/>
              <w:jc w:val="center"/>
              <w:rPr>
                <w:rFonts w:eastAsia="Times New Roman" w:cs="Calibri"/>
                <w:b/>
                <w:szCs w:val="18"/>
                <w:lang w:eastAsia="pl-PL"/>
              </w:rPr>
            </w:pPr>
            <w:r w:rsidRPr="006454D6">
              <w:rPr>
                <w:rFonts w:eastAsia="Times New Roman" w:cs="Calibri"/>
                <w:b/>
                <w:szCs w:val="18"/>
                <w:lang w:eastAsia="pl-PL"/>
              </w:rPr>
              <w:t>Zakres zamówienia,</w:t>
            </w:r>
          </w:p>
          <w:p w14:paraId="7F923DA7" w14:textId="0030FB65" w:rsidR="00B71AA7" w:rsidRPr="006454D6" w:rsidRDefault="00B71AA7" w:rsidP="00891F8E">
            <w:pPr>
              <w:spacing w:before="120" w:after="120" w:line="276" w:lineRule="auto"/>
              <w:ind w:right="422"/>
              <w:jc w:val="center"/>
              <w:rPr>
                <w:rFonts w:eastAsia="Times New Roman" w:cs="Calibri"/>
                <w:b/>
                <w:szCs w:val="18"/>
                <w:lang w:eastAsia="pl-PL"/>
              </w:rPr>
            </w:pPr>
            <w:r w:rsidRPr="006454D6">
              <w:rPr>
                <w:rFonts w:eastAsia="Times New Roman" w:cs="Calibri"/>
                <w:b/>
                <w:szCs w:val="18"/>
                <w:lang w:eastAsia="pl-PL"/>
              </w:rPr>
              <w:t>który zostanie powierzony podwykonawcy</w:t>
            </w:r>
          </w:p>
        </w:tc>
      </w:tr>
      <w:tr w:rsidR="00B71AA7" w:rsidRPr="00B71AA7" w14:paraId="3E12E42B" w14:textId="77777777" w:rsidTr="007F1989">
        <w:tc>
          <w:tcPr>
            <w:tcW w:w="547" w:type="dxa"/>
          </w:tcPr>
          <w:p w14:paraId="419AA5BA" w14:textId="77777777" w:rsidR="00B71AA7" w:rsidRPr="006454D6" w:rsidRDefault="00B71AA7" w:rsidP="00891F8E">
            <w:pPr>
              <w:spacing w:before="120" w:after="120" w:line="276" w:lineRule="auto"/>
              <w:ind w:left="1571" w:right="422" w:hanging="851"/>
              <w:jc w:val="both"/>
              <w:rPr>
                <w:rFonts w:eastAsia="Times New Roman" w:cs="Calibri"/>
                <w:szCs w:val="18"/>
                <w:lang w:eastAsia="pl-PL"/>
              </w:rPr>
            </w:pPr>
          </w:p>
        </w:tc>
        <w:tc>
          <w:tcPr>
            <w:tcW w:w="2492" w:type="dxa"/>
          </w:tcPr>
          <w:p w14:paraId="64D49F8B" w14:textId="77777777" w:rsidR="00B71AA7" w:rsidRPr="006454D6" w:rsidRDefault="00B71AA7" w:rsidP="00891F8E">
            <w:pPr>
              <w:spacing w:before="120" w:after="120" w:line="276" w:lineRule="auto"/>
              <w:ind w:left="1571" w:right="422" w:hanging="851"/>
              <w:jc w:val="both"/>
              <w:rPr>
                <w:rFonts w:eastAsia="Times New Roman" w:cs="Calibri"/>
                <w:szCs w:val="18"/>
                <w:lang w:eastAsia="pl-PL"/>
              </w:rPr>
            </w:pPr>
          </w:p>
        </w:tc>
        <w:tc>
          <w:tcPr>
            <w:tcW w:w="6312" w:type="dxa"/>
          </w:tcPr>
          <w:p w14:paraId="4BF98291" w14:textId="77777777" w:rsidR="00B71AA7" w:rsidRPr="006454D6" w:rsidRDefault="00B71AA7" w:rsidP="00891F8E">
            <w:pPr>
              <w:spacing w:before="120" w:after="120" w:line="276" w:lineRule="auto"/>
              <w:ind w:left="1571" w:right="422" w:hanging="851"/>
              <w:jc w:val="both"/>
              <w:rPr>
                <w:rFonts w:eastAsia="Times New Roman" w:cs="Calibri"/>
                <w:szCs w:val="18"/>
                <w:lang w:eastAsia="pl-PL"/>
              </w:rPr>
            </w:pPr>
          </w:p>
        </w:tc>
      </w:tr>
    </w:tbl>
    <w:p w14:paraId="75C82A3F" w14:textId="77777777" w:rsidR="00B71AA7" w:rsidRDefault="00B71AA7" w:rsidP="00891F8E">
      <w:pPr>
        <w:ind w:right="422"/>
        <w:jc w:val="both"/>
      </w:pPr>
    </w:p>
    <w:p w14:paraId="1B09B0EB" w14:textId="77777777" w:rsidR="00B71AA7" w:rsidRDefault="00B71AA7" w:rsidP="00891F8E">
      <w:pPr>
        <w:ind w:right="422"/>
        <w:jc w:val="both"/>
      </w:pPr>
    </w:p>
    <w:p w14:paraId="5DD4EEED" w14:textId="77777777" w:rsidR="00B71AA7" w:rsidRDefault="00B71AA7" w:rsidP="00891F8E">
      <w:pPr>
        <w:ind w:right="422"/>
        <w:jc w:val="both"/>
      </w:pPr>
    </w:p>
    <w:p w14:paraId="4CDEE5D8" w14:textId="77777777" w:rsidR="00B71AA7" w:rsidRDefault="00B71AA7" w:rsidP="00891F8E">
      <w:pPr>
        <w:ind w:right="422"/>
        <w:jc w:val="both"/>
      </w:pPr>
    </w:p>
    <w:p w14:paraId="1E2470F4" w14:textId="77777777" w:rsidR="00B71AA7" w:rsidRDefault="00B71AA7" w:rsidP="00891F8E">
      <w:pPr>
        <w:ind w:right="422"/>
        <w:jc w:val="both"/>
      </w:pPr>
    </w:p>
    <w:p w14:paraId="770E002D" w14:textId="77777777" w:rsidR="00B71AA7" w:rsidRDefault="00B71AA7" w:rsidP="00891F8E">
      <w:pPr>
        <w:ind w:right="422"/>
        <w:jc w:val="both"/>
      </w:pPr>
    </w:p>
    <w:p w14:paraId="6F29BFBF" w14:textId="77777777" w:rsidR="00DC2E4C" w:rsidRDefault="00DC2E4C" w:rsidP="00891F8E">
      <w:pPr>
        <w:ind w:right="422"/>
        <w:jc w:val="both"/>
      </w:pPr>
      <w:r>
        <w:tab/>
      </w:r>
      <w:r>
        <w:tab/>
      </w:r>
    </w:p>
    <w:p w14:paraId="2FADF6E7" w14:textId="7A057B77" w:rsidR="00063C0D" w:rsidRDefault="007F1989" w:rsidP="00920901">
      <w:pPr>
        <w:pStyle w:val="Styl1"/>
        <w:numPr>
          <w:ilvl w:val="0"/>
          <w:numId w:val="14"/>
        </w:numPr>
        <w:ind w:left="567" w:right="422" w:hanging="567"/>
      </w:pPr>
      <w:r>
        <w:t>P</w:t>
      </w:r>
      <w:r w:rsidR="001342C0">
        <w:t>rzedmiot Oferty</w:t>
      </w:r>
      <w:r w:rsidR="00DC2E4C">
        <w:t xml:space="preserve"> jest zgodny z opisem Przedmiotu Zamówienia.</w:t>
      </w:r>
    </w:p>
    <w:p w14:paraId="3FE5C0C7" w14:textId="452F9E59" w:rsidR="00063C0D" w:rsidRDefault="007F1989" w:rsidP="00920901">
      <w:pPr>
        <w:pStyle w:val="Styl1"/>
        <w:numPr>
          <w:ilvl w:val="0"/>
          <w:numId w:val="14"/>
        </w:numPr>
        <w:ind w:left="567" w:right="422" w:hanging="567"/>
        <w:jc w:val="both"/>
      </w:pPr>
      <w:r>
        <w:t>A</w:t>
      </w:r>
      <w:r w:rsidR="00DC2E4C">
        <w:t xml:space="preserve">kceptujemy termin realizacji Zamówienia wskazany przez Zamawiającego w SWZ, wraz z terminami cząstkowymi (pośrednimi). </w:t>
      </w:r>
    </w:p>
    <w:p w14:paraId="6C21695B" w14:textId="789463D0" w:rsidR="00063C0D" w:rsidRDefault="00DC2E4C" w:rsidP="00920901">
      <w:pPr>
        <w:pStyle w:val="Styl1"/>
        <w:numPr>
          <w:ilvl w:val="0"/>
          <w:numId w:val="14"/>
        </w:numPr>
        <w:ind w:left="567" w:right="422" w:hanging="567"/>
      </w:pPr>
      <w:r>
        <w:t>Uważamy się za związanych niniejszą Ofertą na czas wskazany w SWZ, tj. przez okres 90 dni</w:t>
      </w:r>
      <w:r w:rsidR="00263EEA">
        <w:t xml:space="preserve"> </w:t>
      </w:r>
      <w:r>
        <w:t>od upływu terminu składania Ofert.</w:t>
      </w:r>
    </w:p>
    <w:p w14:paraId="58D3CACF" w14:textId="16BD55E1" w:rsidR="00DC2E4C" w:rsidRDefault="00B71AA7" w:rsidP="00920901">
      <w:pPr>
        <w:pStyle w:val="Styl1"/>
        <w:numPr>
          <w:ilvl w:val="0"/>
          <w:numId w:val="14"/>
        </w:numPr>
        <w:ind w:left="567" w:right="422" w:hanging="567"/>
      </w:pPr>
      <w:r>
        <w:t>Informujemy, że</w:t>
      </w:r>
      <w:r w:rsidR="00DC2E4C">
        <w:t>:</w:t>
      </w:r>
      <w:r w:rsidR="00263EEA">
        <w:t xml:space="preserve"> </w:t>
      </w:r>
    </w:p>
    <w:p w14:paraId="50183FB0" w14:textId="44CE1AB3" w:rsidR="00DC2E4C" w:rsidRDefault="00DC2E4C" w:rsidP="00891F8E">
      <w:pPr>
        <w:spacing w:before="40" w:after="240"/>
        <w:ind w:left="1416" w:right="422" w:hanging="772"/>
        <w:jc w:val="both"/>
      </w:pPr>
      <w:r>
        <w:rPr>
          <w:rFonts w:ascii="Segoe UI Symbol" w:hAnsi="Segoe UI Symbol" w:cs="Segoe UI Symbol"/>
        </w:rPr>
        <w:t>☐</w:t>
      </w:r>
      <w:r w:rsidR="0008511F">
        <w:tab/>
      </w:r>
      <w:r w:rsidR="001342C0">
        <w:t>niniejsza Oferta</w:t>
      </w:r>
      <w:r>
        <w:t xml:space="preserve"> oraz wszelkie załączniki są jawne i nie zawierają informacji stanowiących tajemnicę przedsiębiorstwa</w:t>
      </w:r>
      <w:r w:rsidR="00957A26">
        <w:t>,</w:t>
      </w:r>
      <w:r>
        <w:t xml:space="preserve"> </w:t>
      </w:r>
    </w:p>
    <w:p w14:paraId="4D5030A2" w14:textId="77777777" w:rsidR="00DC2E4C" w:rsidRDefault="00DC2E4C" w:rsidP="00891F8E">
      <w:pPr>
        <w:spacing w:before="40" w:after="240"/>
        <w:ind w:left="1416" w:right="422" w:hanging="772"/>
        <w:jc w:val="both"/>
      </w:pPr>
      <w:r>
        <w:rPr>
          <w:rFonts w:ascii="Segoe UI Symbol" w:hAnsi="Segoe UI Symbol" w:cs="Segoe UI Symbol"/>
        </w:rPr>
        <w:t>☐</w:t>
      </w:r>
      <w:r>
        <w:tab/>
        <w:t>informacje stanowiące tajemnicę przedsiębiorstwa w rozumieniu przepisów ustawy o zwalczaniu nieuczciwej konkurencji - które jako takie nie mogą być udostępnianie innym uczestnikom Postępowania – zostały złożone w Sekcji Systemu Zakupowego GK PGE „Dokumenty” w katalogu „Dokument niejawny (tajemnica przedsiębiorstwa). Do Oferty załączamy uzasa</w:t>
      </w:r>
      <w:r w:rsidR="00B126A1">
        <w:t>dnienie zastrzeżenia informacji.</w:t>
      </w:r>
    </w:p>
    <w:p w14:paraId="3156AD26" w14:textId="5306DE7F" w:rsidR="0035204E" w:rsidRDefault="0008511F" w:rsidP="00920901">
      <w:pPr>
        <w:pStyle w:val="Styl1"/>
        <w:numPr>
          <w:ilvl w:val="0"/>
          <w:numId w:val="14"/>
        </w:numPr>
        <w:ind w:left="567" w:right="422" w:hanging="567"/>
        <w:jc w:val="both"/>
      </w:pPr>
      <w:r>
        <w:t>P</w:t>
      </w:r>
      <w:r w:rsidR="00DC2E4C">
        <w:t>rzedstawione w Ofe</w:t>
      </w:r>
      <w:r w:rsidR="001342C0">
        <w:t>rcie</w:t>
      </w:r>
      <w:r w:rsidR="00DC2E4C">
        <w:t xml:space="preserve"> informacje o</w:t>
      </w:r>
      <w:r w:rsidR="001342C0">
        <w:t>raz załączone do Oferty</w:t>
      </w:r>
      <w:r w:rsidR="00DC2E4C">
        <w:t xml:space="preserve"> dokumenty oraz oświadczenia opisują stan faktyczny i prawny, aktualny na</w:t>
      </w:r>
      <w:r w:rsidR="001342C0">
        <w:t xml:space="preserve"> dzień składania Oferty</w:t>
      </w:r>
      <w:r w:rsidR="00DC2E4C">
        <w:t>.</w:t>
      </w:r>
    </w:p>
    <w:p w14:paraId="653D4938" w14:textId="77777777" w:rsidR="0035204E" w:rsidRDefault="00DC2E4C" w:rsidP="00920901">
      <w:pPr>
        <w:pStyle w:val="Styl1"/>
        <w:numPr>
          <w:ilvl w:val="0"/>
          <w:numId w:val="14"/>
        </w:numPr>
        <w:ind w:left="567" w:right="422" w:hanging="567"/>
        <w:jc w:val="both"/>
      </w:pPr>
      <w:r>
        <w:t>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7B2ECEF1" w14:textId="2B8988C8" w:rsidR="0035204E" w:rsidRPr="007F1989" w:rsidRDefault="00A3224A" w:rsidP="00920901">
      <w:pPr>
        <w:pStyle w:val="Styl1"/>
        <w:numPr>
          <w:ilvl w:val="0"/>
          <w:numId w:val="14"/>
        </w:numPr>
        <w:ind w:left="567" w:right="422" w:hanging="567"/>
        <w:jc w:val="both"/>
      </w:pPr>
      <w:r w:rsidRPr="00613350">
        <w:t xml:space="preserve">W przypadku, gdy realizacja przez nas Zamówienia </w:t>
      </w:r>
      <w:r w:rsidR="003B6F88">
        <w:t xml:space="preserve">będzie wymagała </w:t>
      </w:r>
      <w:r w:rsidR="00DC2E4C" w:rsidRPr="007F1989">
        <w:t>powierzenia przez PGE 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4DC5FF71" w14:textId="77777777" w:rsidR="0035204E" w:rsidRPr="007F1989" w:rsidRDefault="00DC2E4C" w:rsidP="00920901">
      <w:pPr>
        <w:pStyle w:val="Styl1"/>
        <w:numPr>
          <w:ilvl w:val="0"/>
          <w:numId w:val="14"/>
        </w:numPr>
        <w:ind w:left="567" w:right="422" w:hanging="567"/>
        <w:jc w:val="both"/>
      </w:pPr>
      <w:r w:rsidRPr="007F1989">
        <w:t>Znane są nam wszelkie obowiązki wynikające z obowiązujących przepisów o ochronie danych osobowych i przepisów RODO mających zastosowanie, które zobowiązany jest wykonywać podmiot przetwarzający dane osobowe na zlecenie administratora danych.</w:t>
      </w:r>
    </w:p>
    <w:p w14:paraId="3FE570AF" w14:textId="68BE5EA5" w:rsidR="0035204E" w:rsidRPr="007F1989" w:rsidRDefault="00DC2E4C" w:rsidP="00920901">
      <w:pPr>
        <w:pStyle w:val="Styl1"/>
        <w:numPr>
          <w:ilvl w:val="0"/>
          <w:numId w:val="14"/>
        </w:numPr>
        <w:ind w:left="567" w:right="422" w:hanging="567"/>
        <w:jc w:val="both"/>
      </w:pPr>
      <w:r w:rsidRPr="007F1989">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w:t>
      </w:r>
      <w:r w:rsidR="00263EEA">
        <w:t>liśmy</w:t>
      </w:r>
      <w:r w:rsidRPr="007F1989">
        <w:t xml:space="preserve"> w celu ubiegania się o udzielenie zamówienia w niniejszym Postępowaniu. (UWAGA: 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r w:rsidR="0035204E" w:rsidRPr="007F1989">
        <w:t>.</w:t>
      </w:r>
    </w:p>
    <w:p w14:paraId="6020D339" w14:textId="34DEEB80" w:rsidR="0035204E" w:rsidRPr="007F1989" w:rsidRDefault="00DC2E4C" w:rsidP="00920901">
      <w:pPr>
        <w:pStyle w:val="Styl1"/>
        <w:numPr>
          <w:ilvl w:val="0"/>
          <w:numId w:val="14"/>
        </w:numPr>
        <w:ind w:left="567" w:right="422" w:hanging="567"/>
        <w:jc w:val="both"/>
      </w:pPr>
      <w:r w:rsidRPr="007F1989">
        <w:t xml:space="preserve">Przekazywane przez nas dane osobowe mogą być wykorzystane wyłącznie w celach związanych z prowadzonym Postępowaniem niepublicznym nr </w:t>
      </w:r>
      <w:r w:rsidR="00226D79">
        <w:t>POST/BAL/CEO/DZA/</w:t>
      </w:r>
      <w:r w:rsidR="00195F6B">
        <w:t>000</w:t>
      </w:r>
      <w:r w:rsidR="00210642">
        <w:t>21</w:t>
      </w:r>
      <w:r w:rsidR="00226D79">
        <w:t>/2025.</w:t>
      </w:r>
    </w:p>
    <w:p w14:paraId="66540FE4" w14:textId="6FEB769C" w:rsidR="00DC2E4C" w:rsidRDefault="001342C0" w:rsidP="00920901">
      <w:pPr>
        <w:pStyle w:val="Styl1"/>
        <w:numPr>
          <w:ilvl w:val="0"/>
          <w:numId w:val="14"/>
        </w:numPr>
        <w:ind w:left="567" w:right="422" w:hanging="567"/>
        <w:jc w:val="both"/>
      </w:pPr>
      <w:r>
        <w:t>Załącznikami do Oferty</w:t>
      </w:r>
      <w:r w:rsidR="00DC2E4C">
        <w:t xml:space="preserve"> są (prosimy wymienić wszystkie załączniki):</w:t>
      </w:r>
    </w:p>
    <w:p w14:paraId="41F28408" w14:textId="77777777" w:rsidR="0035204E" w:rsidRDefault="00DC2E4C">
      <w:pPr>
        <w:pStyle w:val="Akapitzlist"/>
        <w:numPr>
          <w:ilvl w:val="0"/>
          <w:numId w:val="5"/>
        </w:numPr>
        <w:spacing w:before="40" w:after="240"/>
        <w:ind w:left="851" w:right="422"/>
        <w:contextualSpacing w:val="0"/>
        <w:jc w:val="both"/>
      </w:pPr>
      <w:r>
        <w:t>__________________________________________</w:t>
      </w:r>
    </w:p>
    <w:p w14:paraId="0FBFF775" w14:textId="77777777" w:rsidR="00DC2E4C" w:rsidRPr="00DC2E4C" w:rsidRDefault="00DC2E4C">
      <w:pPr>
        <w:pStyle w:val="Akapitzlist"/>
        <w:numPr>
          <w:ilvl w:val="0"/>
          <w:numId w:val="5"/>
        </w:numPr>
        <w:spacing w:before="40" w:after="240"/>
        <w:ind w:left="851" w:right="422"/>
        <w:contextualSpacing w:val="0"/>
      </w:pPr>
      <w:r>
        <w:t>__________________________________________</w:t>
      </w:r>
    </w:p>
    <w:p w14:paraId="52850118" w14:textId="77777777" w:rsidR="0035204E" w:rsidRDefault="0035204E" w:rsidP="00891F8E">
      <w:pPr>
        <w:ind w:right="422"/>
      </w:pPr>
    </w:p>
    <w:p w14:paraId="5387DB65" w14:textId="77777777" w:rsidR="0035204E" w:rsidRPr="004119DA" w:rsidRDefault="0035204E" w:rsidP="00891F8E">
      <w:pPr>
        <w:ind w:right="422"/>
      </w:pPr>
    </w:p>
    <w:p w14:paraId="1DF89E31" w14:textId="77777777" w:rsidR="0035204E" w:rsidRPr="0035204E" w:rsidRDefault="0035204E" w:rsidP="00891F8E">
      <w:pPr>
        <w:tabs>
          <w:tab w:val="left" w:pos="851"/>
        </w:tabs>
        <w:suppressAutoHyphens/>
        <w:spacing w:after="0" w:line="276" w:lineRule="auto"/>
        <w:ind w:left="5529" w:right="422" w:hanging="4820"/>
        <w:jc w:val="both"/>
        <w:rPr>
          <w:rFonts w:eastAsia="Times New Roman" w:cs="Calibri"/>
          <w:szCs w:val="18"/>
        </w:rPr>
      </w:pPr>
      <w:r w:rsidRPr="0035204E">
        <w:rPr>
          <w:rFonts w:eastAsia="Times New Roman" w:cs="Calibri"/>
          <w:szCs w:val="18"/>
        </w:rPr>
        <w:t xml:space="preserve">___________________, dn. ___________                                      </w:t>
      </w:r>
    </w:p>
    <w:p w14:paraId="65D971E0" w14:textId="77777777" w:rsidR="0035204E" w:rsidRPr="00735FA3" w:rsidRDefault="0035204E" w:rsidP="00891F8E">
      <w:pPr>
        <w:tabs>
          <w:tab w:val="left" w:pos="851"/>
        </w:tabs>
        <w:suppressAutoHyphens/>
        <w:spacing w:after="0"/>
        <w:ind w:left="5529" w:right="422"/>
        <w:jc w:val="both"/>
        <w:rPr>
          <w:rFonts w:eastAsia="Times New Roman" w:cs="Calibri"/>
          <w:i/>
          <w:sz w:val="14"/>
          <w:szCs w:val="14"/>
        </w:rPr>
      </w:pPr>
      <w:r w:rsidRPr="00735FA3">
        <w:rPr>
          <w:rFonts w:eastAsia="Times New Roman" w:cs="Calibri"/>
          <w:i/>
          <w:sz w:val="14"/>
          <w:szCs w:val="14"/>
        </w:rPr>
        <w:t xml:space="preserve">Podpis(-y) osoby(-ób) uprawnionej(-ych) do składania oświadczeń woli w imieniu Wykonawcy </w:t>
      </w:r>
    </w:p>
    <w:p w14:paraId="61F2816E" w14:textId="77777777" w:rsidR="008576C2" w:rsidRDefault="008576C2" w:rsidP="00891F8E">
      <w:pPr>
        <w:pStyle w:val="Akapitzlist"/>
        <w:ind w:right="422"/>
      </w:pPr>
    </w:p>
    <w:p w14:paraId="64B10564" w14:textId="77777777" w:rsidR="00554AE1" w:rsidRDefault="00554AE1" w:rsidP="00891F8E">
      <w:pPr>
        <w:ind w:right="422"/>
        <w:jc w:val="right"/>
        <w:rPr>
          <w:rFonts w:eastAsia="Times New Roman" w:cs="Times New Roman"/>
          <w:b/>
          <w:szCs w:val="18"/>
        </w:rPr>
      </w:pPr>
    </w:p>
    <w:p w14:paraId="340C88FA" w14:textId="77777777" w:rsidR="00D66A8F" w:rsidRDefault="00D66A8F" w:rsidP="00891F8E">
      <w:pPr>
        <w:ind w:right="422"/>
        <w:jc w:val="right"/>
        <w:rPr>
          <w:rFonts w:eastAsia="Times New Roman" w:cs="Times New Roman"/>
          <w:b/>
          <w:szCs w:val="18"/>
        </w:rPr>
      </w:pPr>
    </w:p>
    <w:p w14:paraId="0A91BCD0" w14:textId="77777777" w:rsidR="00D66A8F" w:rsidRDefault="00D66A8F" w:rsidP="00891F8E">
      <w:pPr>
        <w:ind w:right="422"/>
        <w:jc w:val="right"/>
        <w:rPr>
          <w:rFonts w:eastAsia="Times New Roman" w:cs="Times New Roman"/>
          <w:b/>
          <w:szCs w:val="18"/>
        </w:rPr>
      </w:pPr>
    </w:p>
    <w:p w14:paraId="24037F4F" w14:textId="77777777" w:rsidR="00D66A8F" w:rsidRDefault="00D66A8F" w:rsidP="00891F8E">
      <w:pPr>
        <w:ind w:right="422"/>
        <w:jc w:val="right"/>
        <w:rPr>
          <w:rFonts w:eastAsia="Times New Roman" w:cs="Times New Roman"/>
          <w:b/>
          <w:szCs w:val="18"/>
        </w:rPr>
      </w:pPr>
    </w:p>
    <w:p w14:paraId="36908B47" w14:textId="77777777" w:rsidR="00D66A8F" w:rsidRDefault="00D66A8F" w:rsidP="00891F8E">
      <w:pPr>
        <w:ind w:right="422"/>
        <w:jc w:val="right"/>
        <w:rPr>
          <w:rFonts w:eastAsia="Times New Roman" w:cs="Times New Roman"/>
          <w:b/>
          <w:szCs w:val="18"/>
        </w:rPr>
      </w:pPr>
    </w:p>
    <w:p w14:paraId="2E35D41E" w14:textId="77777777" w:rsidR="00D66A8F" w:rsidRDefault="00D66A8F" w:rsidP="00891F8E">
      <w:pPr>
        <w:ind w:right="422"/>
        <w:jc w:val="right"/>
        <w:rPr>
          <w:rFonts w:eastAsia="Times New Roman" w:cs="Times New Roman"/>
          <w:b/>
          <w:szCs w:val="18"/>
        </w:rPr>
      </w:pPr>
    </w:p>
    <w:p w14:paraId="328A7026" w14:textId="77777777" w:rsidR="00D66A8F" w:rsidRDefault="00D66A8F" w:rsidP="00891F8E">
      <w:pPr>
        <w:ind w:right="422"/>
        <w:jc w:val="right"/>
        <w:rPr>
          <w:rFonts w:eastAsia="Times New Roman" w:cs="Times New Roman"/>
          <w:b/>
          <w:szCs w:val="18"/>
        </w:rPr>
      </w:pPr>
    </w:p>
    <w:p w14:paraId="2187A16A" w14:textId="77777777" w:rsidR="00D66A8F" w:rsidRDefault="00D66A8F" w:rsidP="00891F8E">
      <w:pPr>
        <w:ind w:right="422"/>
        <w:jc w:val="right"/>
        <w:rPr>
          <w:rFonts w:eastAsia="Times New Roman" w:cs="Times New Roman"/>
          <w:b/>
          <w:szCs w:val="18"/>
        </w:rPr>
      </w:pPr>
    </w:p>
    <w:p w14:paraId="484950FE" w14:textId="77777777" w:rsidR="00D66A8F" w:rsidRDefault="00D66A8F" w:rsidP="00891F8E">
      <w:pPr>
        <w:ind w:right="422"/>
        <w:jc w:val="right"/>
        <w:rPr>
          <w:rFonts w:eastAsia="Times New Roman" w:cs="Times New Roman"/>
          <w:b/>
          <w:szCs w:val="18"/>
        </w:rPr>
      </w:pPr>
    </w:p>
    <w:p w14:paraId="1DE8F0D4" w14:textId="77777777" w:rsidR="00D66A8F" w:rsidRDefault="00D66A8F" w:rsidP="00891F8E">
      <w:pPr>
        <w:ind w:right="422"/>
        <w:jc w:val="right"/>
        <w:rPr>
          <w:rFonts w:eastAsia="Times New Roman" w:cs="Times New Roman"/>
          <w:b/>
          <w:szCs w:val="18"/>
        </w:rPr>
      </w:pPr>
    </w:p>
    <w:p w14:paraId="1C3F5803" w14:textId="77777777" w:rsidR="00D66A8F" w:rsidRDefault="00D66A8F" w:rsidP="00891F8E">
      <w:pPr>
        <w:ind w:right="422"/>
        <w:jc w:val="right"/>
        <w:rPr>
          <w:rFonts w:eastAsia="Times New Roman" w:cs="Times New Roman"/>
          <w:b/>
          <w:szCs w:val="18"/>
        </w:rPr>
      </w:pPr>
    </w:p>
    <w:p w14:paraId="7F71CD9E" w14:textId="77777777" w:rsidR="00D66A8F" w:rsidRDefault="00D66A8F" w:rsidP="00891F8E">
      <w:pPr>
        <w:ind w:right="422"/>
        <w:jc w:val="right"/>
        <w:rPr>
          <w:rFonts w:eastAsia="Times New Roman" w:cs="Times New Roman"/>
          <w:b/>
          <w:szCs w:val="18"/>
        </w:rPr>
      </w:pPr>
    </w:p>
    <w:p w14:paraId="6DDB1617" w14:textId="77777777" w:rsidR="00D66A8F" w:rsidRDefault="00D66A8F" w:rsidP="00891F8E">
      <w:pPr>
        <w:ind w:right="422"/>
        <w:jc w:val="right"/>
        <w:rPr>
          <w:rFonts w:eastAsia="Times New Roman" w:cs="Times New Roman"/>
          <w:b/>
          <w:szCs w:val="18"/>
        </w:rPr>
      </w:pPr>
    </w:p>
    <w:p w14:paraId="49D16090" w14:textId="77777777" w:rsidR="00D66A8F" w:rsidRDefault="00D66A8F" w:rsidP="00891F8E">
      <w:pPr>
        <w:ind w:right="422"/>
        <w:jc w:val="right"/>
        <w:rPr>
          <w:rFonts w:eastAsia="Times New Roman" w:cs="Times New Roman"/>
          <w:b/>
          <w:szCs w:val="18"/>
        </w:rPr>
      </w:pPr>
    </w:p>
    <w:p w14:paraId="3C861BD5" w14:textId="77777777" w:rsidR="00D66A8F" w:rsidRDefault="00D66A8F" w:rsidP="00891F8E">
      <w:pPr>
        <w:ind w:right="422"/>
        <w:jc w:val="right"/>
        <w:rPr>
          <w:rFonts w:eastAsia="Times New Roman" w:cs="Times New Roman"/>
          <w:b/>
          <w:szCs w:val="18"/>
        </w:rPr>
      </w:pPr>
    </w:p>
    <w:p w14:paraId="49D9FC1D" w14:textId="77777777" w:rsidR="00D66A8F" w:rsidRDefault="00D66A8F" w:rsidP="00891F8E">
      <w:pPr>
        <w:ind w:right="422"/>
        <w:jc w:val="right"/>
        <w:rPr>
          <w:rFonts w:eastAsia="Times New Roman" w:cs="Times New Roman"/>
          <w:b/>
          <w:szCs w:val="18"/>
        </w:rPr>
      </w:pPr>
    </w:p>
    <w:p w14:paraId="6A8C567B" w14:textId="77777777" w:rsidR="00D66A8F" w:rsidRDefault="00D66A8F" w:rsidP="00891F8E">
      <w:pPr>
        <w:ind w:right="422"/>
        <w:jc w:val="right"/>
        <w:rPr>
          <w:rFonts w:eastAsia="Times New Roman" w:cs="Times New Roman"/>
          <w:b/>
          <w:szCs w:val="18"/>
        </w:rPr>
      </w:pPr>
    </w:p>
    <w:p w14:paraId="08F547AE" w14:textId="77777777" w:rsidR="00D66A8F" w:rsidRDefault="00D66A8F" w:rsidP="00891F8E">
      <w:pPr>
        <w:ind w:right="422"/>
        <w:jc w:val="right"/>
        <w:rPr>
          <w:rFonts w:eastAsia="Times New Roman" w:cs="Times New Roman"/>
          <w:b/>
          <w:szCs w:val="18"/>
        </w:rPr>
      </w:pPr>
    </w:p>
    <w:p w14:paraId="53474016" w14:textId="77777777" w:rsidR="00D66A8F" w:rsidRDefault="00D66A8F" w:rsidP="00891F8E">
      <w:pPr>
        <w:ind w:right="422"/>
        <w:jc w:val="right"/>
        <w:rPr>
          <w:rFonts w:eastAsia="Times New Roman" w:cs="Times New Roman"/>
          <w:b/>
          <w:szCs w:val="18"/>
        </w:rPr>
      </w:pPr>
    </w:p>
    <w:p w14:paraId="166283E5" w14:textId="77777777" w:rsidR="00D66A8F" w:rsidRDefault="00D66A8F" w:rsidP="00891F8E">
      <w:pPr>
        <w:ind w:right="422"/>
        <w:jc w:val="right"/>
        <w:rPr>
          <w:rFonts w:eastAsia="Times New Roman" w:cs="Times New Roman"/>
          <w:b/>
          <w:szCs w:val="18"/>
        </w:rPr>
      </w:pPr>
    </w:p>
    <w:p w14:paraId="5A322D9B" w14:textId="77777777" w:rsidR="00054E19" w:rsidRDefault="00054E19" w:rsidP="00891F8E">
      <w:pPr>
        <w:ind w:right="422"/>
        <w:jc w:val="right"/>
        <w:rPr>
          <w:rFonts w:eastAsia="Times New Roman" w:cs="Times New Roman"/>
          <w:b/>
          <w:szCs w:val="18"/>
        </w:rPr>
      </w:pPr>
    </w:p>
    <w:p w14:paraId="7E06F0C0" w14:textId="77777777" w:rsidR="00054E19" w:rsidRDefault="00054E19" w:rsidP="00891F8E">
      <w:pPr>
        <w:ind w:right="422"/>
        <w:jc w:val="right"/>
        <w:rPr>
          <w:rFonts w:eastAsia="Times New Roman" w:cs="Times New Roman"/>
          <w:b/>
          <w:szCs w:val="18"/>
        </w:rPr>
      </w:pPr>
    </w:p>
    <w:p w14:paraId="6CFF95C9" w14:textId="77777777" w:rsidR="00054E19" w:rsidRDefault="00054E19" w:rsidP="00891F8E">
      <w:pPr>
        <w:ind w:right="422"/>
        <w:jc w:val="right"/>
        <w:rPr>
          <w:rFonts w:eastAsia="Times New Roman" w:cs="Times New Roman"/>
          <w:b/>
          <w:szCs w:val="18"/>
        </w:rPr>
      </w:pPr>
    </w:p>
    <w:p w14:paraId="090F8753" w14:textId="77777777" w:rsidR="00054E19" w:rsidRDefault="00054E19" w:rsidP="00891F8E">
      <w:pPr>
        <w:ind w:right="422"/>
        <w:jc w:val="right"/>
        <w:rPr>
          <w:rFonts w:eastAsia="Times New Roman" w:cs="Times New Roman"/>
          <w:b/>
          <w:szCs w:val="18"/>
        </w:rPr>
      </w:pPr>
    </w:p>
    <w:p w14:paraId="4270C61E" w14:textId="77777777" w:rsidR="00054E19" w:rsidRDefault="00054E19" w:rsidP="00891F8E">
      <w:pPr>
        <w:ind w:right="422"/>
        <w:jc w:val="right"/>
        <w:rPr>
          <w:rFonts w:eastAsia="Times New Roman" w:cs="Times New Roman"/>
          <w:b/>
          <w:szCs w:val="18"/>
        </w:rPr>
      </w:pPr>
    </w:p>
    <w:p w14:paraId="65A77BF1" w14:textId="77777777" w:rsidR="00054E19" w:rsidRDefault="00054E19" w:rsidP="00891F8E">
      <w:pPr>
        <w:ind w:right="422"/>
        <w:jc w:val="right"/>
        <w:rPr>
          <w:rFonts w:eastAsia="Times New Roman" w:cs="Times New Roman"/>
          <w:b/>
          <w:szCs w:val="18"/>
        </w:rPr>
      </w:pPr>
    </w:p>
    <w:p w14:paraId="094D7FE7" w14:textId="77777777" w:rsidR="00054E19" w:rsidRDefault="00054E19" w:rsidP="00891F8E">
      <w:pPr>
        <w:ind w:right="422"/>
        <w:jc w:val="right"/>
        <w:rPr>
          <w:rFonts w:eastAsia="Times New Roman" w:cs="Times New Roman"/>
          <w:b/>
          <w:szCs w:val="18"/>
        </w:rPr>
      </w:pPr>
    </w:p>
    <w:p w14:paraId="00B4C2DE" w14:textId="77777777" w:rsidR="00D66A8F" w:rsidRDefault="00D66A8F" w:rsidP="00891F8E">
      <w:pPr>
        <w:ind w:right="422"/>
        <w:jc w:val="right"/>
        <w:rPr>
          <w:rFonts w:eastAsia="Times New Roman" w:cs="Times New Roman"/>
          <w:b/>
          <w:szCs w:val="18"/>
        </w:rPr>
      </w:pPr>
    </w:p>
    <w:p w14:paraId="0B0BDAB3" w14:textId="77777777" w:rsidR="00D66A8F" w:rsidRDefault="00D66A8F" w:rsidP="00891F8E">
      <w:pPr>
        <w:ind w:right="422"/>
        <w:jc w:val="right"/>
        <w:rPr>
          <w:rFonts w:eastAsia="Times New Roman" w:cs="Times New Roman"/>
          <w:b/>
          <w:szCs w:val="18"/>
        </w:rPr>
      </w:pPr>
    </w:p>
    <w:p w14:paraId="6AEEB3F5" w14:textId="77777777" w:rsidR="00D66A8F" w:rsidRDefault="00D66A8F" w:rsidP="00891F8E">
      <w:pPr>
        <w:ind w:right="422"/>
        <w:jc w:val="right"/>
        <w:rPr>
          <w:rFonts w:eastAsia="Times New Roman" w:cs="Times New Roman"/>
          <w:b/>
          <w:szCs w:val="18"/>
        </w:rPr>
      </w:pPr>
    </w:p>
    <w:p w14:paraId="279BBDE7" w14:textId="77777777" w:rsidR="00376551" w:rsidRDefault="00376551" w:rsidP="00891F8E">
      <w:pPr>
        <w:ind w:right="422"/>
        <w:rPr>
          <w:rFonts w:ascii="Verdana" w:eastAsia="Times New Roman" w:hAnsi="Verdana" w:cs="Times New Roman"/>
          <w:b/>
          <w:szCs w:val="18"/>
        </w:rPr>
      </w:pPr>
    </w:p>
    <w:p w14:paraId="4B2AB5C8" w14:textId="77777777" w:rsidR="00FA2ED6" w:rsidRDefault="00FA2ED6" w:rsidP="00891F8E">
      <w:pPr>
        <w:ind w:right="422"/>
        <w:rPr>
          <w:rFonts w:ascii="Verdana" w:eastAsia="Times New Roman" w:hAnsi="Verdana" w:cs="Times New Roman"/>
          <w:b/>
          <w:szCs w:val="18"/>
        </w:rPr>
      </w:pPr>
    </w:p>
    <w:p w14:paraId="40B1B59D" w14:textId="772EA8D6" w:rsidR="00735FA3" w:rsidRPr="002F4834" w:rsidRDefault="00735FA3" w:rsidP="00891F8E">
      <w:pPr>
        <w:ind w:right="422"/>
        <w:jc w:val="right"/>
        <w:rPr>
          <w:rFonts w:ascii="Calibri" w:eastAsia="Times New Roman" w:hAnsi="Calibri" w:cs="Times New Roman"/>
          <w:b/>
          <w:sz w:val="20"/>
          <w:szCs w:val="20"/>
        </w:rPr>
      </w:pPr>
      <w:r>
        <w:rPr>
          <w:rFonts w:ascii="Verdana" w:eastAsia="Times New Roman" w:hAnsi="Verdana" w:cs="Times New Roman"/>
          <w:b/>
          <w:szCs w:val="18"/>
        </w:rPr>
        <w:t>ZAŁĄCZNIK NR 3 DO SWZ</w:t>
      </w:r>
      <w:r w:rsidRPr="002F4834">
        <w:rPr>
          <w:rFonts w:ascii="Verdana" w:eastAsia="Times New Roman" w:hAnsi="Verdana" w:cs="Times New Roman"/>
          <w:b/>
          <w:szCs w:val="18"/>
        </w:rPr>
        <w:t xml:space="preserve"> – WYKAZ </w:t>
      </w:r>
      <w:r w:rsidR="00D66A8F">
        <w:rPr>
          <w:rFonts w:ascii="Verdana" w:eastAsia="Times New Roman" w:hAnsi="Verdana" w:cs="Times New Roman"/>
          <w:b/>
          <w:szCs w:val="18"/>
        </w:rPr>
        <w:t>USŁUG</w:t>
      </w:r>
      <w:r w:rsidRPr="002F4834">
        <w:rPr>
          <w:rFonts w:ascii="Verdana" w:eastAsia="Times New Roman" w:hAnsi="Verdana" w:cs="Times New Roman"/>
          <w:b/>
          <w:szCs w:val="18"/>
        </w:rPr>
        <w:t xml:space="preserve"> - WZÓR</w:t>
      </w:r>
    </w:p>
    <w:p w14:paraId="7C910F5D" w14:textId="77777777" w:rsidR="00735FA3" w:rsidRDefault="00735FA3" w:rsidP="00891F8E">
      <w:pPr>
        <w:ind w:right="422"/>
        <w:jc w:val="center"/>
        <w:rPr>
          <w:rFonts w:ascii="Trebuchet MS" w:eastAsia="Times New Roman" w:hAnsi="Trebuchet MS" w:cs="Arial"/>
          <w:b/>
          <w:color w:val="1A7466" w:themeColor="text2"/>
          <w:sz w:val="32"/>
          <w:szCs w:val="32"/>
        </w:rPr>
      </w:pPr>
    </w:p>
    <w:p w14:paraId="647B62C3" w14:textId="159F126C" w:rsidR="00735FA3" w:rsidRPr="002F4834" w:rsidRDefault="00735FA3" w:rsidP="002114C5">
      <w:pPr>
        <w:ind w:right="422"/>
        <w:jc w:val="center"/>
        <w:rPr>
          <w:rFonts w:ascii="Verdana" w:eastAsia="Times New Roman" w:hAnsi="Verdana" w:cs="Times New Roman"/>
          <w:b/>
          <w:szCs w:val="18"/>
        </w:rPr>
      </w:pPr>
      <w:r>
        <w:rPr>
          <w:rFonts w:ascii="Trebuchet MS" w:eastAsia="Times New Roman" w:hAnsi="Trebuchet MS" w:cs="Arial"/>
          <w:b/>
          <w:color w:val="1A7466" w:themeColor="text2"/>
          <w:sz w:val="32"/>
          <w:szCs w:val="32"/>
        </w:rPr>
        <w:t>WYKAZ</w:t>
      </w:r>
      <w:r w:rsidR="002114C5">
        <w:rPr>
          <w:rFonts w:ascii="Trebuchet MS" w:eastAsia="Times New Roman" w:hAnsi="Trebuchet MS" w:cs="Arial"/>
          <w:b/>
          <w:color w:val="1A7466" w:themeColor="text2"/>
          <w:sz w:val="32"/>
          <w:szCs w:val="32"/>
        </w:rPr>
        <w:t xml:space="preserve"> </w:t>
      </w:r>
      <w:r w:rsidRPr="002114C5">
        <w:rPr>
          <w:rFonts w:ascii="Trebuchet MS" w:eastAsia="Times New Roman" w:hAnsi="Trebuchet MS" w:cs="Arial"/>
          <w:b/>
          <w:color w:val="1A7466" w:themeColor="text2"/>
          <w:sz w:val="32"/>
          <w:szCs w:val="32"/>
        </w:rPr>
        <w:t xml:space="preserve">WYKONANYCH </w:t>
      </w:r>
      <w:r w:rsidR="00804A64">
        <w:rPr>
          <w:rFonts w:ascii="Trebuchet MS" w:eastAsia="Times New Roman" w:hAnsi="Trebuchet MS" w:cs="Arial"/>
          <w:b/>
          <w:color w:val="1A7466" w:themeColor="text2"/>
          <w:sz w:val="32"/>
          <w:szCs w:val="32"/>
        </w:rPr>
        <w:t>USŁUG</w:t>
      </w:r>
    </w:p>
    <w:p w14:paraId="537A93B1" w14:textId="77777777" w:rsidR="00735FA3" w:rsidRPr="002F4834" w:rsidRDefault="00735FA3" w:rsidP="00891F8E">
      <w:pPr>
        <w:ind w:right="422"/>
        <w:rPr>
          <w:rFonts w:ascii="Verdana" w:eastAsia="Times New Roman" w:hAnsi="Verdana" w:cs="Times New Roman"/>
          <w:b/>
          <w:szCs w:val="18"/>
        </w:rPr>
      </w:pPr>
    </w:p>
    <w:p w14:paraId="07927FAF" w14:textId="7C0C33D4" w:rsidR="00735FA3" w:rsidRPr="002F4834" w:rsidRDefault="00735FA3" w:rsidP="00226D79">
      <w:pPr>
        <w:ind w:right="422"/>
        <w:jc w:val="both"/>
        <w:rPr>
          <w:rFonts w:ascii="Verdana" w:eastAsia="Times New Roman" w:hAnsi="Verdana" w:cs="Times New Roman"/>
          <w:b/>
          <w:szCs w:val="18"/>
        </w:rPr>
      </w:pPr>
      <w:r w:rsidRPr="002F4834">
        <w:rPr>
          <w:rFonts w:ascii="Verdana" w:eastAsia="Times New Roman" w:hAnsi="Verdana" w:cs="Times New Roman"/>
          <w:szCs w:val="18"/>
        </w:rPr>
        <w:t xml:space="preserve">Składając </w:t>
      </w:r>
      <w:r w:rsidR="0097002C">
        <w:rPr>
          <w:rFonts w:ascii="Verdana" w:eastAsia="Times New Roman" w:hAnsi="Verdana" w:cs="Times New Roman"/>
          <w:szCs w:val="18"/>
        </w:rPr>
        <w:t>Ofertę</w:t>
      </w:r>
      <w:r>
        <w:rPr>
          <w:rFonts w:ascii="Verdana" w:eastAsia="Times New Roman" w:hAnsi="Verdana" w:cs="Times New Roman"/>
          <w:szCs w:val="18"/>
        </w:rPr>
        <w:t xml:space="preserve"> w </w:t>
      </w:r>
      <w:r w:rsidRPr="002F4834">
        <w:rPr>
          <w:rFonts w:ascii="Verdana" w:eastAsia="Times New Roman" w:hAnsi="Verdana" w:cs="Times New Roman"/>
          <w:szCs w:val="18"/>
        </w:rPr>
        <w:t xml:space="preserve">Postępowaniu </w:t>
      </w:r>
      <w:r>
        <w:rPr>
          <w:rFonts w:ascii="Verdana" w:eastAsia="Times New Roman" w:hAnsi="Verdana" w:cs="Times New Roman"/>
          <w:szCs w:val="18"/>
        </w:rPr>
        <w:t>zakupowym na</w:t>
      </w:r>
      <w:r w:rsidR="00143A9F" w:rsidRPr="00143A9F">
        <w:t xml:space="preserve"> </w:t>
      </w:r>
      <w:r w:rsidR="00210642" w:rsidRPr="00FA2ED6">
        <w:rPr>
          <w:b/>
          <w:bCs/>
        </w:rPr>
        <w:t>Świadczenie usług kurierskich dla PGE Baltica sp. z o.o.</w:t>
      </w:r>
      <w:r w:rsidR="00C2772B" w:rsidRPr="00C2772B">
        <w:rPr>
          <w:rFonts w:ascii="Verdana" w:eastAsia="Times New Roman" w:hAnsi="Verdana" w:cs="Times New Roman"/>
          <w:b/>
          <w:bCs/>
          <w:szCs w:val="18"/>
        </w:rPr>
        <w:t xml:space="preserve"> </w:t>
      </w:r>
      <w:r>
        <w:rPr>
          <w:rFonts w:ascii="Verdana" w:eastAsia="Times New Roman" w:hAnsi="Verdana" w:cs="Times New Roman"/>
          <w:szCs w:val="18"/>
        </w:rPr>
        <w:t xml:space="preserve">nr Postępowania: </w:t>
      </w:r>
      <w:r w:rsidR="00226D79" w:rsidRPr="00226D79">
        <w:rPr>
          <w:rFonts w:ascii="Verdana" w:eastAsia="Times New Roman" w:hAnsi="Verdana" w:cs="Times New Roman"/>
          <w:b/>
          <w:bCs/>
          <w:szCs w:val="18"/>
        </w:rPr>
        <w:t>POST/BAL/CEO/DZA/</w:t>
      </w:r>
      <w:r w:rsidR="00195F6B" w:rsidRPr="00226D79">
        <w:rPr>
          <w:rFonts w:ascii="Verdana" w:eastAsia="Times New Roman" w:hAnsi="Verdana" w:cs="Times New Roman"/>
          <w:b/>
          <w:bCs/>
          <w:szCs w:val="18"/>
        </w:rPr>
        <w:t>000</w:t>
      </w:r>
      <w:r w:rsidR="00210642">
        <w:rPr>
          <w:rFonts w:ascii="Verdana" w:eastAsia="Times New Roman" w:hAnsi="Verdana" w:cs="Times New Roman"/>
          <w:b/>
          <w:bCs/>
          <w:szCs w:val="18"/>
        </w:rPr>
        <w:t>21/</w:t>
      </w:r>
      <w:r w:rsidR="00226D79" w:rsidRPr="00226D79">
        <w:rPr>
          <w:rFonts w:ascii="Verdana" w:eastAsia="Times New Roman" w:hAnsi="Verdana" w:cs="Times New Roman"/>
          <w:b/>
          <w:bCs/>
          <w:szCs w:val="18"/>
        </w:rPr>
        <w:t>2025</w:t>
      </w:r>
      <w:r w:rsidR="002114C5">
        <w:rPr>
          <w:rFonts w:ascii="Verdana" w:eastAsia="Times New Roman" w:hAnsi="Verdana" w:cs="Times New Roman"/>
          <w:szCs w:val="18"/>
        </w:rPr>
        <w:t>, z</w:t>
      </w:r>
      <w:r>
        <w:rPr>
          <w:rFonts w:ascii="Verdana" w:eastAsia="Times New Roman" w:hAnsi="Verdana" w:cs="Times New Roman"/>
          <w:szCs w:val="18"/>
        </w:rPr>
        <w:t xml:space="preserve">godnie z pkt </w:t>
      </w:r>
      <w:r w:rsidR="002114C5">
        <w:rPr>
          <w:rFonts w:ascii="Verdana" w:eastAsia="Times New Roman" w:hAnsi="Verdana" w:cs="Times New Roman"/>
          <w:szCs w:val="18"/>
        </w:rPr>
        <w:t>5.</w:t>
      </w:r>
      <w:r w:rsidR="008E79AB">
        <w:rPr>
          <w:rFonts w:ascii="Verdana" w:eastAsia="Times New Roman" w:hAnsi="Verdana" w:cs="Times New Roman"/>
          <w:szCs w:val="18"/>
        </w:rPr>
        <w:t>2.5</w:t>
      </w:r>
      <w:r w:rsidR="002114C5">
        <w:rPr>
          <w:rFonts w:ascii="Verdana" w:eastAsia="Times New Roman" w:hAnsi="Verdana" w:cs="Times New Roman"/>
          <w:szCs w:val="18"/>
        </w:rPr>
        <w:t>.</w:t>
      </w:r>
      <w:r w:rsidRPr="00225CCB">
        <w:rPr>
          <w:rFonts w:ascii="Verdana" w:eastAsia="Times New Roman" w:hAnsi="Verdana" w:cs="Times New Roman"/>
          <w:szCs w:val="18"/>
        </w:rPr>
        <w:t xml:space="preserve"> SWZ, przedstawiamy wykaz doświadczenia – </w:t>
      </w:r>
      <w:r w:rsidR="00C2772B">
        <w:rPr>
          <w:rFonts w:ascii="Verdana" w:eastAsia="Times New Roman" w:hAnsi="Verdana" w:cs="Times New Roman"/>
          <w:iCs/>
          <w:szCs w:val="18"/>
        </w:rPr>
        <w:t>usług</w:t>
      </w:r>
      <w:r w:rsidRPr="00225CCB">
        <w:rPr>
          <w:rFonts w:ascii="Verdana" w:eastAsia="Times New Roman" w:hAnsi="Verdana" w:cs="Times New Roman"/>
          <w:szCs w:val="18"/>
        </w:rPr>
        <w:t xml:space="preserve"> należycie wykonanych lub wykonywanych przez Wyk</w:t>
      </w:r>
      <w:r>
        <w:rPr>
          <w:rFonts w:ascii="Verdana" w:eastAsia="Times New Roman" w:hAnsi="Verdana" w:cs="Times New Roman"/>
          <w:szCs w:val="18"/>
        </w:rPr>
        <w:t xml:space="preserve">onawcę, </w:t>
      </w:r>
      <w:r w:rsidRPr="00225CCB">
        <w:rPr>
          <w:rFonts w:ascii="Verdana" w:eastAsia="Times New Roman" w:hAnsi="Verdana" w:cs="Times New Roman"/>
          <w:szCs w:val="18"/>
        </w:rPr>
        <w:t>w celu potwierdzenia spełniania warunku udziału w postępowaniu</w:t>
      </w:r>
      <w:r>
        <w:rPr>
          <w:rFonts w:ascii="Verdana" w:eastAsia="Times New Roman" w:hAnsi="Verdana" w:cs="Times New Roman"/>
          <w:szCs w:val="18"/>
        </w:rPr>
        <w:t xml:space="preserve"> określonego w pkt</w:t>
      </w:r>
      <w:r w:rsidR="008E79AB">
        <w:rPr>
          <w:rFonts w:ascii="Verdana" w:eastAsia="Times New Roman" w:hAnsi="Verdana" w:cs="Times New Roman"/>
          <w:szCs w:val="18"/>
        </w:rPr>
        <w:t xml:space="preserve"> 5.1.3.1.</w:t>
      </w:r>
      <w:r w:rsidR="00210642">
        <w:rPr>
          <w:rFonts w:ascii="Verdana" w:eastAsia="Times New Roman" w:hAnsi="Verdana" w:cs="Times New Roman"/>
          <w:szCs w:val="18"/>
        </w:rPr>
        <w:t xml:space="preserve"> </w:t>
      </w:r>
      <w:r>
        <w:rPr>
          <w:rFonts w:ascii="Verdana" w:eastAsia="Times New Roman" w:hAnsi="Verdana" w:cs="Times New Roman"/>
          <w:szCs w:val="18"/>
        </w:rPr>
        <w:t>SWZ</w:t>
      </w:r>
      <w:r w:rsidRPr="00225CCB">
        <w:rPr>
          <w:rFonts w:ascii="Verdana" w:eastAsia="Times New Roman" w:hAnsi="Verdana" w:cs="Times New Roman"/>
          <w:szCs w:val="18"/>
        </w:rPr>
        <w:t>:</w:t>
      </w:r>
    </w:p>
    <w:tbl>
      <w:tblPr>
        <w:tblW w:w="10208"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2126"/>
        <w:gridCol w:w="1417"/>
        <w:gridCol w:w="1276"/>
        <w:gridCol w:w="1560"/>
        <w:gridCol w:w="1560"/>
        <w:gridCol w:w="1843"/>
      </w:tblGrid>
      <w:tr w:rsidR="00C2772B" w:rsidRPr="002F4834" w14:paraId="3EA82FC5" w14:textId="77777777" w:rsidTr="004F09BD">
        <w:trPr>
          <w:cantSplit/>
          <w:trHeight w:val="731"/>
          <w:tblHeader/>
        </w:trPr>
        <w:tc>
          <w:tcPr>
            <w:tcW w:w="426" w:type="dxa"/>
            <w:vMerge w:val="restart"/>
            <w:tcBorders>
              <w:top w:val="single" w:sz="4" w:space="0" w:color="auto"/>
              <w:left w:val="single" w:sz="4" w:space="0" w:color="auto"/>
            </w:tcBorders>
            <w:shd w:val="clear" w:color="auto" w:fill="1A7466" w:themeFill="text2"/>
            <w:vAlign w:val="center"/>
          </w:tcPr>
          <w:p w14:paraId="1A391A65" w14:textId="77777777" w:rsidR="00C2772B" w:rsidRPr="002F4834" w:rsidRDefault="00C2772B" w:rsidP="00891F8E">
            <w:pPr>
              <w:ind w:right="422"/>
              <w:jc w:val="center"/>
              <w:rPr>
                <w:rFonts w:ascii="Verdana" w:eastAsia="Times New Roman" w:hAnsi="Verdana" w:cs="Calibri"/>
                <w:i/>
                <w:sz w:val="14"/>
                <w:szCs w:val="14"/>
              </w:rPr>
            </w:pPr>
          </w:p>
          <w:p w14:paraId="1BB6428D" w14:textId="44319828" w:rsidR="00C2772B" w:rsidRPr="002F4834" w:rsidRDefault="00C2772B" w:rsidP="00A552DC">
            <w:pPr>
              <w:ind w:right="-107"/>
              <w:jc w:val="center"/>
              <w:rPr>
                <w:rFonts w:ascii="Verdana" w:eastAsia="Times New Roman" w:hAnsi="Verdana" w:cs="Calibri"/>
                <w:i/>
                <w:sz w:val="14"/>
                <w:szCs w:val="14"/>
              </w:rPr>
            </w:pPr>
            <w:r>
              <w:rPr>
                <w:rFonts w:ascii="Verdana" w:eastAsia="Times New Roman" w:hAnsi="Verdana" w:cs="Calibri"/>
                <w:i/>
                <w:sz w:val="14"/>
                <w:szCs w:val="14"/>
              </w:rPr>
              <w:t>L</w:t>
            </w:r>
            <w:r w:rsidRPr="002F4834">
              <w:rPr>
                <w:rFonts w:ascii="Verdana" w:eastAsia="Times New Roman" w:hAnsi="Verdana" w:cs="Calibri"/>
                <w:i/>
                <w:sz w:val="14"/>
                <w:szCs w:val="14"/>
              </w:rPr>
              <w:t>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3A23D4FE" w14:textId="77777777" w:rsidR="00C2772B" w:rsidRPr="002F4834" w:rsidRDefault="00C2772B" w:rsidP="00891F8E">
            <w:pPr>
              <w:ind w:right="422"/>
              <w:jc w:val="center"/>
              <w:rPr>
                <w:rFonts w:ascii="Verdana" w:eastAsia="Times New Roman" w:hAnsi="Verdana" w:cs="Calibri"/>
                <w:i/>
                <w:sz w:val="14"/>
                <w:szCs w:val="14"/>
              </w:rPr>
            </w:pPr>
          </w:p>
          <w:p w14:paraId="53198B64" w14:textId="77777777" w:rsidR="00E42018" w:rsidRDefault="00C2772B" w:rsidP="004F09BD">
            <w:pPr>
              <w:ind w:right="-104"/>
              <w:jc w:val="center"/>
              <w:rPr>
                <w:rFonts w:ascii="Verdana" w:eastAsia="Times New Roman" w:hAnsi="Verdana" w:cs="Calibri"/>
                <w:i/>
                <w:sz w:val="14"/>
                <w:szCs w:val="14"/>
              </w:rPr>
            </w:pPr>
            <w:r w:rsidRPr="002F4834">
              <w:rPr>
                <w:rFonts w:ascii="Verdana" w:eastAsia="Times New Roman" w:hAnsi="Verdana" w:cs="Calibri"/>
                <w:i/>
                <w:sz w:val="14"/>
                <w:szCs w:val="14"/>
              </w:rPr>
              <w:t>Przedmiot Zamówienia</w:t>
            </w:r>
          </w:p>
          <w:p w14:paraId="5133BD3B" w14:textId="13FA1048" w:rsidR="00C2772B" w:rsidRPr="002F4834" w:rsidRDefault="00E42018" w:rsidP="00E42018">
            <w:pPr>
              <w:ind w:right="-104"/>
              <w:jc w:val="center"/>
              <w:rPr>
                <w:rFonts w:ascii="Verdana" w:eastAsia="Times New Roman" w:hAnsi="Verdana" w:cs="Calibri"/>
                <w:i/>
                <w:sz w:val="14"/>
                <w:szCs w:val="14"/>
              </w:rPr>
            </w:pPr>
            <w:r w:rsidRPr="00E42018">
              <w:rPr>
                <w:rFonts w:ascii="Verdana" w:eastAsia="Times New Roman" w:hAnsi="Verdana" w:cs="Calibri"/>
                <w:i/>
                <w:sz w:val="14"/>
                <w:szCs w:val="14"/>
              </w:rPr>
              <w:t xml:space="preserve">(uwaga: z opisu musi wynikać, że przywołana </w:t>
            </w:r>
            <w:r>
              <w:rPr>
                <w:rFonts w:ascii="Verdana" w:eastAsia="Times New Roman" w:hAnsi="Verdana" w:cs="Calibri"/>
                <w:i/>
                <w:sz w:val="14"/>
                <w:szCs w:val="14"/>
              </w:rPr>
              <w:t>usługa</w:t>
            </w:r>
            <w:r w:rsidRPr="00E42018">
              <w:rPr>
                <w:rFonts w:ascii="Verdana" w:eastAsia="Times New Roman" w:hAnsi="Verdana" w:cs="Calibri"/>
                <w:i/>
                <w:sz w:val="14"/>
                <w:szCs w:val="14"/>
              </w:rPr>
              <w:t xml:space="preserve"> spełnia wszystkie wymagania określone w pkt 5.1.3.1</w:t>
            </w:r>
            <w:r w:rsidR="00736609">
              <w:rPr>
                <w:rFonts w:ascii="Verdana" w:eastAsia="Times New Roman" w:hAnsi="Verdana" w:cs="Calibri"/>
                <w:i/>
                <w:sz w:val="14"/>
                <w:szCs w:val="14"/>
              </w:rPr>
              <w:t xml:space="preserve"> </w:t>
            </w:r>
            <w:r w:rsidRPr="00E42018">
              <w:rPr>
                <w:rFonts w:ascii="Verdana" w:eastAsia="Times New Roman" w:hAnsi="Verdana" w:cs="Calibri"/>
                <w:i/>
                <w:sz w:val="14"/>
                <w:szCs w:val="14"/>
              </w:rPr>
              <w:t>SWZ)</w:t>
            </w:r>
            <w:r w:rsidR="00C2772B" w:rsidRPr="002F4834">
              <w:rPr>
                <w:rFonts w:ascii="Verdana" w:eastAsia="Times New Roman" w:hAnsi="Verdana" w:cs="Calibri"/>
                <w:i/>
                <w:sz w:val="14"/>
                <w:szCs w:val="14"/>
              </w:rPr>
              <w:t xml:space="preserve"> </w:t>
            </w:r>
          </w:p>
        </w:tc>
        <w:tc>
          <w:tcPr>
            <w:tcW w:w="2693" w:type="dxa"/>
            <w:gridSpan w:val="2"/>
            <w:tcBorders>
              <w:top w:val="single" w:sz="4" w:space="0" w:color="auto"/>
              <w:bottom w:val="single" w:sz="4" w:space="0" w:color="auto"/>
              <w:right w:val="single" w:sz="4" w:space="0" w:color="auto"/>
            </w:tcBorders>
            <w:shd w:val="clear" w:color="auto" w:fill="1A7466" w:themeFill="text2"/>
            <w:vAlign w:val="center"/>
          </w:tcPr>
          <w:p w14:paraId="2E85B8DD" w14:textId="44FCD842" w:rsidR="00C2772B" w:rsidRPr="002F4834" w:rsidRDefault="00C2772B" w:rsidP="00891F8E">
            <w:pPr>
              <w:ind w:right="422"/>
              <w:jc w:val="center"/>
              <w:rPr>
                <w:rFonts w:ascii="Verdana" w:eastAsia="Times New Roman" w:hAnsi="Verdana" w:cs="Calibri"/>
                <w:i/>
                <w:sz w:val="14"/>
                <w:szCs w:val="14"/>
              </w:rPr>
            </w:pPr>
            <w:r w:rsidRPr="002F4834">
              <w:rPr>
                <w:rFonts w:ascii="Verdana" w:eastAsia="Times New Roman" w:hAnsi="Verdana" w:cs="Calibri"/>
                <w:i/>
                <w:sz w:val="14"/>
                <w:szCs w:val="14"/>
              </w:rPr>
              <w:t xml:space="preserve">Termin  realizacji </w:t>
            </w:r>
            <w:r w:rsidR="00E42018">
              <w:rPr>
                <w:rFonts w:ascii="Verdana" w:eastAsia="Times New Roman" w:hAnsi="Verdana" w:cs="Calibri"/>
                <w:i/>
                <w:sz w:val="14"/>
                <w:szCs w:val="14"/>
              </w:rPr>
              <w:t>usługi</w:t>
            </w:r>
          </w:p>
        </w:tc>
        <w:tc>
          <w:tcPr>
            <w:tcW w:w="1560" w:type="dxa"/>
            <w:vMerge w:val="restart"/>
            <w:tcBorders>
              <w:top w:val="single" w:sz="4" w:space="0" w:color="auto"/>
              <w:right w:val="single" w:sz="4" w:space="0" w:color="auto"/>
            </w:tcBorders>
            <w:shd w:val="clear" w:color="auto" w:fill="1A7466" w:themeFill="text2"/>
          </w:tcPr>
          <w:p w14:paraId="26961AC6" w14:textId="77777777" w:rsidR="00C2772B" w:rsidRDefault="00C2772B" w:rsidP="00891F8E">
            <w:pPr>
              <w:ind w:right="422"/>
              <w:jc w:val="center"/>
              <w:rPr>
                <w:rFonts w:ascii="Verdana" w:eastAsia="Times New Roman" w:hAnsi="Verdana" w:cs="Calibri"/>
                <w:i/>
                <w:sz w:val="14"/>
                <w:szCs w:val="14"/>
              </w:rPr>
            </w:pPr>
          </w:p>
          <w:p w14:paraId="47FD6510" w14:textId="77777777" w:rsidR="00C2772B" w:rsidRDefault="00C2772B" w:rsidP="00891F8E">
            <w:pPr>
              <w:ind w:right="422"/>
              <w:jc w:val="center"/>
              <w:rPr>
                <w:rFonts w:ascii="Verdana" w:eastAsia="Times New Roman" w:hAnsi="Verdana" w:cs="Calibri"/>
                <w:i/>
                <w:sz w:val="14"/>
                <w:szCs w:val="14"/>
              </w:rPr>
            </w:pPr>
          </w:p>
          <w:p w14:paraId="46C7D2AD" w14:textId="3039254C" w:rsidR="00C2772B" w:rsidRDefault="00210642" w:rsidP="00C2772B">
            <w:pPr>
              <w:ind w:right="-108"/>
              <w:jc w:val="center"/>
              <w:rPr>
                <w:rFonts w:ascii="Verdana" w:eastAsia="Times New Roman" w:hAnsi="Verdana" w:cs="Calibri"/>
                <w:i/>
                <w:sz w:val="14"/>
                <w:szCs w:val="14"/>
              </w:rPr>
            </w:pPr>
            <w:r>
              <w:rPr>
                <w:rFonts w:ascii="Verdana" w:eastAsia="Times New Roman" w:hAnsi="Verdana" w:cs="Calibri"/>
                <w:i/>
                <w:sz w:val="14"/>
                <w:szCs w:val="14"/>
              </w:rPr>
              <w:t>Wartość Umowy</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1A7466" w:themeFill="text2"/>
          </w:tcPr>
          <w:p w14:paraId="558DDB47" w14:textId="0451877F" w:rsidR="00C2772B" w:rsidRDefault="00C2772B" w:rsidP="00C2772B">
            <w:pPr>
              <w:ind w:right="-107"/>
              <w:jc w:val="center"/>
              <w:rPr>
                <w:rFonts w:ascii="Verdana" w:eastAsia="Times New Roman" w:hAnsi="Verdana" w:cs="Calibri"/>
                <w:i/>
                <w:sz w:val="14"/>
                <w:szCs w:val="14"/>
              </w:rPr>
            </w:pPr>
          </w:p>
          <w:p w14:paraId="3F2B27E8" w14:textId="77777777" w:rsidR="00C2772B" w:rsidRDefault="00C2772B" w:rsidP="00C2772B">
            <w:pPr>
              <w:ind w:right="-107"/>
              <w:jc w:val="center"/>
              <w:rPr>
                <w:rFonts w:ascii="Verdana" w:eastAsia="Times New Roman" w:hAnsi="Verdana" w:cs="Calibri"/>
                <w:i/>
                <w:sz w:val="14"/>
                <w:szCs w:val="14"/>
              </w:rPr>
            </w:pPr>
          </w:p>
          <w:p w14:paraId="24D74D80" w14:textId="77777777" w:rsidR="00C2772B" w:rsidRDefault="00C2772B" w:rsidP="00C2772B">
            <w:pPr>
              <w:ind w:right="-107"/>
              <w:jc w:val="center"/>
              <w:rPr>
                <w:rFonts w:ascii="Verdana" w:eastAsia="Times New Roman" w:hAnsi="Verdana" w:cs="Calibri"/>
                <w:i/>
                <w:sz w:val="14"/>
                <w:szCs w:val="14"/>
              </w:rPr>
            </w:pPr>
            <w:r>
              <w:rPr>
                <w:rFonts w:ascii="Verdana" w:eastAsia="Times New Roman" w:hAnsi="Verdana" w:cs="Calibri"/>
                <w:i/>
                <w:sz w:val="14"/>
                <w:szCs w:val="14"/>
              </w:rPr>
              <w:t xml:space="preserve">Czy usługa została zakończona </w:t>
            </w:r>
          </w:p>
          <w:p w14:paraId="1A76CA3F" w14:textId="3DD9C718" w:rsidR="00C2772B" w:rsidRPr="002F4834" w:rsidRDefault="00C2772B" w:rsidP="00C2772B">
            <w:pPr>
              <w:ind w:right="-107"/>
              <w:jc w:val="center"/>
              <w:rPr>
                <w:rFonts w:ascii="Verdana" w:eastAsia="Times New Roman" w:hAnsi="Verdana" w:cs="Calibri"/>
                <w:i/>
                <w:sz w:val="14"/>
                <w:szCs w:val="14"/>
              </w:rPr>
            </w:pPr>
            <w:r>
              <w:rPr>
                <w:rFonts w:ascii="Verdana" w:eastAsia="Times New Roman" w:hAnsi="Verdana" w:cs="Calibri"/>
                <w:i/>
                <w:sz w:val="14"/>
                <w:szCs w:val="14"/>
              </w:rPr>
              <w:t>TAK/NIE</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5B11B4B3" w14:textId="076DCDA4" w:rsidR="00C2772B" w:rsidRPr="002F4834" w:rsidRDefault="00C2772B" w:rsidP="00891F8E">
            <w:pPr>
              <w:ind w:right="422"/>
              <w:jc w:val="center"/>
              <w:rPr>
                <w:rFonts w:ascii="Verdana" w:eastAsia="Times New Roman" w:hAnsi="Verdana" w:cs="Calibri"/>
                <w:i/>
                <w:sz w:val="14"/>
                <w:szCs w:val="14"/>
              </w:rPr>
            </w:pPr>
          </w:p>
          <w:p w14:paraId="514E1CA1" w14:textId="77777777" w:rsidR="00C2772B" w:rsidRPr="002F4834" w:rsidRDefault="00C2772B" w:rsidP="008E79AB">
            <w:pPr>
              <w:jc w:val="center"/>
              <w:rPr>
                <w:rFonts w:ascii="Verdana" w:eastAsia="Times New Roman" w:hAnsi="Verdana" w:cs="Calibri"/>
                <w:i/>
                <w:sz w:val="14"/>
                <w:szCs w:val="14"/>
                <w:lang w:eastAsia="pl-PL"/>
              </w:rPr>
            </w:pPr>
            <w:r w:rsidRPr="002F4834">
              <w:rPr>
                <w:rFonts w:ascii="Verdana" w:eastAsia="Times New Roman" w:hAnsi="Verdana" w:cs="Calibri"/>
                <w:i/>
                <w:sz w:val="14"/>
                <w:szCs w:val="14"/>
                <w:lang w:eastAsia="pl-PL"/>
              </w:rPr>
              <w:t>Nazwa Odbiorcy</w:t>
            </w:r>
          </w:p>
          <w:p w14:paraId="3CAD3204" w14:textId="77777777" w:rsidR="00C2772B" w:rsidRPr="002F4834" w:rsidRDefault="00C2772B" w:rsidP="008E79AB">
            <w:pPr>
              <w:jc w:val="center"/>
              <w:rPr>
                <w:rFonts w:ascii="Verdana" w:eastAsia="Times New Roman" w:hAnsi="Verdana" w:cs="Calibri"/>
                <w:i/>
                <w:sz w:val="14"/>
                <w:szCs w:val="14"/>
                <w:lang w:eastAsia="pl-PL"/>
              </w:rPr>
            </w:pPr>
            <w:r w:rsidRPr="002F4834">
              <w:rPr>
                <w:rFonts w:ascii="Verdana" w:eastAsia="Times New Roman" w:hAnsi="Verdana" w:cs="Calibri"/>
                <w:i/>
                <w:sz w:val="14"/>
                <w:szCs w:val="14"/>
                <w:lang w:eastAsia="pl-PL"/>
              </w:rPr>
              <w:t>(wraz z adresem i nr telefonu)</w:t>
            </w:r>
          </w:p>
        </w:tc>
      </w:tr>
      <w:tr w:rsidR="00C2772B" w:rsidRPr="002F4834" w14:paraId="7D8A332D" w14:textId="77777777" w:rsidTr="004F09BD">
        <w:trPr>
          <w:cantSplit/>
          <w:trHeight w:val="218"/>
          <w:tblHeader/>
        </w:trPr>
        <w:tc>
          <w:tcPr>
            <w:tcW w:w="426" w:type="dxa"/>
            <w:vMerge/>
            <w:tcBorders>
              <w:left w:val="single" w:sz="4" w:space="0" w:color="auto"/>
            </w:tcBorders>
            <w:vAlign w:val="center"/>
          </w:tcPr>
          <w:p w14:paraId="553D7ADF" w14:textId="77777777" w:rsidR="00C2772B" w:rsidRPr="002F4834" w:rsidRDefault="00C2772B" w:rsidP="00891F8E">
            <w:pPr>
              <w:ind w:right="422"/>
              <w:jc w:val="center"/>
              <w:rPr>
                <w:rFonts w:ascii="Verdana" w:eastAsia="Times New Roman" w:hAnsi="Verdana" w:cs="Calibri"/>
                <w:i/>
                <w:szCs w:val="18"/>
              </w:rPr>
            </w:pPr>
          </w:p>
        </w:tc>
        <w:tc>
          <w:tcPr>
            <w:tcW w:w="2126" w:type="dxa"/>
            <w:vMerge/>
            <w:tcBorders>
              <w:top w:val="nil"/>
              <w:right w:val="single" w:sz="4" w:space="0" w:color="auto"/>
            </w:tcBorders>
            <w:vAlign w:val="center"/>
          </w:tcPr>
          <w:p w14:paraId="329FA2D7" w14:textId="77777777" w:rsidR="00C2772B" w:rsidRPr="002F4834" w:rsidRDefault="00C2772B" w:rsidP="00891F8E">
            <w:pPr>
              <w:ind w:right="422"/>
              <w:jc w:val="center"/>
              <w:rPr>
                <w:rFonts w:ascii="Verdana" w:eastAsia="Times New Roman" w:hAnsi="Verdana" w:cs="Calibri"/>
                <w:i/>
                <w:szCs w:val="18"/>
              </w:rPr>
            </w:pPr>
          </w:p>
        </w:tc>
        <w:tc>
          <w:tcPr>
            <w:tcW w:w="1417" w:type="dxa"/>
            <w:tcBorders>
              <w:top w:val="nil"/>
            </w:tcBorders>
            <w:shd w:val="clear" w:color="auto" w:fill="1A7466" w:themeFill="text2"/>
            <w:vAlign w:val="center"/>
          </w:tcPr>
          <w:p w14:paraId="22291E8C" w14:textId="77777777" w:rsidR="00C2772B" w:rsidRPr="002F4834" w:rsidRDefault="00C2772B" w:rsidP="00891F8E">
            <w:pPr>
              <w:ind w:right="422"/>
              <w:jc w:val="center"/>
              <w:rPr>
                <w:rFonts w:ascii="Verdana" w:eastAsia="Times New Roman" w:hAnsi="Verdana" w:cs="Calibri"/>
                <w:i/>
                <w:sz w:val="14"/>
                <w:szCs w:val="14"/>
              </w:rPr>
            </w:pPr>
            <w:r w:rsidRPr="002F4834">
              <w:rPr>
                <w:rFonts w:ascii="Verdana" w:eastAsia="Times New Roman" w:hAnsi="Verdana" w:cs="Calibri"/>
                <w:i/>
                <w:sz w:val="14"/>
                <w:szCs w:val="14"/>
              </w:rPr>
              <w:t>Data</w:t>
            </w:r>
          </w:p>
          <w:p w14:paraId="66958E0D" w14:textId="0E204588" w:rsidR="00C2772B" w:rsidRDefault="00C2772B" w:rsidP="008E79AB">
            <w:pPr>
              <w:jc w:val="center"/>
              <w:rPr>
                <w:rFonts w:ascii="Verdana" w:eastAsia="Times New Roman" w:hAnsi="Verdana" w:cs="Calibri"/>
                <w:i/>
                <w:sz w:val="14"/>
                <w:szCs w:val="14"/>
              </w:rPr>
            </w:pPr>
            <w:r>
              <w:rPr>
                <w:rFonts w:ascii="Verdana" w:eastAsia="Times New Roman" w:hAnsi="Verdana" w:cs="Calibri"/>
                <w:i/>
                <w:sz w:val="14"/>
                <w:szCs w:val="14"/>
              </w:rPr>
              <w:t>R</w:t>
            </w:r>
            <w:r w:rsidRPr="002F4834">
              <w:rPr>
                <w:rFonts w:ascii="Verdana" w:eastAsia="Times New Roman" w:hAnsi="Verdana" w:cs="Calibri"/>
                <w:i/>
                <w:sz w:val="14"/>
                <w:szCs w:val="14"/>
              </w:rPr>
              <w:t>ozpoczęcia</w:t>
            </w:r>
          </w:p>
          <w:p w14:paraId="1E859E4E" w14:textId="420B5771" w:rsidR="00C2772B" w:rsidRPr="002F4834" w:rsidRDefault="00C2772B" w:rsidP="008E79AB">
            <w:pPr>
              <w:ind w:left="-109"/>
              <w:jc w:val="center"/>
              <w:rPr>
                <w:rFonts w:ascii="Verdana" w:eastAsia="Times New Roman" w:hAnsi="Verdana" w:cs="Calibri"/>
                <w:i/>
                <w:sz w:val="14"/>
                <w:szCs w:val="14"/>
              </w:rPr>
            </w:pPr>
            <w:r>
              <w:rPr>
                <w:rFonts w:ascii="Verdana" w:eastAsia="Times New Roman" w:hAnsi="Verdana" w:cs="Calibri"/>
                <w:i/>
                <w:sz w:val="14"/>
                <w:szCs w:val="14"/>
              </w:rPr>
              <w:t>(M/R)</w:t>
            </w:r>
          </w:p>
        </w:tc>
        <w:tc>
          <w:tcPr>
            <w:tcW w:w="1276" w:type="dxa"/>
            <w:tcBorders>
              <w:top w:val="nil"/>
              <w:right w:val="single" w:sz="4" w:space="0" w:color="auto"/>
            </w:tcBorders>
            <w:shd w:val="clear" w:color="auto" w:fill="1A7466" w:themeFill="text2"/>
            <w:vAlign w:val="center"/>
          </w:tcPr>
          <w:p w14:paraId="0716C7B8" w14:textId="77777777" w:rsidR="00C2772B" w:rsidRPr="002F4834" w:rsidRDefault="00C2772B" w:rsidP="00891F8E">
            <w:pPr>
              <w:ind w:right="422"/>
              <w:jc w:val="center"/>
              <w:rPr>
                <w:rFonts w:ascii="Verdana" w:eastAsia="Times New Roman" w:hAnsi="Verdana" w:cs="Calibri"/>
                <w:i/>
                <w:sz w:val="14"/>
                <w:szCs w:val="14"/>
              </w:rPr>
            </w:pPr>
            <w:r w:rsidRPr="002F4834">
              <w:rPr>
                <w:rFonts w:ascii="Verdana" w:eastAsia="Times New Roman" w:hAnsi="Verdana" w:cs="Calibri"/>
                <w:i/>
                <w:sz w:val="14"/>
                <w:szCs w:val="14"/>
              </w:rPr>
              <w:t>Data</w:t>
            </w:r>
          </w:p>
          <w:p w14:paraId="56A9B97B" w14:textId="7B166310" w:rsidR="00C2772B" w:rsidRDefault="00C2772B" w:rsidP="008E79AB">
            <w:pPr>
              <w:ind w:left="-101" w:right="-106"/>
              <w:jc w:val="center"/>
              <w:rPr>
                <w:rFonts w:ascii="Verdana" w:eastAsia="Times New Roman" w:hAnsi="Verdana" w:cs="Calibri"/>
                <w:i/>
                <w:sz w:val="14"/>
                <w:szCs w:val="14"/>
              </w:rPr>
            </w:pPr>
            <w:r w:rsidRPr="002F4834">
              <w:rPr>
                <w:rFonts w:ascii="Verdana" w:eastAsia="Times New Roman" w:hAnsi="Verdana" w:cs="Calibri"/>
                <w:i/>
                <w:sz w:val="14"/>
                <w:szCs w:val="14"/>
              </w:rPr>
              <w:t>Zakończenia</w:t>
            </w:r>
          </w:p>
          <w:p w14:paraId="0FF885DC" w14:textId="6A8CCDBE" w:rsidR="00C2772B" w:rsidRPr="002F4834" w:rsidRDefault="00C2772B" w:rsidP="008E79AB">
            <w:pPr>
              <w:ind w:left="-101" w:right="-106"/>
              <w:jc w:val="center"/>
              <w:rPr>
                <w:rFonts w:ascii="Verdana" w:eastAsia="Times New Roman" w:hAnsi="Verdana" w:cs="Calibri"/>
                <w:i/>
                <w:sz w:val="14"/>
                <w:szCs w:val="14"/>
              </w:rPr>
            </w:pPr>
            <w:r>
              <w:rPr>
                <w:rFonts w:ascii="Verdana" w:eastAsia="Times New Roman" w:hAnsi="Verdana" w:cs="Calibri"/>
                <w:i/>
                <w:sz w:val="14"/>
                <w:szCs w:val="14"/>
              </w:rPr>
              <w:t>(M/R)</w:t>
            </w:r>
          </w:p>
        </w:tc>
        <w:tc>
          <w:tcPr>
            <w:tcW w:w="1560" w:type="dxa"/>
            <w:vMerge/>
            <w:tcBorders>
              <w:right w:val="single" w:sz="4" w:space="0" w:color="auto"/>
            </w:tcBorders>
          </w:tcPr>
          <w:p w14:paraId="00BCFF8B" w14:textId="77777777" w:rsidR="00C2772B" w:rsidRPr="002F4834" w:rsidRDefault="00C2772B" w:rsidP="00891F8E">
            <w:pPr>
              <w:ind w:right="422"/>
              <w:jc w:val="center"/>
              <w:rPr>
                <w:rFonts w:ascii="Verdana" w:eastAsia="Times New Roman" w:hAnsi="Verdana" w:cs="Calibri"/>
                <w:i/>
                <w:szCs w:val="18"/>
              </w:rPr>
            </w:pPr>
          </w:p>
        </w:tc>
        <w:tc>
          <w:tcPr>
            <w:tcW w:w="1560" w:type="dxa"/>
            <w:vMerge/>
            <w:tcBorders>
              <w:top w:val="single" w:sz="4" w:space="0" w:color="auto"/>
              <w:left w:val="single" w:sz="4" w:space="0" w:color="auto"/>
              <w:bottom w:val="single" w:sz="4" w:space="0" w:color="auto"/>
              <w:right w:val="single" w:sz="4" w:space="0" w:color="auto"/>
            </w:tcBorders>
          </w:tcPr>
          <w:p w14:paraId="6EB5EEFE" w14:textId="7AEA11E2" w:rsidR="00C2772B" w:rsidRPr="002F4834" w:rsidRDefault="00C2772B" w:rsidP="00891F8E">
            <w:pPr>
              <w:ind w:right="422"/>
              <w:jc w:val="center"/>
              <w:rPr>
                <w:rFonts w:ascii="Verdana" w:eastAsia="Times New Roman" w:hAnsi="Verdana" w:cs="Calibri"/>
                <w:i/>
                <w:szCs w:val="18"/>
              </w:rPr>
            </w:pPr>
          </w:p>
        </w:tc>
        <w:tc>
          <w:tcPr>
            <w:tcW w:w="1843" w:type="dxa"/>
            <w:vMerge/>
            <w:tcBorders>
              <w:top w:val="single" w:sz="4" w:space="0" w:color="auto"/>
              <w:left w:val="single" w:sz="4" w:space="0" w:color="auto"/>
              <w:bottom w:val="single" w:sz="4" w:space="0" w:color="auto"/>
              <w:right w:val="single" w:sz="4" w:space="0" w:color="auto"/>
            </w:tcBorders>
          </w:tcPr>
          <w:p w14:paraId="4C33FC3F" w14:textId="5A39992B" w:rsidR="00C2772B" w:rsidRPr="002F4834" w:rsidRDefault="00C2772B" w:rsidP="00891F8E">
            <w:pPr>
              <w:ind w:right="422"/>
              <w:jc w:val="center"/>
              <w:rPr>
                <w:rFonts w:ascii="Verdana" w:eastAsia="Times New Roman" w:hAnsi="Verdana" w:cs="Calibri"/>
                <w:i/>
                <w:szCs w:val="18"/>
              </w:rPr>
            </w:pPr>
          </w:p>
        </w:tc>
      </w:tr>
      <w:tr w:rsidR="00C2772B" w:rsidRPr="002F4834" w14:paraId="7C7BD8A5" w14:textId="77777777" w:rsidTr="004F09BD">
        <w:trPr>
          <w:trHeight w:val="443"/>
        </w:trPr>
        <w:tc>
          <w:tcPr>
            <w:tcW w:w="426" w:type="dxa"/>
          </w:tcPr>
          <w:p w14:paraId="39DA3930" w14:textId="77777777" w:rsidR="00C2772B" w:rsidRPr="002F4834" w:rsidRDefault="00C2772B">
            <w:pPr>
              <w:numPr>
                <w:ilvl w:val="0"/>
                <w:numId w:val="10"/>
              </w:numPr>
              <w:tabs>
                <w:tab w:val="left" w:pos="376"/>
              </w:tabs>
              <w:autoSpaceDE w:val="0"/>
              <w:autoSpaceDN w:val="0"/>
              <w:spacing w:before="120" w:after="200" w:line="259" w:lineRule="auto"/>
              <w:ind w:right="422" w:hanging="614"/>
              <w:rPr>
                <w:rFonts w:ascii="Verdana" w:eastAsia="Times New Roman" w:hAnsi="Verdana" w:cs="Calibri"/>
                <w:szCs w:val="18"/>
              </w:rPr>
            </w:pPr>
          </w:p>
        </w:tc>
        <w:tc>
          <w:tcPr>
            <w:tcW w:w="2126" w:type="dxa"/>
            <w:tcBorders>
              <w:right w:val="single" w:sz="4" w:space="0" w:color="auto"/>
            </w:tcBorders>
          </w:tcPr>
          <w:p w14:paraId="03D0C4C7" w14:textId="77777777" w:rsidR="00C2772B" w:rsidRPr="002F4834" w:rsidRDefault="00C2772B" w:rsidP="00891F8E">
            <w:pPr>
              <w:spacing w:before="120"/>
              <w:ind w:right="422"/>
              <w:rPr>
                <w:rFonts w:ascii="Verdana" w:eastAsia="Times New Roman" w:hAnsi="Verdana" w:cs="Calibri"/>
                <w:szCs w:val="18"/>
              </w:rPr>
            </w:pPr>
          </w:p>
        </w:tc>
        <w:tc>
          <w:tcPr>
            <w:tcW w:w="1417" w:type="dxa"/>
            <w:tcBorders>
              <w:top w:val="nil"/>
              <w:bottom w:val="single" w:sz="4" w:space="0" w:color="auto"/>
            </w:tcBorders>
          </w:tcPr>
          <w:p w14:paraId="2329C110" w14:textId="77777777" w:rsidR="00C2772B" w:rsidRPr="002F4834" w:rsidRDefault="00C2772B" w:rsidP="00891F8E">
            <w:pPr>
              <w:spacing w:before="120"/>
              <w:ind w:right="422"/>
              <w:rPr>
                <w:rFonts w:ascii="Verdana" w:eastAsia="Times New Roman" w:hAnsi="Verdana" w:cs="Calibri"/>
                <w:szCs w:val="18"/>
              </w:rPr>
            </w:pPr>
          </w:p>
        </w:tc>
        <w:tc>
          <w:tcPr>
            <w:tcW w:w="1276" w:type="dxa"/>
            <w:tcBorders>
              <w:top w:val="nil"/>
              <w:bottom w:val="single" w:sz="4" w:space="0" w:color="auto"/>
              <w:right w:val="single" w:sz="4" w:space="0" w:color="auto"/>
            </w:tcBorders>
          </w:tcPr>
          <w:p w14:paraId="13E0413B" w14:textId="77777777" w:rsidR="00C2772B" w:rsidRPr="002F4834" w:rsidRDefault="00C2772B" w:rsidP="00891F8E">
            <w:pPr>
              <w:spacing w:before="120"/>
              <w:ind w:right="422"/>
              <w:rPr>
                <w:rFonts w:ascii="Verdana" w:eastAsia="Times New Roman" w:hAnsi="Verdana" w:cs="Calibri"/>
                <w:szCs w:val="18"/>
              </w:rPr>
            </w:pPr>
          </w:p>
        </w:tc>
        <w:tc>
          <w:tcPr>
            <w:tcW w:w="1560" w:type="dxa"/>
            <w:tcBorders>
              <w:top w:val="single" w:sz="4" w:space="0" w:color="auto"/>
              <w:bottom w:val="single" w:sz="4" w:space="0" w:color="auto"/>
            </w:tcBorders>
          </w:tcPr>
          <w:p w14:paraId="4FA3D206" w14:textId="77777777" w:rsidR="00C2772B" w:rsidRPr="002F4834" w:rsidRDefault="00C2772B" w:rsidP="00891F8E">
            <w:pPr>
              <w:spacing w:before="120"/>
              <w:ind w:right="422"/>
              <w:rPr>
                <w:rFonts w:ascii="Verdana" w:eastAsia="Times New Roman" w:hAnsi="Verdana" w:cs="Calibri"/>
                <w:szCs w:val="18"/>
              </w:rPr>
            </w:pPr>
          </w:p>
        </w:tc>
        <w:tc>
          <w:tcPr>
            <w:tcW w:w="1560" w:type="dxa"/>
            <w:tcBorders>
              <w:top w:val="single" w:sz="4" w:space="0" w:color="auto"/>
              <w:bottom w:val="single" w:sz="4" w:space="0" w:color="auto"/>
              <w:right w:val="single" w:sz="4" w:space="0" w:color="auto"/>
            </w:tcBorders>
          </w:tcPr>
          <w:p w14:paraId="60BF264F" w14:textId="6DA43576" w:rsidR="00C2772B" w:rsidRPr="002F4834" w:rsidRDefault="00C2772B" w:rsidP="00891F8E">
            <w:pPr>
              <w:spacing w:before="120"/>
              <w:ind w:right="422"/>
              <w:rPr>
                <w:rFonts w:ascii="Verdana" w:eastAsia="Times New Roman" w:hAnsi="Verdana" w:cs="Calibri"/>
                <w:szCs w:val="18"/>
              </w:rPr>
            </w:pPr>
          </w:p>
        </w:tc>
        <w:tc>
          <w:tcPr>
            <w:tcW w:w="1843" w:type="dxa"/>
            <w:tcBorders>
              <w:top w:val="single" w:sz="4" w:space="0" w:color="auto"/>
              <w:left w:val="single" w:sz="4" w:space="0" w:color="auto"/>
              <w:bottom w:val="single" w:sz="4" w:space="0" w:color="auto"/>
              <w:right w:val="single" w:sz="4" w:space="0" w:color="auto"/>
            </w:tcBorders>
          </w:tcPr>
          <w:p w14:paraId="1D3333AD" w14:textId="549E8773" w:rsidR="00C2772B" w:rsidRPr="002F4834" w:rsidRDefault="00C2772B" w:rsidP="00891F8E">
            <w:pPr>
              <w:spacing w:before="120"/>
              <w:ind w:right="422"/>
              <w:rPr>
                <w:rFonts w:ascii="Verdana" w:eastAsia="Times New Roman" w:hAnsi="Verdana" w:cs="Calibri"/>
                <w:szCs w:val="18"/>
              </w:rPr>
            </w:pPr>
          </w:p>
        </w:tc>
      </w:tr>
      <w:tr w:rsidR="00C2772B" w:rsidRPr="002F4834" w14:paraId="2C6B2A86" w14:textId="77777777" w:rsidTr="004F09BD">
        <w:trPr>
          <w:trHeight w:val="632"/>
        </w:trPr>
        <w:tc>
          <w:tcPr>
            <w:tcW w:w="426" w:type="dxa"/>
          </w:tcPr>
          <w:p w14:paraId="36333AFC" w14:textId="77777777" w:rsidR="00C2772B" w:rsidRPr="002F4834" w:rsidRDefault="00C2772B">
            <w:pPr>
              <w:numPr>
                <w:ilvl w:val="0"/>
                <w:numId w:val="10"/>
              </w:numPr>
              <w:tabs>
                <w:tab w:val="left" w:pos="376"/>
              </w:tabs>
              <w:autoSpaceDE w:val="0"/>
              <w:autoSpaceDN w:val="0"/>
              <w:spacing w:before="120" w:after="200" w:line="259" w:lineRule="auto"/>
              <w:ind w:right="422" w:hanging="614"/>
              <w:rPr>
                <w:rFonts w:ascii="Verdana" w:eastAsia="Times New Roman" w:hAnsi="Verdana" w:cs="Calibri"/>
                <w:szCs w:val="18"/>
              </w:rPr>
            </w:pPr>
          </w:p>
        </w:tc>
        <w:tc>
          <w:tcPr>
            <w:tcW w:w="2126" w:type="dxa"/>
            <w:tcBorders>
              <w:right w:val="single" w:sz="4" w:space="0" w:color="auto"/>
            </w:tcBorders>
          </w:tcPr>
          <w:p w14:paraId="666AB7ED" w14:textId="77777777" w:rsidR="00C2772B" w:rsidRPr="002F4834" w:rsidRDefault="00C2772B" w:rsidP="00891F8E">
            <w:pPr>
              <w:spacing w:before="120"/>
              <w:ind w:right="422"/>
              <w:rPr>
                <w:rFonts w:ascii="Verdana" w:eastAsia="Times New Roman" w:hAnsi="Verdana" w:cs="Calibri"/>
                <w:szCs w:val="18"/>
              </w:rPr>
            </w:pPr>
          </w:p>
        </w:tc>
        <w:tc>
          <w:tcPr>
            <w:tcW w:w="1417" w:type="dxa"/>
            <w:tcBorders>
              <w:top w:val="single" w:sz="4" w:space="0" w:color="auto"/>
              <w:bottom w:val="single" w:sz="4" w:space="0" w:color="auto"/>
            </w:tcBorders>
          </w:tcPr>
          <w:p w14:paraId="684C8023" w14:textId="77777777" w:rsidR="00C2772B" w:rsidRPr="002F4834" w:rsidRDefault="00C2772B" w:rsidP="00891F8E">
            <w:pPr>
              <w:spacing w:before="120"/>
              <w:ind w:right="422"/>
              <w:rPr>
                <w:rFonts w:ascii="Verdana" w:eastAsia="Times New Roman" w:hAnsi="Verdana" w:cs="Calibri"/>
                <w:szCs w:val="18"/>
              </w:rPr>
            </w:pPr>
          </w:p>
        </w:tc>
        <w:tc>
          <w:tcPr>
            <w:tcW w:w="1276" w:type="dxa"/>
            <w:tcBorders>
              <w:top w:val="single" w:sz="4" w:space="0" w:color="auto"/>
              <w:bottom w:val="single" w:sz="4" w:space="0" w:color="auto"/>
              <w:right w:val="single" w:sz="4" w:space="0" w:color="auto"/>
            </w:tcBorders>
          </w:tcPr>
          <w:p w14:paraId="59DCB7A6" w14:textId="77777777" w:rsidR="00C2772B" w:rsidRPr="002F4834" w:rsidRDefault="00C2772B" w:rsidP="00891F8E">
            <w:pPr>
              <w:spacing w:before="120"/>
              <w:ind w:right="422"/>
              <w:rPr>
                <w:rFonts w:ascii="Verdana" w:eastAsia="Times New Roman" w:hAnsi="Verdana" w:cs="Calibri"/>
                <w:szCs w:val="18"/>
              </w:rPr>
            </w:pPr>
          </w:p>
        </w:tc>
        <w:tc>
          <w:tcPr>
            <w:tcW w:w="1560" w:type="dxa"/>
            <w:tcBorders>
              <w:top w:val="single" w:sz="4" w:space="0" w:color="auto"/>
              <w:bottom w:val="single" w:sz="4" w:space="0" w:color="auto"/>
            </w:tcBorders>
          </w:tcPr>
          <w:p w14:paraId="22A622F0" w14:textId="77777777" w:rsidR="00C2772B" w:rsidRPr="002F4834" w:rsidRDefault="00C2772B" w:rsidP="00891F8E">
            <w:pPr>
              <w:spacing w:before="120"/>
              <w:ind w:right="422"/>
              <w:rPr>
                <w:rFonts w:ascii="Verdana" w:eastAsia="Times New Roman" w:hAnsi="Verdana" w:cs="Calibri"/>
                <w:szCs w:val="18"/>
              </w:rPr>
            </w:pPr>
          </w:p>
        </w:tc>
        <w:tc>
          <w:tcPr>
            <w:tcW w:w="1560" w:type="dxa"/>
            <w:tcBorders>
              <w:top w:val="single" w:sz="4" w:space="0" w:color="auto"/>
              <w:bottom w:val="single" w:sz="4" w:space="0" w:color="auto"/>
              <w:right w:val="single" w:sz="4" w:space="0" w:color="auto"/>
            </w:tcBorders>
          </w:tcPr>
          <w:p w14:paraId="0FC33E9F" w14:textId="5ABD139C" w:rsidR="00C2772B" w:rsidRPr="002F4834" w:rsidRDefault="00C2772B" w:rsidP="00891F8E">
            <w:pPr>
              <w:spacing w:before="120"/>
              <w:ind w:right="422"/>
              <w:rPr>
                <w:rFonts w:ascii="Verdana" w:eastAsia="Times New Roman" w:hAnsi="Verdana" w:cs="Calibri"/>
                <w:szCs w:val="18"/>
              </w:rPr>
            </w:pPr>
          </w:p>
        </w:tc>
        <w:tc>
          <w:tcPr>
            <w:tcW w:w="1843" w:type="dxa"/>
            <w:tcBorders>
              <w:top w:val="single" w:sz="4" w:space="0" w:color="auto"/>
              <w:left w:val="single" w:sz="4" w:space="0" w:color="auto"/>
              <w:bottom w:val="single" w:sz="4" w:space="0" w:color="auto"/>
              <w:right w:val="single" w:sz="4" w:space="0" w:color="auto"/>
            </w:tcBorders>
          </w:tcPr>
          <w:p w14:paraId="037E3B97" w14:textId="202D953E" w:rsidR="00C2772B" w:rsidRPr="002F4834" w:rsidRDefault="00C2772B" w:rsidP="00891F8E">
            <w:pPr>
              <w:spacing w:before="120"/>
              <w:ind w:right="422"/>
              <w:rPr>
                <w:rFonts w:ascii="Verdana" w:eastAsia="Times New Roman" w:hAnsi="Verdana" w:cs="Calibri"/>
                <w:szCs w:val="18"/>
              </w:rPr>
            </w:pPr>
          </w:p>
        </w:tc>
      </w:tr>
      <w:tr w:rsidR="00C2772B" w:rsidRPr="002F4834" w14:paraId="209DF053" w14:textId="77777777" w:rsidTr="004F09BD">
        <w:trPr>
          <w:trHeight w:val="443"/>
        </w:trPr>
        <w:tc>
          <w:tcPr>
            <w:tcW w:w="426" w:type="dxa"/>
          </w:tcPr>
          <w:p w14:paraId="264B1EC3" w14:textId="77777777" w:rsidR="00C2772B" w:rsidRPr="002F4834" w:rsidRDefault="00C2772B">
            <w:pPr>
              <w:numPr>
                <w:ilvl w:val="0"/>
                <w:numId w:val="10"/>
              </w:numPr>
              <w:tabs>
                <w:tab w:val="left" w:pos="376"/>
              </w:tabs>
              <w:autoSpaceDE w:val="0"/>
              <w:autoSpaceDN w:val="0"/>
              <w:spacing w:before="120" w:after="200" w:line="259" w:lineRule="auto"/>
              <w:ind w:right="422" w:hanging="614"/>
              <w:rPr>
                <w:rFonts w:ascii="Verdana" w:eastAsia="Times New Roman" w:hAnsi="Verdana" w:cs="Calibri"/>
                <w:szCs w:val="18"/>
              </w:rPr>
            </w:pPr>
          </w:p>
        </w:tc>
        <w:tc>
          <w:tcPr>
            <w:tcW w:w="2126" w:type="dxa"/>
            <w:tcBorders>
              <w:right w:val="single" w:sz="4" w:space="0" w:color="auto"/>
            </w:tcBorders>
          </w:tcPr>
          <w:p w14:paraId="2AE7EEA4" w14:textId="77777777" w:rsidR="00C2772B" w:rsidRPr="002F4834" w:rsidRDefault="00C2772B" w:rsidP="00891F8E">
            <w:pPr>
              <w:spacing w:before="120"/>
              <w:ind w:right="422"/>
              <w:rPr>
                <w:rFonts w:ascii="Verdana" w:eastAsia="Times New Roman" w:hAnsi="Verdana" w:cs="Calibri"/>
                <w:szCs w:val="18"/>
              </w:rPr>
            </w:pPr>
          </w:p>
        </w:tc>
        <w:tc>
          <w:tcPr>
            <w:tcW w:w="1417" w:type="dxa"/>
            <w:tcBorders>
              <w:top w:val="nil"/>
            </w:tcBorders>
          </w:tcPr>
          <w:p w14:paraId="7F85D623" w14:textId="77777777" w:rsidR="00C2772B" w:rsidRPr="002F4834" w:rsidRDefault="00C2772B" w:rsidP="00891F8E">
            <w:pPr>
              <w:spacing w:before="120"/>
              <w:ind w:right="422"/>
              <w:rPr>
                <w:rFonts w:ascii="Verdana" w:eastAsia="Times New Roman" w:hAnsi="Verdana" w:cs="Calibri"/>
                <w:szCs w:val="18"/>
              </w:rPr>
            </w:pPr>
          </w:p>
        </w:tc>
        <w:tc>
          <w:tcPr>
            <w:tcW w:w="1276" w:type="dxa"/>
            <w:tcBorders>
              <w:top w:val="nil"/>
              <w:right w:val="single" w:sz="4" w:space="0" w:color="auto"/>
            </w:tcBorders>
          </w:tcPr>
          <w:p w14:paraId="4C750BD4" w14:textId="77777777" w:rsidR="00C2772B" w:rsidRPr="002F4834" w:rsidRDefault="00C2772B" w:rsidP="00891F8E">
            <w:pPr>
              <w:spacing w:before="120"/>
              <w:ind w:right="422"/>
              <w:rPr>
                <w:rFonts w:ascii="Verdana" w:eastAsia="Times New Roman" w:hAnsi="Verdana" w:cs="Calibri"/>
                <w:szCs w:val="18"/>
              </w:rPr>
            </w:pPr>
          </w:p>
        </w:tc>
        <w:tc>
          <w:tcPr>
            <w:tcW w:w="1560" w:type="dxa"/>
            <w:tcBorders>
              <w:top w:val="single" w:sz="4" w:space="0" w:color="auto"/>
            </w:tcBorders>
          </w:tcPr>
          <w:p w14:paraId="6FF96FA6" w14:textId="77777777" w:rsidR="00C2772B" w:rsidRPr="002F4834" w:rsidRDefault="00C2772B" w:rsidP="00891F8E">
            <w:pPr>
              <w:spacing w:before="120"/>
              <w:ind w:right="422"/>
              <w:rPr>
                <w:rFonts w:ascii="Verdana" w:eastAsia="Times New Roman" w:hAnsi="Verdana" w:cs="Calibri"/>
                <w:szCs w:val="18"/>
              </w:rPr>
            </w:pPr>
          </w:p>
        </w:tc>
        <w:tc>
          <w:tcPr>
            <w:tcW w:w="1560" w:type="dxa"/>
            <w:tcBorders>
              <w:top w:val="single" w:sz="4" w:space="0" w:color="auto"/>
              <w:right w:val="single" w:sz="4" w:space="0" w:color="auto"/>
            </w:tcBorders>
          </w:tcPr>
          <w:p w14:paraId="2CFD71BC" w14:textId="5A970DCE" w:rsidR="00C2772B" w:rsidRPr="002F4834" w:rsidRDefault="00C2772B" w:rsidP="00891F8E">
            <w:pPr>
              <w:spacing w:before="120"/>
              <w:ind w:right="422"/>
              <w:rPr>
                <w:rFonts w:ascii="Verdana" w:eastAsia="Times New Roman" w:hAnsi="Verdana" w:cs="Calibri"/>
                <w:szCs w:val="18"/>
              </w:rPr>
            </w:pPr>
          </w:p>
        </w:tc>
        <w:tc>
          <w:tcPr>
            <w:tcW w:w="1843" w:type="dxa"/>
            <w:tcBorders>
              <w:top w:val="single" w:sz="4" w:space="0" w:color="auto"/>
              <w:left w:val="single" w:sz="4" w:space="0" w:color="auto"/>
              <w:bottom w:val="single" w:sz="4" w:space="0" w:color="auto"/>
              <w:right w:val="single" w:sz="4" w:space="0" w:color="auto"/>
            </w:tcBorders>
          </w:tcPr>
          <w:p w14:paraId="41539B75" w14:textId="50461E18" w:rsidR="00C2772B" w:rsidRPr="002F4834" w:rsidRDefault="00C2772B" w:rsidP="00891F8E">
            <w:pPr>
              <w:spacing w:before="120"/>
              <w:ind w:right="422"/>
              <w:rPr>
                <w:rFonts w:ascii="Verdana" w:eastAsia="Times New Roman" w:hAnsi="Verdana" w:cs="Calibri"/>
                <w:szCs w:val="18"/>
              </w:rPr>
            </w:pPr>
          </w:p>
        </w:tc>
      </w:tr>
    </w:tbl>
    <w:p w14:paraId="2212D793" w14:textId="77777777" w:rsidR="00735FA3" w:rsidRDefault="00735FA3" w:rsidP="00891F8E">
      <w:pPr>
        <w:tabs>
          <w:tab w:val="left" w:pos="7652"/>
        </w:tabs>
        <w:ind w:right="422"/>
        <w:jc w:val="both"/>
        <w:rPr>
          <w:rFonts w:ascii="Verdana" w:eastAsia="Verdana" w:hAnsi="Verdana" w:cs="Times New Roman"/>
        </w:rPr>
      </w:pPr>
    </w:p>
    <w:p w14:paraId="47E4ED68" w14:textId="77777777" w:rsidR="00735FA3" w:rsidRDefault="00735FA3" w:rsidP="00891F8E">
      <w:pPr>
        <w:ind w:right="422"/>
      </w:pPr>
    </w:p>
    <w:p w14:paraId="16E1F59C" w14:textId="4A698FE6" w:rsidR="008E79AB" w:rsidRDefault="008E79AB" w:rsidP="008E79AB">
      <w:pPr>
        <w:ind w:right="422"/>
      </w:pPr>
      <w:r>
        <w:t xml:space="preserve">Oświadczam/y, iż ww. </w:t>
      </w:r>
      <w:r w:rsidR="004F09BD">
        <w:t>usługi</w:t>
      </w:r>
      <w:r>
        <w:t xml:space="preserve"> zostały wykonane należycie.</w:t>
      </w:r>
    </w:p>
    <w:p w14:paraId="2BC77CA9" w14:textId="77777777" w:rsidR="008E79AB" w:rsidRDefault="008E79AB" w:rsidP="008E79AB">
      <w:pPr>
        <w:ind w:right="422"/>
      </w:pPr>
    </w:p>
    <w:p w14:paraId="4CB78581" w14:textId="329EFBF2" w:rsidR="008E79AB" w:rsidRPr="008E79AB" w:rsidRDefault="008E79AB" w:rsidP="008E79AB">
      <w:pPr>
        <w:ind w:right="422"/>
        <w:rPr>
          <w:i/>
          <w:iCs/>
          <w:sz w:val="16"/>
          <w:szCs w:val="20"/>
        </w:rPr>
      </w:pPr>
      <w:r w:rsidRPr="008E79AB">
        <w:rPr>
          <w:i/>
          <w:iCs/>
          <w:sz w:val="16"/>
          <w:szCs w:val="20"/>
        </w:rPr>
        <w:t>UWAGA:</w:t>
      </w:r>
    </w:p>
    <w:p w14:paraId="7A290C3B" w14:textId="77777777" w:rsidR="00143A9F" w:rsidRDefault="008E79AB" w:rsidP="00143A9F">
      <w:pPr>
        <w:ind w:right="422"/>
        <w:rPr>
          <w:i/>
          <w:iCs/>
          <w:sz w:val="16"/>
          <w:szCs w:val="20"/>
        </w:rPr>
      </w:pPr>
      <w:r w:rsidRPr="008E79AB">
        <w:rPr>
          <w:i/>
          <w:iCs/>
          <w:sz w:val="16"/>
          <w:szCs w:val="20"/>
        </w:rPr>
        <w:t>Tabela niniejsza może być zmodyfikowana tylko i wyłącznie poprzez dodanie kolejnych wierszy w zakresie liczby wykazywanych usług. W pozostałym zakresie zakazuje się modyfikacji tabeli.</w:t>
      </w:r>
    </w:p>
    <w:p w14:paraId="60EA384E" w14:textId="77777777" w:rsidR="00143A9F" w:rsidRPr="008E79AB" w:rsidRDefault="00143A9F" w:rsidP="008E79AB">
      <w:pPr>
        <w:ind w:right="422"/>
        <w:rPr>
          <w:i/>
          <w:iCs/>
          <w:sz w:val="16"/>
          <w:szCs w:val="20"/>
        </w:rPr>
      </w:pPr>
    </w:p>
    <w:p w14:paraId="74A47933" w14:textId="77777777" w:rsidR="00735FA3" w:rsidRDefault="00735FA3" w:rsidP="00891F8E">
      <w:pPr>
        <w:ind w:right="422"/>
      </w:pPr>
    </w:p>
    <w:p w14:paraId="64CA90A9" w14:textId="77777777" w:rsidR="00735FA3" w:rsidRDefault="00735FA3" w:rsidP="00891F8E">
      <w:pPr>
        <w:ind w:right="422"/>
      </w:pPr>
    </w:p>
    <w:p w14:paraId="4A1C9C67" w14:textId="77777777" w:rsidR="00735FA3" w:rsidRDefault="00735FA3" w:rsidP="00891F8E">
      <w:pPr>
        <w:ind w:right="422"/>
      </w:pPr>
    </w:p>
    <w:p w14:paraId="46A902AB" w14:textId="77777777" w:rsidR="00735FA3" w:rsidRPr="004119DA" w:rsidRDefault="00735FA3" w:rsidP="00891F8E">
      <w:pPr>
        <w:ind w:right="422"/>
      </w:pPr>
    </w:p>
    <w:p w14:paraId="5CD83F7F" w14:textId="77777777" w:rsidR="00735FA3" w:rsidRPr="0035204E" w:rsidRDefault="00735FA3" w:rsidP="00891F8E">
      <w:pPr>
        <w:tabs>
          <w:tab w:val="left" w:pos="851"/>
        </w:tabs>
        <w:suppressAutoHyphens/>
        <w:spacing w:after="0" w:line="276" w:lineRule="auto"/>
        <w:ind w:left="5529" w:right="422" w:hanging="4820"/>
        <w:jc w:val="both"/>
        <w:rPr>
          <w:rFonts w:eastAsia="Times New Roman" w:cs="Calibri"/>
          <w:szCs w:val="18"/>
        </w:rPr>
      </w:pPr>
      <w:r w:rsidRPr="0035204E">
        <w:rPr>
          <w:rFonts w:eastAsia="Times New Roman" w:cs="Calibri"/>
          <w:szCs w:val="18"/>
        </w:rPr>
        <w:t xml:space="preserve">___________________, dn. ___________                                      </w:t>
      </w:r>
    </w:p>
    <w:p w14:paraId="6F08E21F" w14:textId="77777777" w:rsidR="00735FA3" w:rsidRPr="00225CCB" w:rsidRDefault="00735FA3" w:rsidP="00891F8E">
      <w:pPr>
        <w:tabs>
          <w:tab w:val="left" w:pos="851"/>
        </w:tabs>
        <w:suppressAutoHyphens/>
        <w:spacing w:after="0"/>
        <w:ind w:left="5529" w:right="422"/>
        <w:jc w:val="both"/>
        <w:rPr>
          <w:rFonts w:eastAsia="Times New Roman" w:cs="Calibri"/>
          <w:i/>
          <w:sz w:val="14"/>
          <w:szCs w:val="14"/>
        </w:rPr>
      </w:pPr>
      <w:r w:rsidRPr="00225CCB">
        <w:rPr>
          <w:rFonts w:eastAsia="Times New Roman" w:cs="Calibri"/>
          <w:i/>
          <w:sz w:val="14"/>
          <w:szCs w:val="14"/>
        </w:rPr>
        <w:t xml:space="preserve">Podpis(-y) osoby(-ób) uprawnionej(-ych) do składania oświadczeń woli w imieniu Wykonawcy </w:t>
      </w:r>
    </w:p>
    <w:p w14:paraId="42D7AA2F" w14:textId="77777777" w:rsidR="00735FA3" w:rsidRDefault="00735FA3" w:rsidP="00891F8E">
      <w:pPr>
        <w:tabs>
          <w:tab w:val="left" w:pos="7652"/>
        </w:tabs>
        <w:ind w:right="422"/>
        <w:jc w:val="both"/>
        <w:rPr>
          <w:rFonts w:ascii="Verdana" w:eastAsia="Verdana" w:hAnsi="Verdana" w:cs="Times New Roman"/>
          <w:b/>
          <w:sz w:val="14"/>
          <w:szCs w:val="14"/>
        </w:rPr>
      </w:pPr>
    </w:p>
    <w:p w14:paraId="66A8AEB4" w14:textId="77777777" w:rsidR="00735FA3" w:rsidRDefault="00735FA3" w:rsidP="00891F8E">
      <w:pPr>
        <w:tabs>
          <w:tab w:val="left" w:pos="7652"/>
        </w:tabs>
        <w:ind w:right="422"/>
        <w:jc w:val="both"/>
        <w:rPr>
          <w:rFonts w:ascii="Verdana" w:eastAsia="Verdana" w:hAnsi="Verdana" w:cs="Times New Roman"/>
          <w:b/>
          <w:sz w:val="14"/>
          <w:szCs w:val="14"/>
        </w:rPr>
      </w:pPr>
    </w:p>
    <w:p w14:paraId="7043233A" w14:textId="77777777" w:rsidR="00735FA3" w:rsidRDefault="00735FA3" w:rsidP="00891F8E">
      <w:pPr>
        <w:tabs>
          <w:tab w:val="left" w:pos="7652"/>
        </w:tabs>
        <w:ind w:right="422"/>
        <w:jc w:val="both"/>
        <w:rPr>
          <w:rFonts w:ascii="Verdana" w:eastAsia="Verdana" w:hAnsi="Verdana" w:cs="Times New Roman"/>
          <w:b/>
          <w:sz w:val="14"/>
          <w:szCs w:val="14"/>
        </w:rPr>
      </w:pPr>
    </w:p>
    <w:p w14:paraId="5AAB613A" w14:textId="77777777" w:rsidR="00735FA3" w:rsidRDefault="00735FA3" w:rsidP="00891F8E">
      <w:pPr>
        <w:tabs>
          <w:tab w:val="left" w:pos="7652"/>
        </w:tabs>
        <w:ind w:right="422"/>
        <w:jc w:val="both"/>
        <w:rPr>
          <w:rFonts w:ascii="Verdana" w:eastAsia="Verdana" w:hAnsi="Verdana" w:cs="Times New Roman"/>
          <w:b/>
          <w:sz w:val="14"/>
          <w:szCs w:val="14"/>
        </w:rPr>
      </w:pPr>
    </w:p>
    <w:p w14:paraId="4C774D7C" w14:textId="77777777" w:rsidR="00E0045F" w:rsidRDefault="00E0045F" w:rsidP="00891F8E">
      <w:pPr>
        <w:tabs>
          <w:tab w:val="left" w:pos="7652"/>
        </w:tabs>
        <w:ind w:right="422"/>
        <w:jc w:val="both"/>
        <w:rPr>
          <w:rFonts w:ascii="Verdana" w:eastAsia="Verdana" w:hAnsi="Verdana" w:cs="Times New Roman"/>
          <w:b/>
          <w:sz w:val="14"/>
          <w:szCs w:val="14"/>
        </w:rPr>
      </w:pPr>
    </w:p>
    <w:p w14:paraId="357DB7DE" w14:textId="77777777" w:rsidR="00E0045F" w:rsidRPr="002F4834" w:rsidRDefault="00E0045F" w:rsidP="00891F8E">
      <w:pPr>
        <w:tabs>
          <w:tab w:val="left" w:pos="7652"/>
        </w:tabs>
        <w:ind w:right="422"/>
        <w:jc w:val="both"/>
        <w:rPr>
          <w:rFonts w:ascii="Verdana" w:eastAsia="Verdana" w:hAnsi="Verdana" w:cs="Times New Roman"/>
          <w:b/>
          <w:sz w:val="14"/>
          <w:szCs w:val="14"/>
        </w:rPr>
      </w:pPr>
    </w:p>
    <w:p w14:paraId="7BBDE354" w14:textId="77777777" w:rsidR="00735FA3" w:rsidRDefault="00735FA3" w:rsidP="00891F8E">
      <w:pPr>
        <w:tabs>
          <w:tab w:val="left" w:pos="7652"/>
        </w:tabs>
        <w:ind w:right="422"/>
        <w:jc w:val="both"/>
        <w:rPr>
          <w:rFonts w:ascii="Verdana" w:eastAsia="Verdana" w:hAnsi="Verdana" w:cs="Times New Roman"/>
          <w:b/>
          <w:sz w:val="14"/>
          <w:szCs w:val="14"/>
        </w:rPr>
      </w:pPr>
    </w:p>
    <w:p w14:paraId="3EC717FC" w14:textId="77777777" w:rsidR="00735FA3" w:rsidRDefault="00735FA3" w:rsidP="00891F8E">
      <w:pPr>
        <w:tabs>
          <w:tab w:val="left" w:pos="7652"/>
        </w:tabs>
        <w:ind w:right="422"/>
        <w:jc w:val="both"/>
        <w:rPr>
          <w:rFonts w:ascii="Verdana" w:eastAsia="Verdana" w:hAnsi="Verdana" w:cs="Times New Roman"/>
          <w:b/>
          <w:sz w:val="14"/>
          <w:szCs w:val="14"/>
        </w:rPr>
      </w:pPr>
    </w:p>
    <w:p w14:paraId="76EFEBCB" w14:textId="77777777" w:rsidR="00735FA3" w:rsidRDefault="00735FA3" w:rsidP="00891F8E">
      <w:pPr>
        <w:tabs>
          <w:tab w:val="left" w:pos="7652"/>
        </w:tabs>
        <w:ind w:right="422"/>
        <w:jc w:val="both"/>
        <w:rPr>
          <w:rFonts w:ascii="Verdana" w:eastAsia="Verdana" w:hAnsi="Verdana" w:cs="Times New Roman"/>
          <w:b/>
          <w:szCs w:val="18"/>
        </w:rPr>
      </w:pPr>
    </w:p>
    <w:p w14:paraId="52FE6170" w14:textId="77777777" w:rsidR="00210642" w:rsidRDefault="00210642" w:rsidP="00891F8E">
      <w:pPr>
        <w:tabs>
          <w:tab w:val="left" w:pos="7652"/>
        </w:tabs>
        <w:ind w:right="422"/>
        <w:jc w:val="both"/>
        <w:rPr>
          <w:rFonts w:ascii="Verdana" w:eastAsia="Verdana" w:hAnsi="Verdana" w:cs="Times New Roman"/>
          <w:b/>
          <w:szCs w:val="18"/>
        </w:rPr>
      </w:pPr>
    </w:p>
    <w:p w14:paraId="71AFA4DE" w14:textId="77777777" w:rsidR="00210642" w:rsidRDefault="00210642" w:rsidP="00891F8E">
      <w:pPr>
        <w:tabs>
          <w:tab w:val="left" w:pos="7652"/>
        </w:tabs>
        <w:ind w:right="422"/>
        <w:jc w:val="both"/>
        <w:rPr>
          <w:rFonts w:ascii="Verdana" w:eastAsia="Verdana" w:hAnsi="Verdana" w:cs="Times New Roman"/>
          <w:b/>
          <w:szCs w:val="18"/>
        </w:rPr>
      </w:pPr>
    </w:p>
    <w:p w14:paraId="287C0C3D" w14:textId="77777777" w:rsidR="00210642" w:rsidRDefault="00210642" w:rsidP="00891F8E">
      <w:pPr>
        <w:tabs>
          <w:tab w:val="left" w:pos="7652"/>
        </w:tabs>
        <w:ind w:right="422"/>
        <w:jc w:val="both"/>
        <w:rPr>
          <w:rFonts w:ascii="Verdana" w:eastAsia="Verdana" w:hAnsi="Verdana" w:cs="Times New Roman"/>
          <w:b/>
          <w:szCs w:val="18"/>
        </w:rPr>
      </w:pPr>
    </w:p>
    <w:p w14:paraId="1A94470C" w14:textId="77777777" w:rsidR="00210642" w:rsidRDefault="00210642" w:rsidP="00891F8E">
      <w:pPr>
        <w:tabs>
          <w:tab w:val="left" w:pos="7652"/>
        </w:tabs>
        <w:ind w:right="422"/>
        <w:jc w:val="both"/>
        <w:rPr>
          <w:rFonts w:ascii="Verdana" w:eastAsia="Verdana" w:hAnsi="Verdana" w:cs="Times New Roman"/>
          <w:b/>
          <w:szCs w:val="18"/>
        </w:rPr>
      </w:pPr>
    </w:p>
    <w:p w14:paraId="7D264EAE" w14:textId="77777777" w:rsidR="00E0045F" w:rsidRDefault="00E0045F" w:rsidP="0013454E">
      <w:pPr>
        <w:tabs>
          <w:tab w:val="left" w:pos="7652"/>
        </w:tabs>
        <w:ind w:right="422"/>
        <w:jc w:val="both"/>
        <w:rPr>
          <w:rFonts w:ascii="Verdana" w:eastAsia="Verdana" w:hAnsi="Verdana" w:cs="Times New Roman"/>
          <w:b/>
          <w:szCs w:val="18"/>
        </w:rPr>
      </w:pPr>
    </w:p>
    <w:p w14:paraId="5B4E5D34" w14:textId="77777777" w:rsidR="008E79AB" w:rsidRDefault="008E79AB" w:rsidP="00891F8E">
      <w:pPr>
        <w:tabs>
          <w:tab w:val="left" w:pos="7652"/>
        </w:tabs>
        <w:ind w:right="422"/>
        <w:rPr>
          <w:rFonts w:ascii="Verdana" w:eastAsia="Verdana" w:hAnsi="Verdana" w:cs="Times New Roman"/>
          <w:b/>
          <w:sz w:val="14"/>
          <w:szCs w:val="14"/>
        </w:rPr>
      </w:pPr>
    </w:p>
    <w:p w14:paraId="7BABB004" w14:textId="3E525DF9" w:rsidR="00735FA3" w:rsidRDefault="00735FA3" w:rsidP="008E79AB">
      <w:pPr>
        <w:tabs>
          <w:tab w:val="left" w:pos="7652"/>
        </w:tabs>
        <w:ind w:right="422"/>
        <w:jc w:val="right"/>
        <w:rPr>
          <w:sz w:val="14"/>
          <w:szCs w:val="14"/>
        </w:rPr>
      </w:pPr>
      <w:r>
        <w:rPr>
          <w:rFonts w:ascii="Verdana" w:eastAsia="Verdana" w:hAnsi="Verdana" w:cs="Times New Roman"/>
          <w:b/>
          <w:szCs w:val="18"/>
        </w:rPr>
        <w:t xml:space="preserve">ZAŁĄCZNIK NR </w:t>
      </w:r>
      <w:r w:rsidR="00210642">
        <w:rPr>
          <w:rFonts w:ascii="Verdana" w:eastAsia="Verdana" w:hAnsi="Verdana" w:cs="Times New Roman"/>
          <w:b/>
          <w:szCs w:val="18"/>
        </w:rPr>
        <w:t>4</w:t>
      </w:r>
      <w:r w:rsidR="00736609">
        <w:rPr>
          <w:rFonts w:ascii="Verdana" w:eastAsia="Verdana" w:hAnsi="Verdana" w:cs="Times New Roman"/>
          <w:b/>
          <w:szCs w:val="18"/>
        </w:rPr>
        <w:t xml:space="preserve"> </w:t>
      </w:r>
      <w:r>
        <w:rPr>
          <w:rFonts w:ascii="Verdana" w:eastAsia="Verdana" w:hAnsi="Verdana" w:cs="Times New Roman"/>
          <w:b/>
          <w:szCs w:val="18"/>
        </w:rPr>
        <w:t>DO SWZ</w:t>
      </w:r>
      <w:r w:rsidRPr="002F4834">
        <w:rPr>
          <w:rFonts w:ascii="Verdana" w:eastAsia="Verdana" w:hAnsi="Verdana" w:cs="Times New Roman"/>
          <w:b/>
          <w:szCs w:val="18"/>
        </w:rPr>
        <w:t xml:space="preserve"> –</w:t>
      </w:r>
      <w:r w:rsidR="008E79AB">
        <w:rPr>
          <w:rFonts w:ascii="Verdana" w:eastAsia="Verdana" w:hAnsi="Verdana" w:cs="Times New Roman"/>
          <w:b/>
          <w:szCs w:val="18"/>
        </w:rPr>
        <w:t xml:space="preserve"> </w:t>
      </w:r>
      <w:bookmarkStart w:id="0" w:name="_Hlk214280362"/>
      <w:r w:rsidR="008E79AB">
        <w:rPr>
          <w:rFonts w:ascii="Verdana" w:eastAsia="Verdana" w:hAnsi="Verdana" w:cs="Times New Roman"/>
          <w:b/>
          <w:szCs w:val="18"/>
        </w:rPr>
        <w:t>OŚWIADCZENIE O NIEZALEGANIU</w:t>
      </w:r>
    </w:p>
    <w:p w14:paraId="048C96D9" w14:textId="77777777" w:rsidR="00735FA3" w:rsidRDefault="00735FA3" w:rsidP="00891F8E">
      <w:pPr>
        <w:tabs>
          <w:tab w:val="left" w:pos="7652"/>
        </w:tabs>
        <w:ind w:right="422"/>
        <w:jc w:val="both"/>
        <w:rPr>
          <w:sz w:val="14"/>
          <w:szCs w:val="14"/>
        </w:rPr>
      </w:pPr>
    </w:p>
    <w:p w14:paraId="2083AD05" w14:textId="77777777" w:rsidR="00735FA3" w:rsidRDefault="00735FA3" w:rsidP="00891F8E">
      <w:pPr>
        <w:tabs>
          <w:tab w:val="left" w:pos="7652"/>
        </w:tabs>
        <w:ind w:right="422"/>
        <w:jc w:val="both"/>
        <w:rPr>
          <w:sz w:val="14"/>
          <w:szCs w:val="14"/>
        </w:rPr>
      </w:pPr>
    </w:p>
    <w:p w14:paraId="76915668" w14:textId="77777777" w:rsidR="00735FA3" w:rsidRDefault="00735FA3" w:rsidP="00891F8E">
      <w:pPr>
        <w:tabs>
          <w:tab w:val="left" w:pos="7652"/>
        </w:tabs>
        <w:ind w:right="422"/>
        <w:jc w:val="both"/>
        <w:rPr>
          <w:sz w:val="14"/>
          <w:szCs w:val="14"/>
        </w:rPr>
      </w:pPr>
    </w:p>
    <w:p w14:paraId="55F3DFDE" w14:textId="77777777" w:rsidR="008E79AB" w:rsidRPr="008E79AB" w:rsidRDefault="008E79AB" w:rsidP="008E79AB">
      <w:pPr>
        <w:tabs>
          <w:tab w:val="left" w:pos="7652"/>
        </w:tabs>
        <w:ind w:right="422"/>
        <w:jc w:val="center"/>
        <w:rPr>
          <w:b/>
          <w:bCs/>
        </w:rPr>
      </w:pPr>
      <w:r w:rsidRPr="008E79AB">
        <w:rPr>
          <w:b/>
          <w:bCs/>
        </w:rPr>
        <w:t>Oświadczenie o niezaleganiu z opłacaniem podatków i opłat</w:t>
      </w:r>
    </w:p>
    <w:p w14:paraId="07E027DC" w14:textId="77777777" w:rsidR="008E79AB" w:rsidRDefault="008E79AB" w:rsidP="008E79AB">
      <w:pPr>
        <w:tabs>
          <w:tab w:val="left" w:pos="7652"/>
        </w:tabs>
        <w:ind w:right="422"/>
        <w:jc w:val="both"/>
      </w:pPr>
    </w:p>
    <w:p w14:paraId="3D65DF17" w14:textId="0F62D677" w:rsidR="008E79AB" w:rsidRDefault="008E79AB" w:rsidP="00226D79">
      <w:pPr>
        <w:tabs>
          <w:tab w:val="left" w:pos="7652"/>
        </w:tabs>
        <w:ind w:right="422"/>
        <w:jc w:val="both"/>
      </w:pPr>
      <w:r>
        <w:t xml:space="preserve">W związku z ubieganiem się o udzielenie zamówienia w Postępowaniu prowadzonym w trybie przetargu nieograniczonego pn. </w:t>
      </w:r>
      <w:r w:rsidRPr="00FA2ED6">
        <w:rPr>
          <w:b/>
          <w:bCs/>
        </w:rPr>
        <w:t>„</w:t>
      </w:r>
      <w:r w:rsidR="00210642" w:rsidRPr="00FA2ED6">
        <w:rPr>
          <w:b/>
          <w:bCs/>
        </w:rPr>
        <w:t>Świadczenie usług kurierskich dla PGE Baltica sp. z o.o.</w:t>
      </w:r>
      <w:r w:rsidR="00A552DC" w:rsidRPr="00210642">
        <w:rPr>
          <w:b/>
          <w:bCs/>
        </w:rPr>
        <w:t>”</w:t>
      </w:r>
      <w:r w:rsidR="00A552DC">
        <w:rPr>
          <w:b/>
          <w:bCs/>
        </w:rPr>
        <w:t xml:space="preserve"> </w:t>
      </w:r>
      <w:r>
        <w:t xml:space="preserve">numer ref. postępowania: </w:t>
      </w:r>
      <w:r w:rsidR="00226D79">
        <w:t>POST/BAL/CEO/DZA/000</w:t>
      </w:r>
      <w:r w:rsidR="00210642">
        <w:t>21</w:t>
      </w:r>
      <w:r w:rsidR="00226D79">
        <w:t>/2025</w:t>
      </w:r>
    </w:p>
    <w:p w14:paraId="082C49BA" w14:textId="77777777" w:rsidR="008E79AB" w:rsidRDefault="008E79AB" w:rsidP="008E79AB">
      <w:pPr>
        <w:tabs>
          <w:tab w:val="left" w:pos="7652"/>
        </w:tabs>
        <w:ind w:right="422"/>
        <w:jc w:val="both"/>
      </w:pPr>
    </w:p>
    <w:p w14:paraId="1550731E" w14:textId="6E605F7F" w:rsidR="008E79AB" w:rsidRDefault="008E79AB" w:rsidP="008E79AB">
      <w:pPr>
        <w:tabs>
          <w:tab w:val="left" w:pos="7652"/>
        </w:tabs>
        <w:ind w:right="422"/>
        <w:jc w:val="both"/>
      </w:pPr>
      <w:r>
        <w:t xml:space="preserve">Nazwa Wykonawcy: </w:t>
      </w:r>
    </w:p>
    <w:p w14:paraId="6BC0AA94" w14:textId="49252DF8" w:rsidR="008E79AB" w:rsidRDefault="008E79AB" w:rsidP="008E79AB">
      <w:pPr>
        <w:tabs>
          <w:tab w:val="left" w:pos="7652"/>
        </w:tabs>
        <w:ind w:right="422"/>
        <w:jc w:val="both"/>
      </w:pPr>
      <w:r>
        <w:t xml:space="preserve">........................................... </w:t>
      </w:r>
    </w:p>
    <w:p w14:paraId="595CEA1F" w14:textId="72B908F5" w:rsidR="008E79AB" w:rsidRDefault="008E79AB" w:rsidP="008E79AB">
      <w:pPr>
        <w:tabs>
          <w:tab w:val="left" w:pos="7652"/>
        </w:tabs>
        <w:ind w:right="422"/>
        <w:jc w:val="both"/>
      </w:pPr>
      <w:r>
        <w:t>Adres</w:t>
      </w:r>
    </w:p>
    <w:p w14:paraId="658DAAFD" w14:textId="32615F55" w:rsidR="008E79AB" w:rsidRDefault="008E79AB" w:rsidP="008E79AB">
      <w:pPr>
        <w:tabs>
          <w:tab w:val="left" w:pos="7652"/>
        </w:tabs>
        <w:ind w:right="422"/>
        <w:jc w:val="both"/>
      </w:pPr>
      <w:r>
        <w:t xml:space="preserve">........................................... </w:t>
      </w:r>
    </w:p>
    <w:p w14:paraId="4553613F" w14:textId="77777777" w:rsidR="008E79AB" w:rsidRDefault="008E79AB" w:rsidP="008E79AB">
      <w:pPr>
        <w:tabs>
          <w:tab w:val="left" w:pos="7652"/>
        </w:tabs>
        <w:ind w:right="422"/>
        <w:jc w:val="both"/>
      </w:pPr>
      <w:r>
        <w:t>NIP</w:t>
      </w:r>
    </w:p>
    <w:p w14:paraId="69FD3197" w14:textId="5C930A5B" w:rsidR="008E79AB" w:rsidRDefault="008E79AB" w:rsidP="008E79AB">
      <w:pPr>
        <w:tabs>
          <w:tab w:val="left" w:pos="7652"/>
        </w:tabs>
        <w:ind w:right="422"/>
        <w:jc w:val="both"/>
      </w:pPr>
      <w:r>
        <w:t xml:space="preserve">........................................... </w:t>
      </w:r>
    </w:p>
    <w:p w14:paraId="2003B436" w14:textId="77777777" w:rsidR="008E79AB" w:rsidRDefault="008E79AB" w:rsidP="008E79AB">
      <w:pPr>
        <w:tabs>
          <w:tab w:val="left" w:pos="7652"/>
        </w:tabs>
        <w:ind w:right="422"/>
        <w:jc w:val="both"/>
      </w:pPr>
      <w:r>
        <w:t xml:space="preserve">Regon </w:t>
      </w:r>
    </w:p>
    <w:p w14:paraId="783882B4" w14:textId="2AC699B6" w:rsidR="008E79AB" w:rsidRDefault="008E79AB" w:rsidP="008E79AB">
      <w:pPr>
        <w:tabs>
          <w:tab w:val="left" w:pos="7652"/>
        </w:tabs>
        <w:ind w:right="422"/>
        <w:jc w:val="both"/>
      </w:pPr>
      <w:r>
        <w:t xml:space="preserve">........................................... </w:t>
      </w:r>
    </w:p>
    <w:p w14:paraId="06E5A586" w14:textId="2AFB3A57" w:rsidR="008E79AB" w:rsidRDefault="008E79AB" w:rsidP="008E79AB">
      <w:pPr>
        <w:tabs>
          <w:tab w:val="left" w:pos="7652"/>
        </w:tabs>
        <w:ind w:right="422"/>
        <w:jc w:val="both"/>
      </w:pPr>
    </w:p>
    <w:p w14:paraId="330BB197" w14:textId="77777777" w:rsidR="008E79AB" w:rsidRDefault="008E79AB" w:rsidP="008E79AB">
      <w:pPr>
        <w:tabs>
          <w:tab w:val="left" w:pos="7652"/>
        </w:tabs>
        <w:ind w:right="422"/>
        <w:jc w:val="both"/>
      </w:pPr>
    </w:p>
    <w:p w14:paraId="62A8B243" w14:textId="77777777" w:rsidR="008E79AB" w:rsidRDefault="008E79AB" w:rsidP="008E79AB">
      <w:pPr>
        <w:tabs>
          <w:tab w:val="left" w:pos="7652"/>
        </w:tabs>
        <w:ind w:right="422"/>
        <w:jc w:val="both"/>
      </w:pPr>
    </w:p>
    <w:p w14:paraId="7CCBAE52" w14:textId="3FEDB4F5" w:rsidR="008E79AB" w:rsidRDefault="008E79AB" w:rsidP="008E79AB">
      <w:pPr>
        <w:tabs>
          <w:tab w:val="left" w:pos="7652"/>
        </w:tabs>
        <w:spacing w:before="40" w:after="240"/>
        <w:ind w:left="709" w:right="420"/>
        <w:jc w:val="both"/>
      </w:pPr>
      <w:r>
        <w:rPr>
          <w:rFonts w:ascii="Segoe UI Symbol" w:hAnsi="Segoe UI Symbol" w:cs="Segoe UI Symbol"/>
        </w:rPr>
        <w:t>☐</w:t>
      </w:r>
      <w:r>
        <w:t xml:space="preserve">  Oświadczam, iż nie zalegam z uiszczeniem podatków i opłat* </w:t>
      </w:r>
    </w:p>
    <w:p w14:paraId="2CEB74E7" w14:textId="7B106B34" w:rsidR="008E79AB" w:rsidRDefault="008E79AB" w:rsidP="008E79AB">
      <w:pPr>
        <w:tabs>
          <w:tab w:val="left" w:pos="7652"/>
        </w:tabs>
        <w:spacing w:before="40" w:after="240"/>
        <w:ind w:left="993" w:right="420" w:hanging="284"/>
        <w:jc w:val="both"/>
      </w:pPr>
      <w:r>
        <w:rPr>
          <w:rFonts w:ascii="Segoe UI Symbol" w:hAnsi="Segoe UI Symbol" w:cs="Segoe UI Symbol"/>
        </w:rPr>
        <w:t>☐</w:t>
      </w:r>
      <w:r>
        <w:t xml:space="preserve">  Oświadczam, iż zalegam z uiszczaniem podatków, opłat. W celu wykazania braku podstaw do wykluczenia na podstawie pkt 9.4.2.5 Procedury, oświadczam, iż przed upływem terminu składania Ofert, dokonałem płatności należnych podatków i opłat. Przedstawiamy w załączeniu dokumenty potwierdzające:</w:t>
      </w:r>
    </w:p>
    <w:p w14:paraId="5FF09829" w14:textId="5F1C660F" w:rsidR="008E79AB" w:rsidRDefault="008E79AB" w:rsidP="008E79AB">
      <w:pPr>
        <w:tabs>
          <w:tab w:val="left" w:pos="7652"/>
        </w:tabs>
        <w:spacing w:before="40" w:after="240"/>
        <w:ind w:left="1276" w:right="420"/>
        <w:jc w:val="both"/>
      </w:pPr>
      <w:r>
        <w:t>- dokonanie płatności tych należności wraz z ewentualnymi odsetkami lub grzywnami lub*</w:t>
      </w:r>
    </w:p>
    <w:p w14:paraId="2C0A395C" w14:textId="6E9034C6" w:rsidR="008E79AB" w:rsidRDefault="008E79AB" w:rsidP="008E79AB">
      <w:pPr>
        <w:tabs>
          <w:tab w:val="left" w:pos="7652"/>
        </w:tabs>
        <w:spacing w:before="40" w:after="240"/>
        <w:ind w:left="1276" w:right="420"/>
        <w:jc w:val="both"/>
      </w:pPr>
      <w:r>
        <w:t>- zawarcie wiążącego porozumienia w sprawie spłat tych należności.*</w:t>
      </w:r>
    </w:p>
    <w:p w14:paraId="1F473772" w14:textId="77777777" w:rsidR="008E79AB" w:rsidRDefault="008E79AB" w:rsidP="008E79AB">
      <w:pPr>
        <w:tabs>
          <w:tab w:val="left" w:pos="7652"/>
        </w:tabs>
        <w:spacing w:before="40" w:after="240"/>
        <w:ind w:right="420"/>
        <w:jc w:val="both"/>
      </w:pPr>
      <w:r>
        <w:t xml:space="preserve"> </w:t>
      </w:r>
    </w:p>
    <w:p w14:paraId="0A26CCA9" w14:textId="77777777" w:rsidR="008E79AB" w:rsidRDefault="008E79AB" w:rsidP="008E79AB">
      <w:pPr>
        <w:tabs>
          <w:tab w:val="left" w:pos="7652"/>
        </w:tabs>
        <w:ind w:right="422"/>
        <w:jc w:val="both"/>
      </w:pPr>
      <w:r>
        <w:t>* właściwe zaznaczyć</w:t>
      </w:r>
    </w:p>
    <w:p w14:paraId="0D86245F" w14:textId="77777777" w:rsidR="008E79AB" w:rsidRDefault="008E79AB" w:rsidP="008E79AB">
      <w:pPr>
        <w:tabs>
          <w:tab w:val="left" w:pos="7652"/>
        </w:tabs>
        <w:ind w:right="422"/>
        <w:jc w:val="both"/>
      </w:pPr>
    </w:p>
    <w:p w14:paraId="1AEBEC6E" w14:textId="77777777" w:rsidR="00735FA3" w:rsidRDefault="00735FA3" w:rsidP="00891F8E">
      <w:pPr>
        <w:tabs>
          <w:tab w:val="left" w:pos="7652"/>
        </w:tabs>
        <w:ind w:right="422"/>
        <w:jc w:val="both"/>
      </w:pPr>
    </w:p>
    <w:p w14:paraId="500670A0" w14:textId="77777777" w:rsidR="008E79AB" w:rsidRDefault="008E79AB" w:rsidP="00891F8E">
      <w:pPr>
        <w:tabs>
          <w:tab w:val="left" w:pos="7652"/>
        </w:tabs>
        <w:ind w:right="422"/>
        <w:jc w:val="both"/>
      </w:pPr>
    </w:p>
    <w:p w14:paraId="1731CEEB" w14:textId="77777777" w:rsidR="008E79AB" w:rsidRDefault="008E79AB" w:rsidP="00891F8E">
      <w:pPr>
        <w:tabs>
          <w:tab w:val="left" w:pos="7652"/>
        </w:tabs>
        <w:ind w:right="422"/>
        <w:jc w:val="both"/>
      </w:pPr>
    </w:p>
    <w:p w14:paraId="485C35A8" w14:textId="77777777" w:rsidR="008E79AB" w:rsidRDefault="008E79AB" w:rsidP="00891F8E">
      <w:pPr>
        <w:tabs>
          <w:tab w:val="left" w:pos="7652"/>
        </w:tabs>
        <w:ind w:right="422"/>
        <w:jc w:val="both"/>
      </w:pPr>
    </w:p>
    <w:p w14:paraId="6C8E85D4" w14:textId="77777777" w:rsidR="008E79AB" w:rsidRPr="008E79AB" w:rsidRDefault="008E79AB" w:rsidP="008E79AB">
      <w:pPr>
        <w:tabs>
          <w:tab w:val="left" w:pos="7652"/>
        </w:tabs>
        <w:ind w:right="422"/>
        <w:jc w:val="both"/>
        <w:rPr>
          <w:sz w:val="14"/>
          <w:szCs w:val="14"/>
        </w:rPr>
      </w:pPr>
      <w:r w:rsidRPr="008E79AB">
        <w:rPr>
          <w:sz w:val="14"/>
          <w:szCs w:val="14"/>
        </w:rPr>
        <w:t xml:space="preserve">___________________, dn. ___________                                      </w:t>
      </w:r>
    </w:p>
    <w:p w14:paraId="40E5D0CC" w14:textId="1DFA49A5" w:rsidR="008E79AB" w:rsidRDefault="008E79AB" w:rsidP="008E79AB">
      <w:pPr>
        <w:ind w:left="5660" w:right="422"/>
        <w:jc w:val="both"/>
        <w:rPr>
          <w:sz w:val="14"/>
          <w:szCs w:val="14"/>
        </w:rPr>
      </w:pPr>
      <w:r w:rsidRPr="008E79AB">
        <w:rPr>
          <w:sz w:val="14"/>
          <w:szCs w:val="14"/>
        </w:rPr>
        <w:t>Podpis(-y) osoby(-ób) uprawnionej(-ych) do składania oświadczeń woli w imieniu Wykonawcy</w:t>
      </w:r>
    </w:p>
    <w:p w14:paraId="67DA00DD" w14:textId="77777777" w:rsidR="00735FA3" w:rsidRDefault="00735FA3" w:rsidP="00891F8E">
      <w:pPr>
        <w:tabs>
          <w:tab w:val="left" w:pos="7652"/>
        </w:tabs>
        <w:ind w:right="422"/>
        <w:jc w:val="both"/>
        <w:rPr>
          <w:sz w:val="14"/>
          <w:szCs w:val="14"/>
        </w:rPr>
      </w:pPr>
    </w:p>
    <w:p w14:paraId="31601460" w14:textId="77777777" w:rsidR="00735FA3" w:rsidRDefault="00735FA3" w:rsidP="00891F8E">
      <w:pPr>
        <w:tabs>
          <w:tab w:val="left" w:pos="7652"/>
        </w:tabs>
        <w:ind w:right="422"/>
        <w:jc w:val="both"/>
        <w:rPr>
          <w:sz w:val="14"/>
          <w:szCs w:val="14"/>
        </w:rPr>
      </w:pPr>
    </w:p>
    <w:p w14:paraId="4DFA648A" w14:textId="77777777" w:rsidR="00735FA3" w:rsidRDefault="00735FA3" w:rsidP="00891F8E">
      <w:pPr>
        <w:tabs>
          <w:tab w:val="left" w:pos="7652"/>
        </w:tabs>
        <w:ind w:right="422"/>
        <w:jc w:val="both"/>
        <w:rPr>
          <w:sz w:val="14"/>
          <w:szCs w:val="14"/>
        </w:rPr>
      </w:pPr>
    </w:p>
    <w:p w14:paraId="19EFEEC8" w14:textId="77777777" w:rsidR="00735FA3" w:rsidRDefault="00735FA3" w:rsidP="00891F8E">
      <w:pPr>
        <w:tabs>
          <w:tab w:val="left" w:pos="7652"/>
        </w:tabs>
        <w:ind w:right="422"/>
        <w:jc w:val="both"/>
        <w:rPr>
          <w:sz w:val="14"/>
          <w:szCs w:val="14"/>
        </w:rPr>
      </w:pPr>
    </w:p>
    <w:p w14:paraId="5E9FAB1C" w14:textId="24CCFEFF" w:rsidR="00735FA3" w:rsidRDefault="00735FA3" w:rsidP="00891F8E">
      <w:pPr>
        <w:pStyle w:val="Akapitzlist"/>
        <w:ind w:right="422"/>
        <w:jc w:val="right"/>
        <w:rPr>
          <w:b/>
        </w:rPr>
      </w:pPr>
    </w:p>
    <w:bookmarkEnd w:id="0"/>
    <w:p w14:paraId="520D14DA" w14:textId="6AB1B523" w:rsidR="00735FA3" w:rsidRDefault="00735FA3" w:rsidP="00D87846"/>
    <w:p w14:paraId="5D81F588" w14:textId="77777777" w:rsidR="00735FA3" w:rsidRPr="00D87846" w:rsidRDefault="00735FA3" w:rsidP="00D87846">
      <w:pPr>
        <w:ind w:right="422"/>
        <w:rPr>
          <w:b/>
        </w:rPr>
      </w:pPr>
    </w:p>
    <w:p w14:paraId="64F84221" w14:textId="77777777" w:rsidR="00210642" w:rsidRDefault="00210642" w:rsidP="00210642">
      <w:pPr>
        <w:pStyle w:val="Akapitzlist"/>
        <w:ind w:right="422"/>
        <w:jc w:val="right"/>
        <w:rPr>
          <w:b/>
        </w:rPr>
      </w:pPr>
    </w:p>
    <w:p w14:paraId="0989A791" w14:textId="2F15284A" w:rsidR="00A633AE" w:rsidRDefault="00735FA3" w:rsidP="00891F8E">
      <w:pPr>
        <w:shd w:val="clear" w:color="auto" w:fill="FFFFFF" w:themeFill="background1"/>
        <w:spacing w:before="120" w:after="120" w:line="276" w:lineRule="auto"/>
        <w:ind w:right="422"/>
        <w:jc w:val="right"/>
        <w:outlineLvl w:val="0"/>
        <w:rPr>
          <w:rFonts w:eastAsia="Times New Roman" w:cs="Calibri"/>
          <w:b/>
          <w:szCs w:val="18"/>
        </w:rPr>
      </w:pPr>
      <w:r>
        <w:rPr>
          <w:rFonts w:eastAsia="Times New Roman" w:cs="Calibri"/>
          <w:b/>
          <w:szCs w:val="18"/>
        </w:rPr>
        <w:t>ZAŁĄCZNIK NR</w:t>
      </w:r>
      <w:r w:rsidR="008E79AB">
        <w:rPr>
          <w:rFonts w:eastAsia="Times New Roman" w:cs="Calibri"/>
          <w:b/>
          <w:szCs w:val="18"/>
        </w:rPr>
        <w:t xml:space="preserve"> </w:t>
      </w:r>
      <w:r w:rsidR="00210642">
        <w:rPr>
          <w:rFonts w:eastAsia="Times New Roman" w:cs="Calibri"/>
          <w:b/>
          <w:szCs w:val="18"/>
        </w:rPr>
        <w:t>6</w:t>
      </w:r>
      <w:r w:rsidR="00736609">
        <w:rPr>
          <w:rFonts w:eastAsia="Times New Roman" w:cs="Calibri"/>
          <w:b/>
          <w:szCs w:val="18"/>
        </w:rPr>
        <w:t xml:space="preserve"> </w:t>
      </w:r>
      <w:r w:rsidRPr="0035204E">
        <w:rPr>
          <w:rFonts w:eastAsia="Times New Roman" w:cs="Calibri"/>
          <w:b/>
          <w:szCs w:val="18"/>
        </w:rPr>
        <w:t xml:space="preserve">DO SWZ – </w:t>
      </w:r>
      <w:bookmarkStart w:id="1" w:name="_Hlk214280329"/>
      <w:r w:rsidRPr="0035204E">
        <w:rPr>
          <w:rFonts w:eastAsia="Times New Roman" w:cs="Calibri"/>
          <w:b/>
          <w:szCs w:val="18"/>
        </w:rPr>
        <w:t xml:space="preserve">OŚWIADCZENIE WYKONAWCY POTWIERDZAJĄCE </w:t>
      </w:r>
    </w:p>
    <w:p w14:paraId="00EE0E24" w14:textId="530F8624" w:rsidR="0035204E" w:rsidRPr="0035204E" w:rsidRDefault="00735FA3" w:rsidP="00891F8E">
      <w:pPr>
        <w:shd w:val="clear" w:color="auto" w:fill="FFFFFF" w:themeFill="background1"/>
        <w:spacing w:before="120" w:after="120" w:line="276" w:lineRule="auto"/>
        <w:ind w:right="422"/>
        <w:jc w:val="right"/>
        <w:outlineLvl w:val="0"/>
        <w:rPr>
          <w:rFonts w:eastAsia="Times New Roman" w:cs="Calibri"/>
          <w:b/>
          <w:szCs w:val="18"/>
        </w:rPr>
      </w:pPr>
      <w:r w:rsidRPr="0035204E">
        <w:rPr>
          <w:rFonts w:eastAsia="Times New Roman" w:cs="Calibri"/>
          <w:b/>
          <w:szCs w:val="18"/>
        </w:rPr>
        <w:t xml:space="preserve">BRAK PODSTAW WYKLUCZENIA </w:t>
      </w:r>
    </w:p>
    <w:p w14:paraId="47A131DA" w14:textId="77777777" w:rsidR="0035204E" w:rsidRPr="0035204E" w:rsidRDefault="0035204E" w:rsidP="00891F8E">
      <w:pPr>
        <w:spacing w:after="0" w:line="276" w:lineRule="auto"/>
        <w:ind w:right="422"/>
        <w:jc w:val="center"/>
        <w:rPr>
          <w:rFonts w:ascii="Trebuchet MS" w:eastAsia="Times New Roman" w:hAnsi="Trebuchet MS" w:cs="Times New Roman"/>
          <w:b/>
          <w:sz w:val="22"/>
        </w:rPr>
      </w:pPr>
    </w:p>
    <w:p w14:paraId="0E024992" w14:textId="77777777" w:rsidR="0035204E" w:rsidRPr="0035204E" w:rsidRDefault="0035204E" w:rsidP="00891F8E">
      <w:pPr>
        <w:spacing w:before="120" w:after="120" w:line="276" w:lineRule="auto"/>
        <w:ind w:left="6372" w:right="422"/>
        <w:jc w:val="both"/>
        <w:rPr>
          <w:rFonts w:eastAsia="Times New Roman" w:cs="Arial"/>
          <w:b/>
          <w:szCs w:val="18"/>
        </w:rPr>
      </w:pPr>
      <w:r w:rsidRPr="0035204E">
        <w:rPr>
          <w:rFonts w:eastAsia="Times New Roman" w:cs="Arial"/>
          <w:b/>
          <w:szCs w:val="18"/>
        </w:rPr>
        <w:t>Zamawiający:</w:t>
      </w:r>
    </w:p>
    <w:p w14:paraId="781969AD" w14:textId="77777777" w:rsidR="00134E11" w:rsidRPr="00134E11" w:rsidRDefault="00134E11" w:rsidP="00134E11">
      <w:pPr>
        <w:spacing w:before="120" w:after="120" w:line="276" w:lineRule="auto"/>
        <w:ind w:left="6372" w:right="422"/>
        <w:jc w:val="both"/>
        <w:rPr>
          <w:rFonts w:eastAsia="Times New Roman" w:cs="Arial"/>
          <w:szCs w:val="18"/>
        </w:rPr>
      </w:pPr>
      <w:r w:rsidRPr="00134E11">
        <w:rPr>
          <w:rFonts w:eastAsia="Times New Roman" w:cs="Arial"/>
          <w:szCs w:val="18"/>
        </w:rPr>
        <w:t xml:space="preserve">PGE Baltica sp. z o.o. </w:t>
      </w:r>
    </w:p>
    <w:p w14:paraId="01F8192C" w14:textId="77777777" w:rsidR="00134E11" w:rsidRPr="00134E11" w:rsidRDefault="00134E11" w:rsidP="00134E11">
      <w:pPr>
        <w:spacing w:before="120" w:after="120" w:line="276" w:lineRule="auto"/>
        <w:ind w:left="6372" w:right="422"/>
        <w:jc w:val="both"/>
        <w:rPr>
          <w:rFonts w:eastAsia="Times New Roman" w:cs="Arial"/>
          <w:szCs w:val="18"/>
        </w:rPr>
      </w:pPr>
      <w:r w:rsidRPr="00134E11">
        <w:rPr>
          <w:rFonts w:eastAsia="Times New Roman" w:cs="Arial"/>
          <w:szCs w:val="18"/>
        </w:rPr>
        <w:t>ul. Mokotowska 49</w:t>
      </w:r>
    </w:p>
    <w:p w14:paraId="40B56BE7" w14:textId="77777777" w:rsidR="00134E11" w:rsidRDefault="00134E11" w:rsidP="00134E11">
      <w:pPr>
        <w:spacing w:before="120" w:after="120" w:line="276" w:lineRule="auto"/>
        <w:ind w:left="6372" w:right="422"/>
        <w:jc w:val="both"/>
        <w:rPr>
          <w:rFonts w:eastAsia="Times New Roman" w:cs="Arial"/>
          <w:szCs w:val="18"/>
        </w:rPr>
      </w:pPr>
      <w:r w:rsidRPr="00134E11">
        <w:rPr>
          <w:rFonts w:eastAsia="Times New Roman" w:cs="Arial"/>
          <w:szCs w:val="18"/>
        </w:rPr>
        <w:t>00-542 Warszawa</w:t>
      </w:r>
    </w:p>
    <w:p w14:paraId="18C1B653" w14:textId="77777777" w:rsidR="00134E11" w:rsidRDefault="00134E11" w:rsidP="00134E11">
      <w:pPr>
        <w:spacing w:before="120" w:after="120" w:line="276" w:lineRule="auto"/>
        <w:ind w:right="422"/>
        <w:jc w:val="both"/>
        <w:rPr>
          <w:rFonts w:eastAsia="Times New Roman" w:cs="Arial"/>
          <w:szCs w:val="18"/>
        </w:rPr>
      </w:pPr>
    </w:p>
    <w:p w14:paraId="4291A982" w14:textId="0AF94B12" w:rsidR="0035204E" w:rsidRPr="0035204E" w:rsidRDefault="0035204E" w:rsidP="00134E11">
      <w:pPr>
        <w:spacing w:before="120" w:after="120" w:line="276" w:lineRule="auto"/>
        <w:ind w:right="422"/>
        <w:jc w:val="both"/>
        <w:rPr>
          <w:rFonts w:eastAsia="Times New Roman" w:cs="Arial"/>
          <w:b/>
          <w:szCs w:val="18"/>
        </w:rPr>
      </w:pPr>
      <w:r w:rsidRPr="0035204E">
        <w:rPr>
          <w:rFonts w:eastAsia="Times New Roman" w:cs="Arial"/>
          <w:b/>
          <w:szCs w:val="18"/>
        </w:rPr>
        <w:t>Wykonawca:</w:t>
      </w:r>
    </w:p>
    <w:p w14:paraId="6920C022" w14:textId="77777777" w:rsidR="0035204E" w:rsidRPr="0035204E" w:rsidRDefault="0035204E" w:rsidP="00891F8E">
      <w:pPr>
        <w:spacing w:before="120" w:after="120" w:line="276" w:lineRule="auto"/>
        <w:ind w:right="422"/>
        <w:jc w:val="both"/>
        <w:rPr>
          <w:rFonts w:eastAsia="Times New Roman" w:cs="Arial"/>
          <w:szCs w:val="18"/>
        </w:rPr>
      </w:pPr>
      <w:r w:rsidRPr="0035204E">
        <w:rPr>
          <w:rFonts w:eastAsia="Times New Roman" w:cs="Arial"/>
          <w:szCs w:val="18"/>
        </w:rPr>
        <w:t>…………………………………………………</w:t>
      </w:r>
    </w:p>
    <w:p w14:paraId="2877C560" w14:textId="77777777" w:rsidR="0035204E" w:rsidRPr="0035204E" w:rsidRDefault="0035204E" w:rsidP="00891F8E">
      <w:pPr>
        <w:spacing w:before="120" w:after="120" w:line="276" w:lineRule="auto"/>
        <w:ind w:right="422"/>
        <w:jc w:val="both"/>
        <w:rPr>
          <w:rFonts w:eastAsia="Times New Roman" w:cs="Arial"/>
          <w:szCs w:val="18"/>
        </w:rPr>
      </w:pPr>
      <w:r w:rsidRPr="0035204E">
        <w:rPr>
          <w:rFonts w:eastAsia="Times New Roman" w:cs="Arial"/>
          <w:szCs w:val="18"/>
        </w:rPr>
        <w:t>……………………………..…………………</w:t>
      </w:r>
    </w:p>
    <w:p w14:paraId="15DBB25E" w14:textId="77777777" w:rsidR="0035204E" w:rsidRPr="0035204E" w:rsidRDefault="0035204E" w:rsidP="00891F8E">
      <w:pPr>
        <w:spacing w:before="120" w:after="120" w:line="276" w:lineRule="auto"/>
        <w:ind w:right="422"/>
        <w:jc w:val="both"/>
        <w:rPr>
          <w:rFonts w:eastAsia="Times New Roman" w:cs="Arial"/>
          <w:szCs w:val="18"/>
        </w:rPr>
      </w:pPr>
      <w:r w:rsidRPr="0035204E">
        <w:rPr>
          <w:rFonts w:eastAsia="Times New Roman" w:cs="Arial"/>
          <w:szCs w:val="18"/>
        </w:rPr>
        <w:t>…………………………………………………</w:t>
      </w:r>
    </w:p>
    <w:p w14:paraId="2856865C" w14:textId="77777777" w:rsidR="0035204E" w:rsidRPr="00FB297A" w:rsidRDefault="0035204E" w:rsidP="00891F8E">
      <w:pPr>
        <w:spacing w:before="120" w:after="120" w:line="276" w:lineRule="auto"/>
        <w:ind w:right="422"/>
        <w:jc w:val="both"/>
        <w:rPr>
          <w:rFonts w:eastAsia="Times New Roman" w:cs="Arial"/>
          <w:i/>
          <w:sz w:val="14"/>
          <w:szCs w:val="14"/>
        </w:rPr>
      </w:pPr>
      <w:r w:rsidRPr="00FB297A">
        <w:rPr>
          <w:rFonts w:eastAsia="Times New Roman" w:cs="Arial"/>
          <w:i/>
          <w:sz w:val="14"/>
          <w:szCs w:val="14"/>
        </w:rPr>
        <w:t>(pełna nazwa/firma, adres, w zależności od podmiotu: NIP/PESEL, KRS/CEiDG)</w:t>
      </w:r>
    </w:p>
    <w:p w14:paraId="1A6D3278" w14:textId="77777777" w:rsidR="0035204E" w:rsidRPr="0035204E" w:rsidRDefault="0035204E" w:rsidP="00891F8E">
      <w:pPr>
        <w:spacing w:before="120" w:after="120" w:line="276" w:lineRule="auto"/>
        <w:ind w:right="422"/>
        <w:jc w:val="both"/>
        <w:rPr>
          <w:rFonts w:eastAsia="Times New Roman" w:cs="Arial"/>
          <w:szCs w:val="18"/>
          <w:u w:val="single"/>
        </w:rPr>
      </w:pPr>
    </w:p>
    <w:p w14:paraId="6A35DE2A" w14:textId="77777777" w:rsidR="0035204E" w:rsidRPr="0035204E" w:rsidRDefault="0035204E" w:rsidP="00891F8E">
      <w:pPr>
        <w:spacing w:before="120" w:after="120" w:line="276" w:lineRule="auto"/>
        <w:ind w:right="422"/>
        <w:jc w:val="both"/>
        <w:rPr>
          <w:rFonts w:eastAsia="Times New Roman" w:cs="Arial"/>
          <w:szCs w:val="18"/>
          <w:u w:val="single"/>
        </w:rPr>
      </w:pPr>
      <w:r w:rsidRPr="0035204E">
        <w:rPr>
          <w:rFonts w:eastAsia="Times New Roman" w:cs="Arial"/>
          <w:szCs w:val="18"/>
          <w:u w:val="single"/>
        </w:rPr>
        <w:t>reprezentowany przez:</w:t>
      </w:r>
    </w:p>
    <w:p w14:paraId="2F98D06B" w14:textId="77777777" w:rsidR="0035204E" w:rsidRPr="0035204E" w:rsidRDefault="0035204E" w:rsidP="00891F8E">
      <w:pPr>
        <w:spacing w:before="120" w:after="120" w:line="276" w:lineRule="auto"/>
        <w:ind w:right="422"/>
        <w:jc w:val="both"/>
        <w:rPr>
          <w:rFonts w:eastAsia="Times New Roman" w:cs="Arial"/>
          <w:szCs w:val="18"/>
        </w:rPr>
      </w:pPr>
      <w:r w:rsidRPr="0035204E">
        <w:rPr>
          <w:rFonts w:eastAsia="Times New Roman" w:cs="Arial"/>
          <w:szCs w:val="18"/>
        </w:rPr>
        <w:t>…………………………………………………</w:t>
      </w:r>
    </w:p>
    <w:p w14:paraId="14806693" w14:textId="77777777" w:rsidR="0035204E" w:rsidRPr="0035204E" w:rsidRDefault="0035204E" w:rsidP="00891F8E">
      <w:pPr>
        <w:spacing w:before="120" w:after="120" w:line="276" w:lineRule="auto"/>
        <w:ind w:right="422"/>
        <w:jc w:val="both"/>
        <w:rPr>
          <w:rFonts w:eastAsia="Times New Roman" w:cs="Arial"/>
          <w:szCs w:val="18"/>
        </w:rPr>
      </w:pPr>
      <w:r w:rsidRPr="0035204E">
        <w:rPr>
          <w:rFonts w:eastAsia="Times New Roman" w:cs="Arial"/>
          <w:szCs w:val="18"/>
        </w:rPr>
        <w:t>………………………..………………………</w:t>
      </w:r>
    </w:p>
    <w:p w14:paraId="1CEBD6BE" w14:textId="3358A606" w:rsidR="0035204E" w:rsidRDefault="0035204E" w:rsidP="00891F8E">
      <w:pPr>
        <w:spacing w:before="120" w:after="120" w:line="276" w:lineRule="auto"/>
        <w:ind w:right="422"/>
        <w:jc w:val="both"/>
        <w:rPr>
          <w:rFonts w:eastAsia="Times New Roman" w:cs="Arial"/>
          <w:i/>
          <w:sz w:val="14"/>
          <w:szCs w:val="14"/>
        </w:rPr>
      </w:pPr>
      <w:r w:rsidRPr="00FB297A">
        <w:rPr>
          <w:rFonts w:eastAsia="Times New Roman" w:cs="Arial"/>
          <w:i/>
          <w:sz w:val="14"/>
          <w:szCs w:val="14"/>
        </w:rPr>
        <w:t>(imię, nazwisko, stanowisko/podstawa do reprezentacji)</w:t>
      </w:r>
    </w:p>
    <w:p w14:paraId="6AE5F5F7" w14:textId="77777777" w:rsidR="00FB297A" w:rsidRPr="00FB297A" w:rsidRDefault="00FB297A" w:rsidP="00891F8E">
      <w:pPr>
        <w:spacing w:before="120" w:after="120" w:line="276" w:lineRule="auto"/>
        <w:ind w:right="422"/>
        <w:jc w:val="both"/>
        <w:rPr>
          <w:rFonts w:eastAsia="Times New Roman" w:cs="Arial"/>
          <w:i/>
          <w:sz w:val="14"/>
          <w:szCs w:val="14"/>
        </w:rPr>
      </w:pPr>
    </w:p>
    <w:p w14:paraId="1E99F97D" w14:textId="77777777" w:rsidR="0035204E" w:rsidRPr="0035204E" w:rsidRDefault="0035204E" w:rsidP="00891F8E">
      <w:pPr>
        <w:spacing w:before="120" w:after="120" w:line="276" w:lineRule="auto"/>
        <w:ind w:right="422"/>
        <w:jc w:val="center"/>
        <w:rPr>
          <w:rFonts w:ascii="Trebuchet MS" w:eastAsia="Times New Roman" w:hAnsi="Trebuchet MS" w:cs="Arial"/>
          <w:b/>
          <w:color w:val="1A7466" w:themeColor="text2"/>
          <w:sz w:val="32"/>
          <w:szCs w:val="32"/>
          <w:u w:val="single"/>
        </w:rPr>
      </w:pPr>
      <w:r w:rsidRPr="0035204E">
        <w:rPr>
          <w:rFonts w:ascii="Trebuchet MS" w:eastAsia="Times New Roman" w:hAnsi="Trebuchet MS" w:cs="Arial"/>
          <w:b/>
          <w:color w:val="1A7466" w:themeColor="text2"/>
          <w:sz w:val="32"/>
          <w:szCs w:val="32"/>
          <w:u w:val="single"/>
        </w:rPr>
        <w:t xml:space="preserve">Oświadczenia wykonawcy/wykonawcy wspólnie ubiegającego się o udzielenie zamówienia </w:t>
      </w:r>
    </w:p>
    <w:p w14:paraId="1404E84F" w14:textId="77777777" w:rsidR="0035204E" w:rsidRPr="0035204E" w:rsidRDefault="0035204E" w:rsidP="00891F8E">
      <w:pPr>
        <w:spacing w:before="120" w:after="120" w:line="276" w:lineRule="auto"/>
        <w:ind w:right="422"/>
        <w:jc w:val="center"/>
        <w:rPr>
          <w:rFonts w:ascii="Trebuchet MS" w:eastAsia="Times New Roman" w:hAnsi="Trebuchet MS" w:cs="Arial"/>
          <w:b/>
          <w:caps/>
          <w:sz w:val="22"/>
          <w:u w:val="single"/>
        </w:rPr>
      </w:pPr>
      <w:r w:rsidRPr="0035204E">
        <w:rPr>
          <w:rFonts w:ascii="Trebuchet MS" w:eastAsia="Times New Roman" w:hAnsi="Trebuchet MS" w:cs="Arial"/>
          <w:b/>
          <w:color w:val="1A7466" w:themeColor="text2"/>
          <w:sz w:val="32"/>
          <w:szCs w:val="32"/>
          <w:u w:val="single"/>
        </w:rPr>
        <w:t xml:space="preserve">DOTYCZĄCE PRZESŁANEK WYKLUCZENIA Z ART. 5K ROZPORZĄDZENIA 833/2014 ORAZ ART. 7 UST. 1 USTAWY </w:t>
      </w:r>
      <w:r w:rsidRPr="0035204E">
        <w:rPr>
          <w:rFonts w:ascii="Trebuchet MS" w:eastAsia="Times New Roman" w:hAnsi="Trebuchet MS" w:cs="Arial"/>
          <w:b/>
          <w:caps/>
          <w:color w:val="1A7466" w:themeColor="text2"/>
          <w:sz w:val="32"/>
          <w:szCs w:val="32"/>
          <w:u w:val="single"/>
        </w:rPr>
        <w:t>o szczególnych rozwiązaniach w zakresie przeciwdziałania wspieraniu agresji na Ukrainę oraz służących ochronie bezpieczeństwa narodowego</w:t>
      </w:r>
    </w:p>
    <w:p w14:paraId="1B50E582" w14:textId="77777777" w:rsidR="0035204E" w:rsidRPr="0035204E" w:rsidRDefault="0035204E" w:rsidP="00891F8E">
      <w:pPr>
        <w:spacing w:before="120" w:after="120" w:line="276" w:lineRule="auto"/>
        <w:ind w:right="422"/>
        <w:jc w:val="center"/>
        <w:rPr>
          <w:rFonts w:ascii="Trebuchet MS" w:eastAsia="Times New Roman" w:hAnsi="Trebuchet MS" w:cs="Arial"/>
          <w:b/>
          <w:caps/>
          <w:sz w:val="22"/>
          <w:u w:val="single"/>
        </w:rPr>
      </w:pPr>
    </w:p>
    <w:p w14:paraId="098178A8" w14:textId="6B29CAB5" w:rsidR="0035204E" w:rsidRPr="0035204E" w:rsidRDefault="0035204E" w:rsidP="00226D79">
      <w:pPr>
        <w:tabs>
          <w:tab w:val="center" w:pos="4536"/>
          <w:tab w:val="right" w:pos="9072"/>
        </w:tabs>
        <w:spacing w:before="40" w:after="240"/>
        <w:ind w:right="422"/>
        <w:jc w:val="both"/>
        <w:rPr>
          <w:rFonts w:eastAsia="Times New Roman" w:cs="Arial"/>
          <w:szCs w:val="18"/>
        </w:rPr>
      </w:pPr>
      <w:r w:rsidRPr="0035204E">
        <w:rPr>
          <w:rFonts w:eastAsia="Times New Roman" w:cs="Arial"/>
          <w:szCs w:val="18"/>
        </w:rPr>
        <w:t xml:space="preserve">Na </w:t>
      </w:r>
      <w:r w:rsidRPr="0008511F">
        <w:rPr>
          <w:rFonts w:eastAsia="Times New Roman" w:cs="Arial"/>
          <w:szCs w:val="18"/>
        </w:rPr>
        <w:t xml:space="preserve">potrzeby postępowania o udzielenie zamówienia niepublicznego pn. </w:t>
      </w:r>
      <w:r w:rsidR="00210642" w:rsidRPr="00FA2ED6">
        <w:rPr>
          <w:rFonts w:eastAsia="Times New Roman" w:cs="Arial"/>
          <w:b/>
          <w:bCs/>
          <w:szCs w:val="18"/>
        </w:rPr>
        <w:t>Świadczenie usług kurierskich dla PGE Baltica sp. z o.o.</w:t>
      </w:r>
      <w:r w:rsidRPr="00FA2ED6">
        <w:rPr>
          <w:rFonts w:eastAsia="Times New Roman" w:cs="Arial"/>
          <w:b/>
          <w:bCs/>
          <w:szCs w:val="18"/>
        </w:rPr>
        <w:t>,</w:t>
      </w:r>
      <w:r w:rsidR="0008511F">
        <w:rPr>
          <w:rFonts w:eastAsia="Times New Roman" w:cs="Arial"/>
          <w:szCs w:val="18"/>
        </w:rPr>
        <w:t xml:space="preserve"> nr Postępowania</w:t>
      </w:r>
      <w:r w:rsidRPr="0008511F">
        <w:rPr>
          <w:rFonts w:eastAsia="Times New Roman" w:cs="Arial"/>
          <w:szCs w:val="18"/>
        </w:rPr>
        <w:t xml:space="preserve">: </w:t>
      </w:r>
      <w:r w:rsidR="00226D79" w:rsidRPr="00226D79">
        <w:rPr>
          <w:rFonts w:eastAsia="Times New Roman" w:cs="Arial"/>
          <w:b/>
          <w:szCs w:val="18"/>
        </w:rPr>
        <w:t>POST/BAL/CEO/DZA/000</w:t>
      </w:r>
      <w:r w:rsidR="00210642">
        <w:rPr>
          <w:rFonts w:eastAsia="Times New Roman" w:cs="Arial"/>
          <w:b/>
          <w:szCs w:val="18"/>
        </w:rPr>
        <w:t>21</w:t>
      </w:r>
      <w:r w:rsidR="00226D79" w:rsidRPr="00226D79">
        <w:rPr>
          <w:rFonts w:eastAsia="Times New Roman" w:cs="Arial"/>
          <w:b/>
          <w:szCs w:val="18"/>
        </w:rPr>
        <w:t xml:space="preserve">/2025 </w:t>
      </w:r>
      <w:r w:rsidRPr="0008511F">
        <w:rPr>
          <w:rFonts w:eastAsia="Times New Roman" w:cs="Arial"/>
          <w:szCs w:val="18"/>
        </w:rPr>
        <w:t xml:space="preserve">prowadzonego przez </w:t>
      </w:r>
      <w:r w:rsidR="008E79AB">
        <w:rPr>
          <w:rFonts w:eastAsia="Times New Roman" w:cs="Arial"/>
          <w:szCs w:val="18"/>
        </w:rPr>
        <w:t>PGE Baltica sp. z o.o.</w:t>
      </w:r>
      <w:r w:rsidRPr="0008511F">
        <w:rPr>
          <w:rFonts w:eastAsia="Times New Roman" w:cs="Arial"/>
          <w:i/>
          <w:szCs w:val="18"/>
        </w:rPr>
        <w:t xml:space="preserve">, </w:t>
      </w:r>
      <w:r w:rsidRPr="0008511F">
        <w:rPr>
          <w:rFonts w:eastAsia="Times New Roman" w:cs="Arial"/>
          <w:szCs w:val="18"/>
        </w:rPr>
        <w:t>oświadczam, co następuje:</w:t>
      </w:r>
    </w:p>
    <w:p w14:paraId="46FE82FF" w14:textId="77777777" w:rsidR="0035204E" w:rsidRPr="0035204E" w:rsidRDefault="0035204E" w:rsidP="00891F8E">
      <w:pPr>
        <w:shd w:val="clear" w:color="auto" w:fill="1A7466" w:themeFill="text2"/>
        <w:spacing w:before="40" w:after="240"/>
        <w:ind w:right="422"/>
        <w:jc w:val="both"/>
        <w:rPr>
          <w:rFonts w:asciiTheme="majorHAnsi" w:eastAsia="Times New Roman" w:hAnsiTheme="majorHAnsi" w:cs="Arial"/>
          <w:b/>
          <w:sz w:val="22"/>
        </w:rPr>
      </w:pPr>
      <w:r w:rsidRPr="0035204E">
        <w:rPr>
          <w:rFonts w:asciiTheme="majorHAnsi" w:eastAsia="Times New Roman" w:hAnsiTheme="majorHAnsi" w:cs="Arial"/>
          <w:b/>
          <w:sz w:val="22"/>
        </w:rPr>
        <w:t>OŚWIADCZENIA DOTYCZĄCE WYKONAWCY:</w:t>
      </w:r>
    </w:p>
    <w:p w14:paraId="2CF452CB" w14:textId="0E9C0B19" w:rsidR="0035204E" w:rsidRPr="0035204E" w:rsidRDefault="0035204E">
      <w:pPr>
        <w:numPr>
          <w:ilvl w:val="0"/>
          <w:numId w:val="7"/>
        </w:numPr>
        <w:suppressAutoHyphens/>
        <w:spacing w:before="40" w:after="240"/>
        <w:ind w:right="422"/>
        <w:jc w:val="both"/>
        <w:rPr>
          <w:rFonts w:ascii="Trebuchet MS" w:eastAsia="Times New Roman" w:hAnsi="Trebuchet MS" w:cs="Arial"/>
          <w:b/>
          <w:bCs/>
          <w:sz w:val="22"/>
        </w:rPr>
      </w:pPr>
      <w:r w:rsidRPr="0035204E">
        <w:rPr>
          <w:rFonts w:eastAsia="Times New Roman" w:cs="Arial"/>
          <w:szCs w:val="18"/>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w:t>
      </w:r>
      <w:r w:rsidRPr="008E79AB">
        <w:rPr>
          <w:rFonts w:eastAsia="Times New Roman" w:cs="Arial"/>
          <w:szCs w:val="18"/>
        </w:rPr>
        <w:t>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00AA4E30" w:rsidRPr="00AA4E30">
        <w:rPr>
          <w:rFonts w:eastAsia="Times New Roman" w:cs="Arial"/>
          <w:szCs w:val="18"/>
        </w:rPr>
        <w:t>, zaktualizowanym rozporządzeniem Rady (UE) 2025/2033 (Dz.U. L, 2025/2033 z 23.10.2025) dalej: rozporządzenie 2025/2033</w:t>
      </w:r>
      <w:r w:rsidRPr="008E79AB">
        <w:rPr>
          <w:rFonts w:eastAsia="Times New Roman" w:cs="Arial"/>
          <w:szCs w:val="18"/>
        </w:rPr>
        <w:t>.</w:t>
      </w:r>
      <w:r w:rsidRPr="008E79AB">
        <w:rPr>
          <w:rFonts w:eastAsia="Times New Roman" w:cs="Arial"/>
          <w:szCs w:val="18"/>
          <w:vertAlign w:val="superscript"/>
        </w:rPr>
        <w:footnoteReference w:id="3"/>
      </w:r>
    </w:p>
    <w:p w14:paraId="34190DA3" w14:textId="60180B63" w:rsidR="0035204E" w:rsidRPr="0035204E" w:rsidRDefault="0035204E">
      <w:pPr>
        <w:numPr>
          <w:ilvl w:val="0"/>
          <w:numId w:val="7"/>
        </w:numPr>
        <w:suppressAutoHyphens/>
        <w:spacing w:before="40" w:after="240"/>
        <w:ind w:right="422"/>
        <w:jc w:val="both"/>
        <w:rPr>
          <w:rFonts w:eastAsia="Times New Roman" w:cs="Arial"/>
          <w:b/>
          <w:bCs/>
          <w:szCs w:val="18"/>
          <w:lang w:eastAsia="pl-PL"/>
        </w:rPr>
      </w:pPr>
      <w:r w:rsidRPr="0035204E">
        <w:rPr>
          <w:rFonts w:eastAsia="Times New Roman" w:cs="Arial"/>
          <w:szCs w:val="18"/>
          <w:lang w:eastAsia="pl-PL"/>
        </w:rPr>
        <w:t xml:space="preserve">Oświadczam, że nie zachodzą w stosunku do mnie przesłanki wykluczenia z postępowania na podstawie art. </w:t>
      </w:r>
      <w:r w:rsidRPr="0035204E">
        <w:rPr>
          <w:rFonts w:eastAsia="Times New Roman" w:cs="Arial"/>
          <w:color w:val="222222"/>
          <w:szCs w:val="18"/>
          <w:lang w:eastAsia="pl-PL"/>
        </w:rPr>
        <w:t>7 ust. 1 ustawy z dnia 13 kwietnia 2022 r.</w:t>
      </w:r>
      <w:r w:rsidRPr="0035204E">
        <w:rPr>
          <w:rFonts w:eastAsia="Times New Roman" w:cs="Arial"/>
          <w:i/>
          <w:iCs/>
          <w:color w:val="222222"/>
          <w:szCs w:val="18"/>
          <w:lang w:eastAsia="pl-PL"/>
        </w:rPr>
        <w:t xml:space="preserve"> o szczególnych rozwiązaniach w zakresie przeciwdziałania wspieraniu agresji na Ukrainę oraz służących ochronie bezpieczeństwa narodowego </w:t>
      </w:r>
      <w:r w:rsidRPr="0035204E">
        <w:rPr>
          <w:rFonts w:eastAsia="Times New Roman" w:cs="Arial"/>
          <w:color w:val="222222"/>
          <w:szCs w:val="18"/>
          <w:lang w:eastAsia="pl-PL"/>
        </w:rPr>
        <w:t>(</w:t>
      </w:r>
      <w:bookmarkStart w:id="6" w:name="_Hlk214546137"/>
      <w:r w:rsidR="009B7595" w:rsidRPr="009B7595">
        <w:rPr>
          <w:rFonts w:eastAsia="Times New Roman" w:cs="Arial"/>
          <w:color w:val="222222"/>
          <w:szCs w:val="18"/>
          <w:lang w:eastAsia="pl-PL"/>
        </w:rPr>
        <w:t>t.j. Dz.U. z 2025 r. poz. 514</w:t>
      </w:r>
      <w:bookmarkEnd w:id="6"/>
      <w:r w:rsidRPr="0035204E">
        <w:rPr>
          <w:rFonts w:eastAsia="Times New Roman" w:cs="Arial"/>
          <w:color w:val="222222"/>
          <w:szCs w:val="18"/>
          <w:lang w:eastAsia="pl-PL"/>
        </w:rPr>
        <w:t>)</w:t>
      </w:r>
      <w:r w:rsidRPr="0035204E">
        <w:rPr>
          <w:rFonts w:eastAsia="Times New Roman" w:cs="Arial"/>
          <w:i/>
          <w:iCs/>
          <w:color w:val="222222"/>
          <w:szCs w:val="18"/>
          <w:lang w:eastAsia="pl-PL"/>
        </w:rPr>
        <w:t>.</w:t>
      </w:r>
      <w:r w:rsidRPr="0035204E">
        <w:rPr>
          <w:rFonts w:eastAsia="Times New Roman" w:cs="Arial"/>
          <w:color w:val="222222"/>
          <w:szCs w:val="18"/>
          <w:vertAlign w:val="superscript"/>
          <w:lang w:eastAsia="pl-PL"/>
        </w:rPr>
        <w:footnoteReference w:id="4"/>
      </w:r>
    </w:p>
    <w:p w14:paraId="402D0287" w14:textId="77777777" w:rsidR="0035204E" w:rsidRPr="0035204E" w:rsidRDefault="0035204E" w:rsidP="00891F8E">
      <w:pPr>
        <w:shd w:val="clear" w:color="auto" w:fill="1A7466" w:themeFill="text2"/>
        <w:spacing w:before="40" w:after="240"/>
        <w:ind w:right="422"/>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PODWYKONAWCY, NA KTÓREGO PRZYPADA PONAD 10% WARTOŚCI ZAMÓWIENIA:</w:t>
      </w:r>
    </w:p>
    <w:p w14:paraId="19C6C67E" w14:textId="77777777" w:rsidR="0035204E" w:rsidRPr="0035204E" w:rsidRDefault="0035204E" w:rsidP="00891F8E">
      <w:pPr>
        <w:spacing w:before="40" w:after="240"/>
        <w:ind w:right="422"/>
        <w:jc w:val="both"/>
        <w:rPr>
          <w:rFonts w:eastAsia="Times New Roman" w:cs="Arial"/>
          <w:szCs w:val="18"/>
        </w:rPr>
      </w:pPr>
      <w:r w:rsidRPr="0035204E">
        <w:rPr>
          <w:rFonts w:eastAsia="Times New Roman" w:cs="Arial"/>
          <w:color w:val="0070C0"/>
          <w:szCs w:val="18"/>
        </w:rPr>
        <w:t>[UWAGA</w:t>
      </w:r>
      <w:r w:rsidRPr="0035204E">
        <w:rPr>
          <w:rFonts w:eastAsia="Times New Roman" w:cs="Arial"/>
          <w:i/>
          <w:color w:val="0070C0"/>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5204E">
        <w:rPr>
          <w:rFonts w:eastAsia="Times New Roman" w:cs="Arial"/>
          <w:color w:val="0070C0"/>
          <w:szCs w:val="18"/>
        </w:rPr>
        <w:t>]</w:t>
      </w:r>
    </w:p>
    <w:p w14:paraId="79B99441" w14:textId="09B630AA" w:rsidR="0035204E" w:rsidRPr="0035204E" w:rsidRDefault="0035204E" w:rsidP="00891F8E">
      <w:pPr>
        <w:spacing w:before="40" w:after="240"/>
        <w:ind w:right="422"/>
        <w:jc w:val="both"/>
        <w:rPr>
          <w:rFonts w:eastAsia="Times New Roman" w:cs="Arial"/>
          <w:szCs w:val="18"/>
        </w:rPr>
      </w:pPr>
      <w:r w:rsidRPr="0035204E">
        <w:rPr>
          <w:rFonts w:eastAsia="Times New Roman" w:cs="Arial"/>
          <w:szCs w:val="18"/>
        </w:rPr>
        <w:t xml:space="preserve">Oświadczam, że w stosunku do następującego podmiotu, będącego podwykonawcą, na którego przypada ponad 10% wartości </w:t>
      </w:r>
      <w:r w:rsidRPr="0008511F">
        <w:rPr>
          <w:rFonts w:eastAsia="Times New Roman" w:cs="Arial"/>
          <w:szCs w:val="18"/>
        </w:rPr>
        <w:t xml:space="preserve">zamówienia: ……………………………………………………………………………………………….… </w:t>
      </w:r>
      <w:r w:rsidRPr="0008511F">
        <w:rPr>
          <w:rFonts w:eastAsia="Times New Roman" w:cs="Arial"/>
          <w:i/>
          <w:szCs w:val="18"/>
        </w:rPr>
        <w:t>(podać pełną</w:t>
      </w:r>
      <w:r w:rsidRPr="0035204E">
        <w:rPr>
          <w:rFonts w:eastAsia="Times New Roman" w:cs="Arial"/>
          <w:i/>
          <w:szCs w:val="18"/>
        </w:rPr>
        <w:t xml:space="preserve"> nazwę/ firmę, adres, a także w zależności od podmiotu: NIP/ PESEL, KRS/ CEiDG)</w:t>
      </w:r>
      <w:r w:rsidRPr="0035204E">
        <w:rPr>
          <w:rFonts w:eastAsia="Times New Roman" w:cs="Arial"/>
          <w:szCs w:val="18"/>
        </w:rPr>
        <w:t>, nie zachodzą podstawy wykluczenia z postępowania o udzielenie zamówienia przewidziane w art. 5k rozporządzenia 833/2014 w brzmieniu nadanym rozporządzeniem 2022/576</w:t>
      </w:r>
      <w:r w:rsidR="009B7595" w:rsidRPr="009B7595">
        <w:t xml:space="preserve"> </w:t>
      </w:r>
      <w:bookmarkStart w:id="9" w:name="_Hlk214546150"/>
      <w:r w:rsidR="009B7595" w:rsidRPr="009B7595">
        <w:rPr>
          <w:rFonts w:eastAsia="Times New Roman" w:cs="Arial"/>
          <w:szCs w:val="18"/>
        </w:rPr>
        <w:t>zaktualizowanym rozporządzeniem Rady (UE) 2025/2033</w:t>
      </w:r>
      <w:r w:rsidRPr="0035204E">
        <w:rPr>
          <w:rFonts w:eastAsia="Times New Roman" w:cs="Arial"/>
          <w:szCs w:val="18"/>
        </w:rPr>
        <w:t>.</w:t>
      </w:r>
      <w:bookmarkEnd w:id="9"/>
    </w:p>
    <w:p w14:paraId="5F798290" w14:textId="77777777" w:rsidR="0035204E" w:rsidRPr="0035204E" w:rsidRDefault="0035204E" w:rsidP="00891F8E">
      <w:pPr>
        <w:shd w:val="clear" w:color="auto" w:fill="1A7466" w:themeFill="text2"/>
        <w:spacing w:before="40" w:after="240"/>
        <w:ind w:right="422"/>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DOSTAWCY, NA KTÓREGO PRZYPADA PONAD 10% WARTOŚCI ZAMÓWIENIA:</w:t>
      </w:r>
    </w:p>
    <w:p w14:paraId="5392BF61" w14:textId="77777777" w:rsidR="0035204E" w:rsidRPr="0035204E" w:rsidRDefault="0035204E" w:rsidP="00891F8E">
      <w:pPr>
        <w:spacing w:before="40" w:after="240"/>
        <w:ind w:right="422"/>
        <w:jc w:val="both"/>
        <w:rPr>
          <w:rFonts w:eastAsia="Times New Roman" w:cs="Arial"/>
          <w:szCs w:val="18"/>
        </w:rPr>
      </w:pPr>
      <w:r w:rsidRPr="0035204E">
        <w:rPr>
          <w:rFonts w:eastAsia="Times New Roman" w:cs="Arial"/>
          <w:color w:val="0070C0"/>
          <w:szCs w:val="18"/>
        </w:rPr>
        <w:t>[UWAGA</w:t>
      </w:r>
      <w:r w:rsidRPr="0035204E">
        <w:rPr>
          <w:rFonts w:eastAsia="Times New Roman" w:cs="Arial"/>
          <w:i/>
          <w:color w:val="0070C0"/>
          <w:szCs w:val="18"/>
        </w:rPr>
        <w:t>: wypełnić tylko w przypadku dostawcy, na którego przypada ponad 10% wartości zamówienia. W przypadku więcej niż jednego dostawcy, na którego przypada ponad 10% wartości zamówienia, należy zastosować tyle razy, ile jest to konieczne.</w:t>
      </w:r>
      <w:r w:rsidRPr="0035204E">
        <w:rPr>
          <w:rFonts w:eastAsia="Times New Roman" w:cs="Arial"/>
          <w:color w:val="0070C0"/>
          <w:szCs w:val="18"/>
        </w:rPr>
        <w:t>]</w:t>
      </w:r>
    </w:p>
    <w:p w14:paraId="3FC4C9C0" w14:textId="0BBEED58" w:rsidR="0035204E" w:rsidRDefault="0035204E" w:rsidP="00891F8E">
      <w:pPr>
        <w:spacing w:before="40" w:after="240"/>
        <w:ind w:right="422"/>
        <w:jc w:val="both"/>
        <w:rPr>
          <w:rFonts w:eastAsia="Times New Roman" w:cs="Arial"/>
          <w:szCs w:val="18"/>
        </w:rPr>
      </w:pPr>
      <w:r w:rsidRPr="0035204E">
        <w:rPr>
          <w:rFonts w:eastAsia="Times New Roman" w:cs="Arial"/>
          <w:szCs w:val="18"/>
        </w:rPr>
        <w:t xml:space="preserve">Oświadczam, że w stosunku do następującego podmiotu, będącego dostawcą, na którego przypada ponad 10% wartości </w:t>
      </w:r>
      <w:r w:rsidRPr="0008511F">
        <w:rPr>
          <w:rFonts w:eastAsia="Times New Roman" w:cs="Arial"/>
          <w:szCs w:val="18"/>
        </w:rPr>
        <w:t xml:space="preserve">zamówienia: ……………………………………………………………………………………………….………..….…… </w:t>
      </w:r>
      <w:r w:rsidRPr="0008511F">
        <w:rPr>
          <w:rFonts w:eastAsia="Times New Roman" w:cs="Arial"/>
          <w:i/>
          <w:szCs w:val="18"/>
        </w:rPr>
        <w:t>(podać</w:t>
      </w:r>
      <w:r w:rsidRPr="0035204E">
        <w:rPr>
          <w:rFonts w:eastAsia="Times New Roman" w:cs="Arial"/>
          <w:i/>
          <w:szCs w:val="18"/>
        </w:rPr>
        <w:t xml:space="preserve"> pełną nazwę/firmę, adres, a także w zależności od podmiotu: NIP/PESEL, KRS/CEiDG)</w:t>
      </w:r>
      <w:r w:rsidRPr="0035204E">
        <w:rPr>
          <w:rFonts w:eastAsia="Times New Roman" w:cs="Arial"/>
          <w:szCs w:val="18"/>
        </w:rPr>
        <w:t>, nie zachodzą podstawy wykluczenia z postępowania o udzielenie zamówienia przewidziane w art. 5k rozporządzenia 833/2014 w brzmieniu nadanym rozporządzeniem 2022/576</w:t>
      </w:r>
      <w:r w:rsidR="009B7595" w:rsidRPr="009B7595">
        <w:t xml:space="preserve"> </w:t>
      </w:r>
      <w:r w:rsidR="009B7595" w:rsidRPr="009B7595">
        <w:rPr>
          <w:rFonts w:eastAsia="Times New Roman" w:cs="Arial"/>
          <w:szCs w:val="18"/>
        </w:rPr>
        <w:t>zaktualizowanym rozporządzeniem Rady (UE) 2025/2033</w:t>
      </w:r>
      <w:r w:rsidRPr="0035204E">
        <w:rPr>
          <w:rFonts w:eastAsia="Times New Roman" w:cs="Arial"/>
          <w:szCs w:val="18"/>
        </w:rPr>
        <w:t>.</w:t>
      </w:r>
    </w:p>
    <w:p w14:paraId="7B7C9899" w14:textId="77777777" w:rsidR="0035204E" w:rsidRPr="0035204E" w:rsidRDefault="0035204E" w:rsidP="00891F8E">
      <w:pPr>
        <w:shd w:val="clear" w:color="auto" w:fill="1A7466" w:themeFill="text2"/>
        <w:spacing w:before="40" w:after="240"/>
        <w:ind w:right="422"/>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PODANYCH INFORMACJI:</w:t>
      </w:r>
    </w:p>
    <w:p w14:paraId="75F71B37" w14:textId="77777777" w:rsidR="0035204E" w:rsidRPr="0035204E" w:rsidRDefault="0035204E" w:rsidP="00891F8E">
      <w:pPr>
        <w:spacing w:before="40" w:after="240"/>
        <w:ind w:right="422"/>
        <w:jc w:val="both"/>
        <w:rPr>
          <w:rFonts w:eastAsia="Times New Roman" w:cs="Arial"/>
          <w:szCs w:val="18"/>
        </w:rPr>
      </w:pPr>
      <w:r w:rsidRPr="0035204E">
        <w:rPr>
          <w:rFonts w:eastAsia="Times New Roman" w:cs="Arial"/>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4CFB09EC" w14:textId="77777777" w:rsidR="0035204E" w:rsidRPr="0035204E" w:rsidRDefault="0035204E" w:rsidP="00891F8E">
      <w:pPr>
        <w:shd w:val="clear" w:color="auto" w:fill="1A7466" w:themeFill="text2"/>
        <w:spacing w:before="40" w:after="240"/>
        <w:ind w:right="422"/>
        <w:jc w:val="both"/>
        <w:rPr>
          <w:rFonts w:asciiTheme="majorHAnsi" w:eastAsia="Times New Roman" w:hAnsiTheme="majorHAnsi" w:cs="Arial"/>
          <w:b/>
          <w:sz w:val="22"/>
        </w:rPr>
      </w:pPr>
      <w:r w:rsidRPr="0035204E">
        <w:rPr>
          <w:rFonts w:asciiTheme="majorHAnsi" w:eastAsia="Times New Roman" w:hAnsiTheme="majorHAnsi" w:cs="Arial"/>
          <w:b/>
          <w:sz w:val="22"/>
        </w:rPr>
        <w:t>INFORMACJA DOTYCZĄCA DOSTĘPU DO DOKUMENTÓW REJESTROWYCH/</w:t>
      </w:r>
      <w:r w:rsidRPr="0035204E">
        <w:rPr>
          <w:rFonts w:asciiTheme="majorHAnsi" w:eastAsia="Times New Roman" w:hAnsiTheme="majorHAnsi" w:cs="Times New Roman"/>
          <w:b/>
          <w:sz w:val="22"/>
          <w:lang w:eastAsia="zh-CN"/>
        </w:rPr>
        <w:t>DOKUMENTÓW</w:t>
      </w:r>
      <w:r w:rsidRPr="0035204E">
        <w:rPr>
          <w:rFonts w:asciiTheme="majorHAnsi" w:eastAsia="Times New Roman" w:hAnsiTheme="majorHAnsi" w:cs="Times New Roman"/>
          <w:sz w:val="22"/>
          <w:lang w:eastAsia="zh-CN"/>
        </w:rPr>
        <w:t xml:space="preserve"> </w:t>
      </w:r>
      <w:r w:rsidRPr="0035204E">
        <w:rPr>
          <w:rFonts w:asciiTheme="majorHAnsi" w:eastAsia="Times New Roman" w:hAnsiTheme="majorHAnsi" w:cs="Arial"/>
          <w:b/>
          <w:sz w:val="22"/>
        </w:rPr>
        <w:t>OKREŚLAJĄCYCH BENEFICJENTÓW RZECZYWISTYCH WYKONAWCY:</w:t>
      </w:r>
    </w:p>
    <w:p w14:paraId="55B88796" w14:textId="77777777" w:rsidR="0035204E" w:rsidRPr="0035204E" w:rsidRDefault="0035204E" w:rsidP="00891F8E">
      <w:pPr>
        <w:spacing w:before="40" w:after="240"/>
        <w:ind w:right="422"/>
        <w:jc w:val="both"/>
        <w:rPr>
          <w:rFonts w:eastAsia="Times New Roman" w:cs="Arial"/>
          <w:szCs w:val="18"/>
        </w:rPr>
      </w:pPr>
      <w:r w:rsidRPr="0035204E">
        <w:rPr>
          <w:rFonts w:eastAsia="Times New Roman" w:cs="Arial"/>
          <w:szCs w:val="18"/>
        </w:rPr>
        <w:t>Wskazuję następujące dokumenty rejestrowe/dokumenty określające beneficjentów rzeczywistych, które można uzyskać za pomocą bezpłatnych i ogólnodostępnych baz danych, oraz</w:t>
      </w:r>
      <w:r w:rsidRPr="0035204E">
        <w:rPr>
          <w:rFonts w:eastAsia="Times New Roman" w:cs="Times New Roman"/>
          <w:szCs w:val="18"/>
        </w:rPr>
        <w:t xml:space="preserve"> </w:t>
      </w:r>
      <w:r w:rsidRPr="0035204E">
        <w:rPr>
          <w:rFonts w:eastAsia="Times New Roman" w:cs="Arial"/>
          <w:szCs w:val="18"/>
        </w:rPr>
        <w:t>dane umożliwiające dostęp do tych dokumentów:</w:t>
      </w:r>
    </w:p>
    <w:p w14:paraId="23367211" w14:textId="5992C923" w:rsidR="0035204E" w:rsidRPr="00A633AE" w:rsidRDefault="0035204E">
      <w:pPr>
        <w:pStyle w:val="Akapitzlist"/>
        <w:numPr>
          <w:ilvl w:val="0"/>
          <w:numId w:val="8"/>
        </w:numPr>
        <w:spacing w:before="40" w:after="240"/>
        <w:ind w:right="422"/>
        <w:contextualSpacing w:val="0"/>
        <w:jc w:val="both"/>
        <w:rPr>
          <w:rFonts w:eastAsia="Times New Roman" w:cs="Arial"/>
          <w:szCs w:val="18"/>
        </w:rPr>
      </w:pPr>
      <w:r w:rsidRPr="00A633AE">
        <w:rPr>
          <w:rFonts w:eastAsia="Times New Roman" w:cs="Arial"/>
          <w:szCs w:val="18"/>
        </w:rPr>
        <w:t>............................................................................................................</w:t>
      </w:r>
      <w:r w:rsidR="00B505D5">
        <w:rPr>
          <w:rFonts w:eastAsia="Times New Roman" w:cs="Arial"/>
          <w:szCs w:val="18"/>
        </w:rPr>
        <w:t>..........................</w:t>
      </w:r>
    </w:p>
    <w:p w14:paraId="7AC2B137" w14:textId="77777777" w:rsidR="0035204E" w:rsidRPr="0035204E" w:rsidRDefault="0035204E" w:rsidP="00891F8E">
      <w:pPr>
        <w:spacing w:before="40" w:after="240"/>
        <w:ind w:right="422"/>
        <w:jc w:val="both"/>
        <w:rPr>
          <w:rFonts w:eastAsia="Times New Roman" w:cs="Arial"/>
          <w:szCs w:val="18"/>
        </w:rPr>
      </w:pPr>
      <w:r w:rsidRPr="0035204E">
        <w:rPr>
          <w:rFonts w:eastAsia="Times New Roman" w:cs="Arial"/>
          <w:i/>
          <w:szCs w:val="18"/>
        </w:rPr>
        <w:t>(wskazać dokumenty rejestrowe, adres internetowy, wydający urząd lub organ, dokładne dane referencyjne dokumentacji)</w:t>
      </w:r>
    </w:p>
    <w:p w14:paraId="1A159048" w14:textId="6CA38E30" w:rsidR="0035204E" w:rsidRPr="00A633AE" w:rsidRDefault="0035204E">
      <w:pPr>
        <w:pStyle w:val="Akapitzlist"/>
        <w:numPr>
          <w:ilvl w:val="0"/>
          <w:numId w:val="8"/>
        </w:numPr>
        <w:spacing w:before="40" w:after="240"/>
        <w:ind w:right="422"/>
        <w:contextualSpacing w:val="0"/>
        <w:jc w:val="both"/>
        <w:rPr>
          <w:rFonts w:eastAsia="Times New Roman" w:cs="Arial"/>
          <w:szCs w:val="18"/>
        </w:rPr>
      </w:pPr>
      <w:r w:rsidRPr="00A633AE">
        <w:rPr>
          <w:rFonts w:eastAsia="Times New Roman" w:cs="Arial"/>
          <w:szCs w:val="18"/>
        </w:rPr>
        <w:t>.............................................................................................................</w:t>
      </w:r>
      <w:r w:rsidR="00B505D5">
        <w:rPr>
          <w:rFonts w:eastAsia="Times New Roman" w:cs="Arial"/>
          <w:szCs w:val="18"/>
        </w:rPr>
        <w:t>.........................</w:t>
      </w:r>
    </w:p>
    <w:p w14:paraId="484CD307" w14:textId="77777777" w:rsidR="0035204E" w:rsidRPr="0035204E" w:rsidRDefault="0035204E" w:rsidP="00891F8E">
      <w:pPr>
        <w:spacing w:before="40" w:after="240"/>
        <w:ind w:right="422"/>
        <w:jc w:val="both"/>
        <w:rPr>
          <w:rFonts w:eastAsia="Times New Roman" w:cs="Arial"/>
          <w:i/>
          <w:szCs w:val="18"/>
        </w:rPr>
      </w:pPr>
      <w:r w:rsidRPr="0035204E">
        <w:rPr>
          <w:rFonts w:eastAsia="Times New Roman" w:cs="Arial"/>
          <w:i/>
          <w:szCs w:val="18"/>
        </w:rPr>
        <w:t>(wskazać dokumenty określające beneficjentów rzeczywistych, adres internetowy, wydający urząd lub organ, dokładne dane referencyjne dokumentacji)</w:t>
      </w:r>
    </w:p>
    <w:p w14:paraId="46488836" w14:textId="77777777" w:rsidR="0035204E" w:rsidRPr="0035204E" w:rsidRDefault="0035204E" w:rsidP="00891F8E">
      <w:pPr>
        <w:spacing w:before="120" w:after="120" w:line="276" w:lineRule="auto"/>
        <w:ind w:right="422"/>
        <w:jc w:val="both"/>
        <w:rPr>
          <w:rFonts w:eastAsia="Times New Roman" w:cs="Arial"/>
          <w:i/>
          <w:szCs w:val="18"/>
        </w:rPr>
      </w:pPr>
    </w:p>
    <w:p w14:paraId="679E6332" w14:textId="77777777" w:rsidR="0035204E" w:rsidRPr="0035204E" w:rsidRDefault="0035204E" w:rsidP="00891F8E">
      <w:pPr>
        <w:spacing w:before="120" w:after="120" w:line="276" w:lineRule="auto"/>
        <w:ind w:right="422"/>
        <w:jc w:val="both"/>
        <w:rPr>
          <w:rFonts w:eastAsia="Times New Roman" w:cs="Arial"/>
          <w:i/>
          <w:szCs w:val="18"/>
        </w:rPr>
      </w:pPr>
    </w:p>
    <w:p w14:paraId="42505E5D" w14:textId="77777777" w:rsidR="0035204E" w:rsidRPr="00735FA3" w:rsidRDefault="0035204E" w:rsidP="00891F8E">
      <w:pPr>
        <w:spacing w:before="120" w:after="120" w:line="276" w:lineRule="auto"/>
        <w:ind w:right="422"/>
        <w:jc w:val="both"/>
        <w:rPr>
          <w:rFonts w:eastAsia="Times New Roman" w:cs="Arial"/>
          <w:i/>
          <w:szCs w:val="18"/>
        </w:rPr>
      </w:pPr>
      <w:r w:rsidRPr="0035204E">
        <w:rPr>
          <w:rFonts w:eastAsia="Times New Roman" w:cs="Arial"/>
          <w:i/>
          <w:szCs w:val="18"/>
        </w:rPr>
        <w:t>_____________________, dn. ____________</w:t>
      </w:r>
      <w:r w:rsidRPr="0035204E">
        <w:rPr>
          <w:rFonts w:eastAsia="Times New Roman" w:cs="Arial"/>
          <w:szCs w:val="18"/>
        </w:rPr>
        <w:tab/>
      </w:r>
      <w:r w:rsidRPr="0035204E">
        <w:rPr>
          <w:rFonts w:eastAsia="Times New Roman" w:cs="Arial"/>
          <w:szCs w:val="18"/>
        </w:rPr>
        <w:tab/>
      </w:r>
    </w:p>
    <w:p w14:paraId="2040F087" w14:textId="77777777" w:rsidR="00A633AE" w:rsidRPr="00735FA3" w:rsidRDefault="0035204E" w:rsidP="00891F8E">
      <w:pPr>
        <w:ind w:left="5664" w:right="422"/>
        <w:rPr>
          <w:rFonts w:eastAsia="Times New Roman" w:cs="Arial"/>
          <w:i/>
          <w:sz w:val="14"/>
          <w:szCs w:val="14"/>
        </w:rPr>
      </w:pPr>
      <w:r w:rsidRPr="00735FA3">
        <w:rPr>
          <w:rFonts w:eastAsia="Times New Roman" w:cs="Arial"/>
          <w:i/>
          <w:sz w:val="14"/>
          <w:szCs w:val="14"/>
        </w:rPr>
        <w:t xml:space="preserve">Podpis(-y) osoby(-ób) uprawnionej(-ych) </w:t>
      </w:r>
    </w:p>
    <w:p w14:paraId="76581D3E" w14:textId="77777777" w:rsidR="0035204E" w:rsidRPr="00735FA3" w:rsidRDefault="0035204E" w:rsidP="00891F8E">
      <w:pPr>
        <w:ind w:left="5664" w:right="422"/>
        <w:rPr>
          <w:rFonts w:eastAsia="Times New Roman" w:cs="Calibri"/>
          <w:sz w:val="14"/>
          <w:szCs w:val="14"/>
        </w:rPr>
      </w:pPr>
      <w:r w:rsidRPr="00735FA3">
        <w:rPr>
          <w:rFonts w:eastAsia="Times New Roman" w:cs="Arial"/>
          <w:i/>
          <w:sz w:val="14"/>
          <w:szCs w:val="14"/>
        </w:rPr>
        <w:t xml:space="preserve">do złożenia oświadczenia </w:t>
      </w:r>
    </w:p>
    <w:p w14:paraId="2D66C830" w14:textId="2A841B53" w:rsidR="0035204E" w:rsidRDefault="0035204E" w:rsidP="00891F8E">
      <w:pPr>
        <w:pStyle w:val="Akapitzlist"/>
        <w:ind w:left="5664" w:right="422"/>
        <w:rPr>
          <w:i/>
        </w:rPr>
      </w:pPr>
    </w:p>
    <w:p w14:paraId="29190EF4" w14:textId="1D5F863E" w:rsidR="003E3800" w:rsidRDefault="003E3800" w:rsidP="00891F8E">
      <w:pPr>
        <w:pStyle w:val="Akapitzlist"/>
        <w:ind w:left="5664" w:right="422"/>
        <w:rPr>
          <w:i/>
        </w:rPr>
      </w:pPr>
    </w:p>
    <w:p w14:paraId="74ADBDAE" w14:textId="4DCB2AB8" w:rsidR="003E3800" w:rsidRDefault="003E3800" w:rsidP="00891F8E">
      <w:pPr>
        <w:pStyle w:val="Akapitzlist"/>
        <w:ind w:left="5664" w:right="422"/>
        <w:rPr>
          <w:i/>
        </w:rPr>
      </w:pPr>
    </w:p>
    <w:p w14:paraId="0632AFE3" w14:textId="102A9F7A" w:rsidR="003E3800" w:rsidRDefault="003E3800" w:rsidP="00891F8E">
      <w:pPr>
        <w:pStyle w:val="Akapitzlist"/>
        <w:ind w:left="5664" w:right="422"/>
        <w:rPr>
          <w:i/>
        </w:rPr>
      </w:pPr>
    </w:p>
    <w:p w14:paraId="4E34BCEC" w14:textId="68F9DF33" w:rsidR="003E3800" w:rsidRDefault="003E3800" w:rsidP="00891F8E">
      <w:pPr>
        <w:pStyle w:val="Akapitzlist"/>
        <w:ind w:left="5664" w:right="422"/>
        <w:rPr>
          <w:i/>
        </w:rPr>
      </w:pPr>
    </w:p>
    <w:p w14:paraId="54F4A661" w14:textId="13F1DCD0" w:rsidR="003E3800" w:rsidRDefault="003E3800" w:rsidP="00891F8E">
      <w:pPr>
        <w:pStyle w:val="Akapitzlist"/>
        <w:ind w:left="5664" w:right="422"/>
        <w:rPr>
          <w:i/>
        </w:rPr>
      </w:pPr>
    </w:p>
    <w:p w14:paraId="40B0D6BA" w14:textId="3F400AAB" w:rsidR="003E3800" w:rsidRDefault="003E3800" w:rsidP="00891F8E">
      <w:pPr>
        <w:pStyle w:val="Akapitzlist"/>
        <w:ind w:left="5664" w:right="422"/>
        <w:rPr>
          <w:i/>
        </w:rPr>
      </w:pPr>
    </w:p>
    <w:p w14:paraId="16E61478" w14:textId="3C2E5D1A" w:rsidR="003E3800" w:rsidRDefault="003E3800" w:rsidP="00891F8E">
      <w:pPr>
        <w:pStyle w:val="Akapitzlist"/>
        <w:ind w:left="5664" w:right="422"/>
        <w:rPr>
          <w:i/>
        </w:rPr>
      </w:pPr>
    </w:p>
    <w:p w14:paraId="59B693D2" w14:textId="2F95BBFF" w:rsidR="003E3800" w:rsidRDefault="003E3800" w:rsidP="00891F8E">
      <w:pPr>
        <w:pStyle w:val="Akapitzlist"/>
        <w:ind w:left="5664" w:right="422"/>
        <w:rPr>
          <w:i/>
        </w:rPr>
      </w:pPr>
    </w:p>
    <w:p w14:paraId="1E59F2D1" w14:textId="61B4E5C2" w:rsidR="003E3800" w:rsidRDefault="003E3800" w:rsidP="00891F8E">
      <w:pPr>
        <w:pStyle w:val="Akapitzlist"/>
        <w:ind w:left="5664" w:right="422"/>
        <w:rPr>
          <w:i/>
        </w:rPr>
      </w:pPr>
    </w:p>
    <w:p w14:paraId="73DF410E" w14:textId="645C4F4F" w:rsidR="003E3800" w:rsidRDefault="003E3800" w:rsidP="00891F8E">
      <w:pPr>
        <w:pStyle w:val="Akapitzlist"/>
        <w:ind w:left="5664" w:right="422"/>
        <w:rPr>
          <w:i/>
        </w:rPr>
      </w:pPr>
    </w:p>
    <w:p w14:paraId="445B69FB" w14:textId="4AAC45E2" w:rsidR="003E3800" w:rsidRDefault="003E3800" w:rsidP="00891F8E">
      <w:pPr>
        <w:pStyle w:val="Akapitzlist"/>
        <w:ind w:left="5664" w:right="422"/>
        <w:rPr>
          <w:i/>
        </w:rPr>
      </w:pPr>
    </w:p>
    <w:p w14:paraId="4E01D454" w14:textId="2619BD66" w:rsidR="003E3800" w:rsidRDefault="003E3800" w:rsidP="00891F8E">
      <w:pPr>
        <w:pStyle w:val="Akapitzlist"/>
        <w:ind w:left="5664" w:right="422"/>
        <w:rPr>
          <w:i/>
        </w:rPr>
      </w:pPr>
    </w:p>
    <w:p w14:paraId="4483CB68" w14:textId="37830904" w:rsidR="003E3800" w:rsidRDefault="003E3800" w:rsidP="00891F8E">
      <w:pPr>
        <w:pStyle w:val="Akapitzlist"/>
        <w:ind w:left="5664" w:right="422"/>
        <w:rPr>
          <w:i/>
        </w:rPr>
      </w:pPr>
    </w:p>
    <w:p w14:paraId="38FDB4EC" w14:textId="0799C386" w:rsidR="003E3800" w:rsidRDefault="003E3800" w:rsidP="00891F8E">
      <w:pPr>
        <w:pStyle w:val="Akapitzlist"/>
        <w:ind w:left="5664" w:right="422"/>
        <w:rPr>
          <w:i/>
        </w:rPr>
      </w:pPr>
    </w:p>
    <w:p w14:paraId="30EEA5FA" w14:textId="78B075AB" w:rsidR="003E3800" w:rsidRDefault="003E3800" w:rsidP="00891F8E">
      <w:pPr>
        <w:pStyle w:val="Akapitzlist"/>
        <w:ind w:left="5664" w:right="422"/>
        <w:rPr>
          <w:i/>
        </w:rPr>
      </w:pPr>
    </w:p>
    <w:p w14:paraId="249F20F3" w14:textId="7DD3230C" w:rsidR="003E3800" w:rsidRDefault="003E3800" w:rsidP="00891F8E">
      <w:pPr>
        <w:pStyle w:val="Akapitzlist"/>
        <w:ind w:left="5664" w:right="422"/>
        <w:rPr>
          <w:i/>
        </w:rPr>
      </w:pPr>
    </w:p>
    <w:bookmarkEnd w:id="1"/>
    <w:p w14:paraId="10B58C35" w14:textId="5CE7A11E" w:rsidR="003E3800" w:rsidRPr="00C6427F" w:rsidRDefault="003E3800" w:rsidP="00C6427F">
      <w:pPr>
        <w:ind w:right="422"/>
        <w:rPr>
          <w:i/>
        </w:rPr>
      </w:pPr>
    </w:p>
    <w:sectPr w:rsidR="003E3800" w:rsidRPr="00C6427F" w:rsidSect="00953934">
      <w:headerReference w:type="default" r:id="rId11"/>
      <w:footerReference w:type="default" r:id="rId12"/>
      <w:headerReference w:type="first" r:id="rId13"/>
      <w:footerReference w:type="first" r:id="rId14"/>
      <w:pgSz w:w="11906" w:h="16838"/>
      <w:pgMar w:top="1276" w:right="851" w:bottom="1304" w:left="850"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A4772" w14:textId="77777777" w:rsidR="00A665E9" w:rsidRDefault="00A665E9" w:rsidP="00582CE9">
      <w:pPr>
        <w:spacing w:after="0"/>
      </w:pPr>
      <w:r>
        <w:separator/>
      </w:r>
    </w:p>
  </w:endnote>
  <w:endnote w:type="continuationSeparator" w:id="0">
    <w:p w14:paraId="7C42A6DC" w14:textId="77777777" w:rsidR="00A665E9" w:rsidRDefault="00A665E9"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Content>
      <w:p w14:paraId="7E55A35E" w14:textId="099A8AF6" w:rsidR="00662D09" w:rsidRDefault="00662D09">
        <w:pPr>
          <w:pStyle w:val="Stopka"/>
          <w:jc w:val="right"/>
        </w:pPr>
        <w:r>
          <w:fldChar w:fldCharType="begin"/>
        </w:r>
        <w:r>
          <w:instrText>PAGE   \* MERGEFORMAT</w:instrText>
        </w:r>
        <w:r>
          <w:fldChar w:fldCharType="separate"/>
        </w:r>
        <w:r w:rsidR="005547D1">
          <w:rPr>
            <w:noProof/>
          </w:rPr>
          <w:t>37</w:t>
        </w:r>
        <w:r>
          <w:fldChar w:fldCharType="end"/>
        </w:r>
      </w:p>
    </w:sdtContent>
  </w:sdt>
  <w:p w14:paraId="36693E2E" w14:textId="77777777" w:rsidR="00662D09" w:rsidRDefault="00662D0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Content>
      <w:p w14:paraId="130C846F" w14:textId="380C59F9" w:rsidR="00662D09" w:rsidRDefault="00662D09">
        <w:pPr>
          <w:pStyle w:val="Stopka"/>
          <w:jc w:val="right"/>
        </w:pPr>
        <w:r>
          <w:fldChar w:fldCharType="begin"/>
        </w:r>
        <w:r>
          <w:instrText>PAGE   \* MERGEFORMAT</w:instrText>
        </w:r>
        <w:r>
          <w:fldChar w:fldCharType="separate"/>
        </w:r>
        <w:r w:rsidR="00FD244C">
          <w:rPr>
            <w:noProof/>
          </w:rPr>
          <w:t>1</w:t>
        </w:r>
        <w:r>
          <w:fldChar w:fldCharType="end"/>
        </w:r>
      </w:p>
    </w:sdtContent>
  </w:sdt>
  <w:p w14:paraId="624161A0" w14:textId="3C53B461" w:rsidR="00662D09" w:rsidRDefault="00662D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EDE8D" w14:textId="77777777" w:rsidR="00A665E9" w:rsidRDefault="00A665E9" w:rsidP="00582CE9">
      <w:pPr>
        <w:spacing w:after="0"/>
      </w:pPr>
      <w:r>
        <w:separator/>
      </w:r>
    </w:p>
  </w:footnote>
  <w:footnote w:type="continuationSeparator" w:id="0">
    <w:p w14:paraId="0D4395A8" w14:textId="77777777" w:rsidR="00A665E9" w:rsidRDefault="00A665E9" w:rsidP="00582CE9">
      <w:pPr>
        <w:spacing w:after="0"/>
      </w:pPr>
      <w:r>
        <w:continuationSeparator/>
      </w:r>
    </w:p>
  </w:footnote>
  <w:footnote w:id="1">
    <w:p w14:paraId="2EA3CF49" w14:textId="77777777" w:rsidR="00662D09" w:rsidRPr="007103CC" w:rsidRDefault="00662D09" w:rsidP="00B71AA7">
      <w:pPr>
        <w:pStyle w:val="Tekstprzypisudolnego"/>
        <w:ind w:right="-567"/>
        <w:rPr>
          <w:rFonts w:cs="Calibri"/>
          <w:sz w:val="16"/>
          <w:szCs w:val="16"/>
        </w:rPr>
      </w:pPr>
      <w:r w:rsidRPr="006546C7">
        <w:rPr>
          <w:rFonts w:ascii="Verdana" w:eastAsia="Calibri" w:hAnsi="Verdana" w:cs="Times New Roman"/>
          <w:sz w:val="14"/>
          <w:szCs w:val="14"/>
          <w:vertAlign w:val="superscript"/>
        </w:rPr>
        <w:footnoteRef/>
      </w:r>
      <w:r w:rsidRPr="006546C7">
        <w:rPr>
          <w:rFonts w:ascii="Verdana" w:eastAsia="Calibri" w:hAnsi="Verdana" w:cs="Calibri"/>
          <w:sz w:val="14"/>
          <w:szCs w:val="14"/>
        </w:rPr>
        <w:t xml:space="preserve"> Wypełniają jedynie Wykonawcy </w:t>
      </w:r>
      <w:r w:rsidRPr="00957A26">
        <w:rPr>
          <w:rFonts w:ascii="Verdana" w:eastAsia="Calibri" w:hAnsi="Verdana" w:cs="Calibri"/>
          <w:sz w:val="14"/>
          <w:szCs w:val="14"/>
        </w:rPr>
        <w:t>wspólne ubiegający się</w:t>
      </w:r>
      <w:r w:rsidRPr="006546C7">
        <w:rPr>
          <w:rFonts w:ascii="Verdana" w:eastAsia="Calibri" w:hAnsi="Verdana" w:cs="Calibri"/>
          <w:sz w:val="14"/>
          <w:szCs w:val="14"/>
        </w:rPr>
        <w:t xml:space="preserve"> o udzielenie Zamówienia, powielić liczbę wierszy odpowiednio od liczby Wykonawców.</w:t>
      </w:r>
    </w:p>
  </w:footnote>
  <w:footnote w:id="2">
    <w:p w14:paraId="19EDCE57" w14:textId="77777777" w:rsidR="002114C5" w:rsidRPr="00F115A1" w:rsidRDefault="002114C5" w:rsidP="002114C5">
      <w:pPr>
        <w:pStyle w:val="Tekstprzypisudolnego1"/>
        <w:rPr>
          <w:sz w:val="16"/>
          <w:szCs w:val="16"/>
        </w:rPr>
      </w:pPr>
      <w:r>
        <w:rPr>
          <w:rStyle w:val="Odwoanieprzypisudolnego"/>
        </w:rPr>
        <w:footnoteRef/>
      </w:r>
      <w:r>
        <w:t xml:space="preserve"> </w:t>
      </w:r>
      <w:r w:rsidRPr="00F115A1">
        <w:rPr>
          <w:sz w:val="16"/>
          <w:szCs w:val="16"/>
        </w:rPr>
        <w:t>Kwota do przeniesienia do Systemu Zakupowego</w:t>
      </w:r>
    </w:p>
  </w:footnote>
  <w:footnote w:id="3">
    <w:p w14:paraId="5D5402D4" w14:textId="1579B267" w:rsidR="00662D09" w:rsidRPr="00342E37" w:rsidRDefault="00662D09" w:rsidP="0035204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sidR="009B7595">
        <w:rPr>
          <w:rFonts w:ascii="Verdana" w:hAnsi="Verdana" w:cs="Arial"/>
          <w:sz w:val="14"/>
          <w:szCs w:val="14"/>
        </w:rPr>
        <w:t>,</w:t>
      </w:r>
      <w:r w:rsidR="009B7595" w:rsidRPr="009B7595">
        <w:t xml:space="preserve"> </w:t>
      </w:r>
      <w:r w:rsidR="009B7595" w:rsidRPr="009B7595">
        <w:rPr>
          <w:rFonts w:ascii="Verdana" w:hAnsi="Verdana" w:cs="Arial"/>
          <w:sz w:val="14"/>
          <w:szCs w:val="14"/>
        </w:rPr>
        <w:t>zaktualizowanym rozporządzeniem 2025/2033</w:t>
      </w:r>
      <w:r w:rsidR="009B7595">
        <w:rPr>
          <w:rFonts w:ascii="Verdana" w:hAnsi="Verdana" w:cs="Arial"/>
          <w:sz w:val="14"/>
          <w:szCs w:val="14"/>
        </w:rPr>
        <w:t xml:space="preserve"> </w:t>
      </w:r>
      <w:r w:rsidRPr="00342E37">
        <w:rPr>
          <w:rFonts w:ascii="Verdana" w:hAnsi="Verdana" w:cs="Arial"/>
          <w:sz w:val="14"/>
          <w:szCs w:val="14"/>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AFD5AA6" w14:textId="78BDE04C" w:rsidR="00662D09" w:rsidRPr="00342E37" w:rsidRDefault="00662D09">
      <w:pPr>
        <w:pStyle w:val="Tekstprzypisudolnego"/>
        <w:numPr>
          <w:ilvl w:val="0"/>
          <w:numId w:val="6"/>
        </w:numPr>
        <w:rPr>
          <w:rFonts w:ascii="Verdana" w:hAnsi="Verdana" w:cs="Arial"/>
          <w:sz w:val="14"/>
          <w:szCs w:val="14"/>
        </w:rPr>
      </w:pPr>
      <w:r w:rsidRPr="00342E37">
        <w:rPr>
          <w:rFonts w:ascii="Verdana" w:hAnsi="Verdana" w:cs="Arial"/>
          <w:sz w:val="14"/>
          <w:szCs w:val="14"/>
        </w:rPr>
        <w:t>obywateli rosyjskich</w:t>
      </w:r>
      <w:r w:rsidR="009B7595">
        <w:rPr>
          <w:rFonts w:ascii="Verdana" w:hAnsi="Verdana" w:cs="Arial"/>
          <w:sz w:val="14"/>
          <w:szCs w:val="14"/>
        </w:rPr>
        <w:t>,</w:t>
      </w:r>
      <w:r w:rsidRPr="00342E37">
        <w:rPr>
          <w:rFonts w:ascii="Verdana" w:hAnsi="Verdana" w:cs="Arial"/>
          <w:sz w:val="14"/>
          <w:szCs w:val="14"/>
        </w:rPr>
        <w:t xml:space="preserve"> osób fizycznych </w:t>
      </w:r>
      <w:bookmarkStart w:id="2" w:name="_Hlk214546202"/>
      <w:r w:rsidR="009B7595">
        <w:rPr>
          <w:rFonts w:ascii="Verdana" w:hAnsi="Verdana" w:cs="Arial"/>
          <w:sz w:val="14"/>
          <w:szCs w:val="14"/>
        </w:rPr>
        <w:t xml:space="preserve">zamieszkałych w Rosji </w:t>
      </w:r>
      <w:r w:rsidRPr="00342E37">
        <w:rPr>
          <w:rFonts w:ascii="Verdana" w:hAnsi="Verdana" w:cs="Arial"/>
          <w:sz w:val="14"/>
          <w:szCs w:val="14"/>
        </w:rPr>
        <w:t xml:space="preserve">lub </w:t>
      </w:r>
      <w:r w:rsidR="009B7595">
        <w:rPr>
          <w:rFonts w:ascii="Verdana" w:hAnsi="Verdana" w:cs="Arial"/>
          <w:sz w:val="14"/>
          <w:szCs w:val="14"/>
        </w:rPr>
        <w:t xml:space="preserve">osób </w:t>
      </w:r>
      <w:bookmarkEnd w:id="2"/>
      <w:r w:rsidRPr="00342E37">
        <w:rPr>
          <w:rFonts w:ascii="Verdana" w:hAnsi="Verdana" w:cs="Arial"/>
          <w:sz w:val="14"/>
          <w:szCs w:val="14"/>
        </w:rPr>
        <w:t>prawnych, podmiotów lub organów z siedzibą w Rosji;</w:t>
      </w:r>
    </w:p>
    <w:p w14:paraId="648B9820" w14:textId="3AD9071E" w:rsidR="00662D09" w:rsidRPr="00342E37" w:rsidRDefault="00662D09">
      <w:pPr>
        <w:pStyle w:val="Tekstprzypisudolnego"/>
        <w:numPr>
          <w:ilvl w:val="0"/>
          <w:numId w:val="6"/>
        </w:numPr>
        <w:rPr>
          <w:rFonts w:ascii="Verdana" w:hAnsi="Verdana" w:cs="Arial"/>
          <w:sz w:val="14"/>
          <w:szCs w:val="14"/>
        </w:rPr>
      </w:pPr>
      <w:bookmarkStart w:id="3" w:name="_Hlk102557314"/>
      <w:r w:rsidRPr="00342E37">
        <w:rPr>
          <w:rFonts w:ascii="Verdana" w:hAnsi="Verdana" w:cs="Arial"/>
          <w:sz w:val="14"/>
          <w:szCs w:val="14"/>
        </w:rPr>
        <w:t>osób prawnych, podmiotów lub organów, do których prawa własności bezpośrednio lub pośrednio w ponad 50 % należą do </w:t>
      </w:r>
      <w:bookmarkStart w:id="4" w:name="_Hlk214546232"/>
      <w:r w:rsidR="009B7595">
        <w:rPr>
          <w:rFonts w:ascii="Verdana" w:hAnsi="Verdana" w:cs="Arial"/>
          <w:sz w:val="14"/>
          <w:szCs w:val="14"/>
        </w:rPr>
        <w:t xml:space="preserve">osoby fizycznej lub prawnej, </w:t>
      </w:r>
      <w:r w:rsidRPr="00342E37">
        <w:rPr>
          <w:rFonts w:ascii="Verdana" w:hAnsi="Verdana" w:cs="Arial"/>
          <w:sz w:val="14"/>
          <w:szCs w:val="14"/>
        </w:rPr>
        <w:t>podmiotu</w:t>
      </w:r>
      <w:r w:rsidR="009B7595">
        <w:rPr>
          <w:rFonts w:ascii="Verdana" w:hAnsi="Verdana" w:cs="Arial"/>
          <w:sz w:val="14"/>
          <w:szCs w:val="14"/>
        </w:rPr>
        <w:t xml:space="preserve"> lub organu</w:t>
      </w:r>
      <w:r w:rsidRPr="00342E37">
        <w:rPr>
          <w:rFonts w:ascii="Verdana" w:hAnsi="Verdana" w:cs="Arial"/>
          <w:sz w:val="14"/>
          <w:szCs w:val="14"/>
        </w:rPr>
        <w:t>, o któr</w:t>
      </w:r>
      <w:r w:rsidR="009B7595">
        <w:rPr>
          <w:rFonts w:ascii="Verdana" w:hAnsi="Verdana" w:cs="Arial"/>
          <w:sz w:val="14"/>
          <w:szCs w:val="14"/>
        </w:rPr>
        <w:t>ych</w:t>
      </w:r>
      <w:r w:rsidRPr="00342E37">
        <w:rPr>
          <w:rFonts w:ascii="Verdana" w:hAnsi="Verdana" w:cs="Arial"/>
          <w:sz w:val="14"/>
          <w:szCs w:val="14"/>
        </w:rPr>
        <w:t xml:space="preserve"> mowa w lit. a) niniejszego ustępu; lub</w:t>
      </w:r>
      <w:bookmarkEnd w:id="3"/>
      <w:bookmarkEnd w:id="4"/>
    </w:p>
    <w:p w14:paraId="5A57ED59" w14:textId="1D446671" w:rsidR="00662D09" w:rsidRPr="00342E37" w:rsidRDefault="00662D09">
      <w:pPr>
        <w:pStyle w:val="Tekstprzypisudolnego"/>
        <w:numPr>
          <w:ilvl w:val="0"/>
          <w:numId w:val="6"/>
        </w:numPr>
        <w:rPr>
          <w:rFonts w:ascii="Verdana" w:hAnsi="Verdana" w:cs="Arial"/>
          <w:sz w:val="14"/>
          <w:szCs w:val="14"/>
        </w:rPr>
      </w:pPr>
      <w:r w:rsidRPr="00342E37">
        <w:rPr>
          <w:rFonts w:ascii="Verdana" w:hAnsi="Verdana" w:cs="Arial"/>
          <w:sz w:val="14"/>
          <w:szCs w:val="14"/>
        </w:rPr>
        <w:t xml:space="preserve">osób fizycznych lub prawnych, podmiotów lub organów działających w imieniu lub pod kierunkiem </w:t>
      </w:r>
      <w:bookmarkStart w:id="5" w:name="_Hlk214546246"/>
      <w:r w:rsidR="009B7595">
        <w:rPr>
          <w:rFonts w:ascii="Verdana" w:hAnsi="Verdana" w:cs="Arial"/>
          <w:sz w:val="14"/>
          <w:szCs w:val="14"/>
        </w:rPr>
        <w:t xml:space="preserve">osoby fizycznej lub prawnej </w:t>
      </w:r>
      <w:r w:rsidRPr="00342E37">
        <w:rPr>
          <w:rFonts w:ascii="Verdana" w:hAnsi="Verdana" w:cs="Arial"/>
          <w:sz w:val="14"/>
          <w:szCs w:val="14"/>
        </w:rPr>
        <w:t>podmiotu</w:t>
      </w:r>
      <w:r w:rsidR="009B7595">
        <w:rPr>
          <w:rFonts w:ascii="Verdana" w:hAnsi="Verdana" w:cs="Arial"/>
          <w:sz w:val="14"/>
          <w:szCs w:val="14"/>
        </w:rPr>
        <w:t xml:space="preserve"> lub organu</w:t>
      </w:r>
      <w:r w:rsidRPr="00342E37">
        <w:rPr>
          <w:rFonts w:ascii="Verdana" w:hAnsi="Verdana" w:cs="Arial"/>
          <w:sz w:val="14"/>
          <w:szCs w:val="14"/>
        </w:rPr>
        <w:t>, o który</w:t>
      </w:r>
      <w:r w:rsidR="009B7595">
        <w:rPr>
          <w:rFonts w:ascii="Verdana" w:hAnsi="Verdana" w:cs="Arial"/>
          <w:sz w:val="14"/>
          <w:szCs w:val="14"/>
        </w:rPr>
        <w:t>ch</w:t>
      </w:r>
      <w:r w:rsidRPr="00342E37">
        <w:rPr>
          <w:rFonts w:ascii="Verdana" w:hAnsi="Verdana" w:cs="Arial"/>
          <w:sz w:val="14"/>
          <w:szCs w:val="14"/>
        </w:rPr>
        <w:t xml:space="preserve"> mowa w lit. a) lub b) niniejszego ustępu,</w:t>
      </w:r>
    </w:p>
    <w:bookmarkEnd w:id="5"/>
    <w:p w14:paraId="7A39547B" w14:textId="77777777" w:rsidR="00662D09" w:rsidRPr="00342E37" w:rsidRDefault="00662D09" w:rsidP="0035204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4">
    <w:p w14:paraId="046AFB22" w14:textId="4FC59267" w:rsidR="00662D09" w:rsidRPr="00342E37" w:rsidRDefault="00662D09" w:rsidP="0035204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o szczególnych rozwiązaniach w zakresie przeciwdziałania wspieraniu agresji na Ukrainę oraz służących ochro</w:t>
      </w:r>
      <w:r w:rsidR="005547D1">
        <w:rPr>
          <w:rFonts w:ascii="Verdana" w:hAnsi="Verdana" w:cs="Arial"/>
          <w:i/>
          <w:iCs/>
          <w:color w:val="222222"/>
          <w:sz w:val="14"/>
          <w:szCs w:val="14"/>
        </w:rPr>
        <w:t xml:space="preserve">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730F1FD" w14:textId="77777777" w:rsidR="00662D09" w:rsidRPr="00342E37" w:rsidRDefault="00662D09" w:rsidP="0035204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BC037F3" w14:textId="03077DF3" w:rsidR="00662D09" w:rsidRPr="00342E37" w:rsidRDefault="00662D09" w:rsidP="0035204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w:t>
      </w:r>
      <w:r w:rsidR="009B7595">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bookmarkStart w:id="7" w:name="_Hlk214546675"/>
      <w:r w:rsidR="009B7595">
        <w:rPr>
          <w:rFonts w:ascii="Verdana" w:hAnsi="Verdana" w:cs="Arial"/>
          <w:color w:val="222222"/>
          <w:sz w:val="14"/>
          <w:szCs w:val="14"/>
          <w:lang w:eastAsia="pl-PL"/>
        </w:rPr>
        <w:t>1124 z późn. zm</w:t>
      </w:r>
      <w:bookmarkEnd w:id="7"/>
      <w:r w:rsidR="009B7595">
        <w:rPr>
          <w:rFonts w:ascii="Verdana" w:hAnsi="Verdana" w:cs="Arial"/>
          <w:color w:val="222222"/>
          <w:sz w:val="14"/>
          <w:szCs w:val="14"/>
          <w:lang w:eastAsia="pl-PL"/>
        </w:rPr>
        <w:t>.</w:t>
      </w:r>
      <w:r w:rsidRPr="00342E37">
        <w:rPr>
          <w:rFonts w:ascii="Verdana" w:hAnsi="Verdana" w:cs="Arial"/>
          <w:color w:val="222222"/>
          <w:sz w:val="14"/>
          <w:szCs w:val="14"/>
          <w:lang w:eastAsia="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82F323B" w14:textId="6CA30585" w:rsidR="00662D09" w:rsidRPr="00896587" w:rsidRDefault="00662D09" w:rsidP="0035204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w:t>
      </w:r>
      <w:bookmarkStart w:id="8" w:name="_Hlk214546693"/>
      <w:r w:rsidR="009B7595" w:rsidRPr="009B7595">
        <w:rPr>
          <w:rFonts w:ascii="Verdana" w:hAnsi="Verdana" w:cs="Arial"/>
          <w:color w:val="222222"/>
          <w:sz w:val="14"/>
          <w:szCs w:val="14"/>
          <w:lang w:eastAsia="pl-PL"/>
        </w:rPr>
        <w:t>Dz.U. z 2023 r. poz. 120, 295 i 1598 oraz z 2024 r. poz. 619, 1685 i 1863</w:t>
      </w:r>
      <w:bookmarkEnd w:id="8"/>
      <w:r w:rsidRPr="00342E37">
        <w:rPr>
          <w:rFonts w:ascii="Verdana" w:hAnsi="Verdana" w:cs="Arial"/>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662D09" w:rsidRPr="006B2C28" w14:paraId="188D582E" w14:textId="77777777" w:rsidTr="00582CE9">
      <w:trPr>
        <w:trHeight w:val="1140"/>
      </w:trPr>
      <w:tc>
        <w:tcPr>
          <w:tcW w:w="6119" w:type="dxa"/>
          <w:vAlign w:val="center"/>
        </w:tcPr>
        <w:p w14:paraId="06FE55A6" w14:textId="69201D3E" w:rsidR="00662D09" w:rsidRPr="006E100D" w:rsidRDefault="00662D0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A89C531" w14:textId="21BDA0D7" w:rsidR="003E0C83" w:rsidRDefault="003E0C83" w:rsidP="00226D79">
          <w:pPr>
            <w:suppressAutoHyphens/>
            <w:ind w:right="187"/>
            <w:rPr>
              <w:rFonts w:asciiTheme="majorHAnsi" w:hAnsiTheme="majorHAnsi"/>
              <w:color w:val="000000" w:themeColor="text1"/>
              <w:sz w:val="14"/>
              <w:szCs w:val="18"/>
            </w:rPr>
          </w:pPr>
          <w:r w:rsidRPr="003E0C83">
            <w:rPr>
              <w:rFonts w:asciiTheme="majorHAnsi" w:hAnsiTheme="majorHAnsi"/>
              <w:color w:val="000000" w:themeColor="text1"/>
              <w:sz w:val="14"/>
              <w:szCs w:val="18"/>
            </w:rPr>
            <w:t>Świadczenie usług kurierskich</w:t>
          </w:r>
          <w:r>
            <w:rPr>
              <w:rFonts w:asciiTheme="majorHAnsi" w:hAnsiTheme="majorHAnsi"/>
              <w:color w:val="000000" w:themeColor="text1"/>
              <w:sz w:val="14"/>
              <w:szCs w:val="18"/>
            </w:rPr>
            <w:t xml:space="preserve"> dla PGE Baltica sp. z o.o.</w:t>
          </w:r>
        </w:p>
        <w:p w14:paraId="2466E01B" w14:textId="02D00EF5" w:rsidR="00662D09" w:rsidRPr="006B2C28" w:rsidRDefault="00226D79" w:rsidP="00226D79">
          <w:pPr>
            <w:suppressAutoHyphens/>
            <w:ind w:right="187"/>
            <w:rPr>
              <w:rFonts w:asciiTheme="majorHAnsi" w:hAnsiTheme="majorHAnsi"/>
              <w:color w:val="000000" w:themeColor="text1"/>
              <w:sz w:val="14"/>
              <w:szCs w:val="18"/>
            </w:rPr>
          </w:pPr>
          <w:r w:rsidRPr="00226D79">
            <w:rPr>
              <w:rFonts w:asciiTheme="majorHAnsi" w:hAnsiTheme="majorHAnsi"/>
              <w:color w:val="000000" w:themeColor="text1"/>
              <w:sz w:val="14"/>
              <w:szCs w:val="18"/>
            </w:rPr>
            <w:t>POST/BAL/CEO/DZA/000</w:t>
          </w:r>
          <w:r w:rsidR="003E0C83">
            <w:rPr>
              <w:rFonts w:asciiTheme="majorHAnsi" w:hAnsiTheme="majorHAnsi"/>
              <w:color w:val="000000" w:themeColor="text1"/>
              <w:sz w:val="14"/>
              <w:szCs w:val="18"/>
            </w:rPr>
            <w:t>21</w:t>
          </w:r>
          <w:r w:rsidRPr="00226D79">
            <w:rPr>
              <w:rFonts w:asciiTheme="majorHAnsi" w:hAnsiTheme="majorHAnsi"/>
              <w:color w:val="000000" w:themeColor="text1"/>
              <w:sz w:val="14"/>
              <w:szCs w:val="18"/>
            </w:rPr>
            <w:t xml:space="preserve">/2025 </w:t>
          </w:r>
        </w:p>
      </w:tc>
      <w:tc>
        <w:tcPr>
          <w:tcW w:w="977" w:type="dxa"/>
          <w:vAlign w:val="center"/>
        </w:tcPr>
        <w:p w14:paraId="19B0444D" w14:textId="2BA21B8D" w:rsidR="00662D09" w:rsidRPr="006B2C28" w:rsidRDefault="00662D09" w:rsidP="00582CE9">
          <w:pPr>
            <w:suppressAutoHyphens/>
            <w:ind w:right="187"/>
            <w:rPr>
              <w:rFonts w:asciiTheme="majorHAnsi" w:hAnsiTheme="majorHAnsi"/>
              <w:color w:val="092D74"/>
              <w:sz w:val="14"/>
              <w:szCs w:val="18"/>
            </w:rPr>
          </w:pPr>
        </w:p>
      </w:tc>
      <w:tc>
        <w:tcPr>
          <w:tcW w:w="3110" w:type="dxa"/>
          <w:vAlign w:val="center"/>
        </w:tcPr>
        <w:p w14:paraId="1A39054F" w14:textId="14726104" w:rsidR="00662D09" w:rsidRPr="006B2C28" w:rsidRDefault="00076F9C" w:rsidP="00582CE9">
          <w:pPr>
            <w:suppressAutoHyphens/>
            <w:ind w:right="187"/>
            <w:rPr>
              <w:rFonts w:asciiTheme="majorHAnsi" w:hAnsiTheme="majorHAnsi"/>
              <w:color w:val="092D74"/>
              <w:sz w:val="14"/>
              <w:szCs w:val="18"/>
            </w:rPr>
          </w:pPr>
          <w:r w:rsidRPr="00CD5B2E">
            <w:rPr>
              <w:noProof/>
              <w:color w:val="7F7F7F"/>
            </w:rPr>
            <w:drawing>
              <wp:anchor distT="0" distB="0" distL="114300" distR="114300" simplePos="0" relativeHeight="251666432" behindDoc="1" locked="0" layoutInCell="1" allowOverlap="1" wp14:anchorId="0300A49B" wp14:editId="6417D7DA">
                <wp:simplePos x="0" y="0"/>
                <wp:positionH relativeFrom="page">
                  <wp:posOffset>762635</wp:posOffset>
                </wp:positionH>
                <wp:positionV relativeFrom="page">
                  <wp:posOffset>22225</wp:posOffset>
                </wp:positionV>
                <wp:extent cx="1323340" cy="981075"/>
                <wp:effectExtent l="0" t="0" r="0" b="0"/>
                <wp:wrapNone/>
                <wp:docPr id="540416985" name="Obraz 5404169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23340" cy="981075"/>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017CA432" w14:textId="62B6C1EA" w:rsidR="00662D09" w:rsidRDefault="00662D09" w:rsidP="00582CE9">
    <w:pPr>
      <w:pStyle w:val="Nagwek"/>
    </w:pPr>
  </w:p>
  <w:p w14:paraId="52F24147" w14:textId="77777777" w:rsidR="00076F9C" w:rsidRDefault="00076F9C"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662D09" w:rsidRPr="006B2C28" w14:paraId="699BEE06" w14:textId="77777777" w:rsidTr="008C65DD">
      <w:trPr>
        <w:trHeight w:val="1140"/>
      </w:trPr>
      <w:tc>
        <w:tcPr>
          <w:tcW w:w="6119" w:type="dxa"/>
          <w:vAlign w:val="center"/>
        </w:tcPr>
        <w:p w14:paraId="0A15477D" w14:textId="4A57F53C" w:rsidR="00662D09" w:rsidRPr="006E100D" w:rsidRDefault="00662D0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76889DE" w14:textId="48B1F014" w:rsidR="00CE01FE" w:rsidRPr="00CE01FE" w:rsidRDefault="002B6073" w:rsidP="009A6341">
          <w:pPr>
            <w:suppressAutoHyphens/>
            <w:ind w:right="-83"/>
            <w:rPr>
              <w:rFonts w:asciiTheme="majorHAnsi" w:hAnsiTheme="majorHAnsi"/>
              <w:color w:val="000000" w:themeColor="text1"/>
              <w:sz w:val="14"/>
              <w:szCs w:val="18"/>
            </w:rPr>
          </w:pPr>
          <w:r>
            <w:rPr>
              <w:rFonts w:asciiTheme="majorHAnsi" w:hAnsiTheme="majorHAnsi"/>
              <w:color w:val="000000" w:themeColor="text1"/>
              <w:sz w:val="14"/>
              <w:szCs w:val="18"/>
            </w:rPr>
            <w:t>Świadczenie usług kurierskich</w:t>
          </w:r>
          <w:r w:rsidR="003E0C83">
            <w:rPr>
              <w:rFonts w:asciiTheme="majorHAnsi" w:hAnsiTheme="majorHAnsi"/>
              <w:color w:val="000000" w:themeColor="text1"/>
              <w:sz w:val="14"/>
              <w:szCs w:val="18"/>
            </w:rPr>
            <w:t xml:space="preserve"> dla PGE Baltica sp. z o.o.</w:t>
          </w:r>
        </w:p>
        <w:p w14:paraId="206CD3C2" w14:textId="3C7BAF9E" w:rsidR="00662D09" w:rsidRPr="006B2C28" w:rsidRDefault="00CE01FE" w:rsidP="00CE01FE">
          <w:pPr>
            <w:suppressAutoHyphens/>
            <w:ind w:right="187"/>
            <w:rPr>
              <w:rFonts w:asciiTheme="majorHAnsi" w:hAnsiTheme="majorHAnsi"/>
              <w:color w:val="000000" w:themeColor="text1"/>
              <w:sz w:val="14"/>
              <w:szCs w:val="18"/>
            </w:rPr>
          </w:pPr>
          <w:r w:rsidRPr="00CE01FE">
            <w:rPr>
              <w:rFonts w:asciiTheme="majorHAnsi" w:hAnsiTheme="majorHAnsi"/>
              <w:color w:val="000000" w:themeColor="text1"/>
              <w:sz w:val="14"/>
              <w:szCs w:val="18"/>
            </w:rPr>
            <w:t>POST/BAL/CEO/DZA/</w:t>
          </w:r>
          <w:r w:rsidR="00C72E33" w:rsidRPr="00CE01FE">
            <w:rPr>
              <w:rFonts w:asciiTheme="majorHAnsi" w:hAnsiTheme="majorHAnsi"/>
              <w:color w:val="000000" w:themeColor="text1"/>
              <w:sz w:val="14"/>
              <w:szCs w:val="18"/>
            </w:rPr>
            <w:t>000</w:t>
          </w:r>
          <w:r w:rsidR="000048DC">
            <w:rPr>
              <w:rFonts w:asciiTheme="majorHAnsi" w:hAnsiTheme="majorHAnsi"/>
              <w:color w:val="000000" w:themeColor="text1"/>
              <w:sz w:val="14"/>
              <w:szCs w:val="18"/>
            </w:rPr>
            <w:t>21/</w:t>
          </w:r>
          <w:r w:rsidRPr="00CE01FE">
            <w:rPr>
              <w:rFonts w:asciiTheme="majorHAnsi" w:hAnsiTheme="majorHAnsi"/>
              <w:color w:val="000000" w:themeColor="text1"/>
              <w:sz w:val="14"/>
              <w:szCs w:val="18"/>
            </w:rPr>
            <w:t xml:space="preserve">2025 </w:t>
          </w:r>
        </w:p>
      </w:tc>
      <w:tc>
        <w:tcPr>
          <w:tcW w:w="6119" w:type="dxa"/>
          <w:vAlign w:val="center"/>
        </w:tcPr>
        <w:p w14:paraId="0A047B44" w14:textId="2ABCF50B" w:rsidR="00662D09" w:rsidRPr="006B2C28" w:rsidRDefault="00662D09" w:rsidP="00DE3208">
          <w:pPr>
            <w:suppressAutoHyphens/>
            <w:ind w:right="187"/>
            <w:rPr>
              <w:rFonts w:asciiTheme="majorHAnsi" w:hAnsiTheme="majorHAnsi"/>
              <w:color w:val="092D74"/>
              <w:sz w:val="14"/>
              <w:szCs w:val="18"/>
            </w:rPr>
          </w:pPr>
        </w:p>
      </w:tc>
      <w:tc>
        <w:tcPr>
          <w:tcW w:w="6119" w:type="dxa"/>
          <w:vAlign w:val="center"/>
        </w:tcPr>
        <w:p w14:paraId="68F9A59C" w14:textId="77777777" w:rsidR="00662D09" w:rsidRPr="006B2C28" w:rsidRDefault="00662D09" w:rsidP="00DE3208">
          <w:pPr>
            <w:suppressAutoHyphens/>
            <w:ind w:right="187"/>
            <w:rPr>
              <w:rFonts w:asciiTheme="majorHAnsi" w:hAnsiTheme="majorHAnsi"/>
              <w:color w:val="092D74"/>
              <w:sz w:val="14"/>
              <w:szCs w:val="18"/>
            </w:rPr>
          </w:pPr>
        </w:p>
      </w:tc>
      <w:tc>
        <w:tcPr>
          <w:tcW w:w="6119" w:type="dxa"/>
          <w:vAlign w:val="center"/>
        </w:tcPr>
        <w:p w14:paraId="4C533D91" w14:textId="77777777" w:rsidR="00662D09" w:rsidRPr="006B2C28" w:rsidRDefault="00662D09" w:rsidP="00DE3208">
          <w:pPr>
            <w:suppressAutoHyphens/>
            <w:ind w:right="187"/>
            <w:rPr>
              <w:rFonts w:asciiTheme="majorHAnsi" w:hAnsiTheme="majorHAnsi"/>
              <w:color w:val="000000" w:themeColor="text1"/>
              <w:sz w:val="14"/>
              <w:szCs w:val="18"/>
            </w:rPr>
          </w:pPr>
        </w:p>
      </w:tc>
      <w:tc>
        <w:tcPr>
          <w:tcW w:w="977" w:type="dxa"/>
          <w:vAlign w:val="center"/>
        </w:tcPr>
        <w:p w14:paraId="306DD318" w14:textId="77777777" w:rsidR="00662D09" w:rsidRPr="006B2C28" w:rsidRDefault="00662D09" w:rsidP="00DE3208">
          <w:pPr>
            <w:suppressAutoHyphens/>
            <w:ind w:right="187"/>
            <w:rPr>
              <w:rFonts w:asciiTheme="majorHAnsi" w:hAnsiTheme="majorHAnsi"/>
              <w:color w:val="092D74"/>
              <w:sz w:val="14"/>
              <w:szCs w:val="18"/>
            </w:rPr>
          </w:pPr>
        </w:p>
      </w:tc>
      <w:tc>
        <w:tcPr>
          <w:tcW w:w="3110" w:type="dxa"/>
          <w:vAlign w:val="center"/>
        </w:tcPr>
        <w:p w14:paraId="00481D62" w14:textId="77777777" w:rsidR="00662D09" w:rsidRPr="006B2C28" w:rsidRDefault="00662D09" w:rsidP="00DE3208">
          <w:pPr>
            <w:suppressAutoHyphens/>
            <w:ind w:right="187"/>
            <w:rPr>
              <w:rFonts w:asciiTheme="majorHAnsi" w:hAnsiTheme="majorHAnsi"/>
              <w:color w:val="092D74"/>
              <w:sz w:val="14"/>
              <w:szCs w:val="18"/>
            </w:rPr>
          </w:pPr>
        </w:p>
      </w:tc>
    </w:tr>
  </w:tbl>
  <w:p w14:paraId="07843AA9" w14:textId="77777777" w:rsidR="00276EAD" w:rsidRDefault="00276EAD">
    <w:pPr>
      <w:pStyle w:val="Nagwek"/>
    </w:pPr>
  </w:p>
  <w:p w14:paraId="69074EDD" w14:textId="77777777" w:rsidR="00276EAD" w:rsidRDefault="00276EA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81D77"/>
    <w:multiLevelType w:val="hybridMultilevel"/>
    <w:tmpl w:val="27C2ADC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027E35"/>
    <w:multiLevelType w:val="hybridMultilevel"/>
    <w:tmpl w:val="67C2E9FC"/>
    <w:lvl w:ilvl="0" w:tplc="F830DB0E">
      <w:numFmt w:val="bullet"/>
      <w:lvlText w:val=""/>
      <w:lvlJc w:val="left"/>
      <w:pPr>
        <w:ind w:left="2460" w:hanging="360"/>
      </w:pPr>
      <w:rPr>
        <w:rFonts w:ascii="Symbol" w:eastAsiaTheme="majorEastAsia" w:hAnsi="Symbol" w:cstheme="majorBidi" w:hint="default"/>
        <w:i w:val="0"/>
      </w:rPr>
    </w:lvl>
    <w:lvl w:ilvl="1" w:tplc="04150003" w:tentative="1">
      <w:start w:val="1"/>
      <w:numFmt w:val="bullet"/>
      <w:lvlText w:val="o"/>
      <w:lvlJc w:val="left"/>
      <w:pPr>
        <w:ind w:left="3180" w:hanging="360"/>
      </w:pPr>
      <w:rPr>
        <w:rFonts w:ascii="Courier New" w:hAnsi="Courier New" w:cs="Courier New" w:hint="default"/>
      </w:rPr>
    </w:lvl>
    <w:lvl w:ilvl="2" w:tplc="04150005" w:tentative="1">
      <w:start w:val="1"/>
      <w:numFmt w:val="bullet"/>
      <w:lvlText w:val=""/>
      <w:lvlJc w:val="left"/>
      <w:pPr>
        <w:ind w:left="3900" w:hanging="360"/>
      </w:pPr>
      <w:rPr>
        <w:rFonts w:ascii="Wingdings" w:hAnsi="Wingdings" w:hint="default"/>
      </w:rPr>
    </w:lvl>
    <w:lvl w:ilvl="3" w:tplc="04150001" w:tentative="1">
      <w:start w:val="1"/>
      <w:numFmt w:val="bullet"/>
      <w:lvlText w:val=""/>
      <w:lvlJc w:val="left"/>
      <w:pPr>
        <w:ind w:left="4620" w:hanging="360"/>
      </w:pPr>
      <w:rPr>
        <w:rFonts w:ascii="Symbol" w:hAnsi="Symbol" w:hint="default"/>
      </w:rPr>
    </w:lvl>
    <w:lvl w:ilvl="4" w:tplc="04150003" w:tentative="1">
      <w:start w:val="1"/>
      <w:numFmt w:val="bullet"/>
      <w:lvlText w:val="o"/>
      <w:lvlJc w:val="left"/>
      <w:pPr>
        <w:ind w:left="5340" w:hanging="360"/>
      </w:pPr>
      <w:rPr>
        <w:rFonts w:ascii="Courier New" w:hAnsi="Courier New" w:cs="Courier New" w:hint="default"/>
      </w:rPr>
    </w:lvl>
    <w:lvl w:ilvl="5" w:tplc="04150005" w:tentative="1">
      <w:start w:val="1"/>
      <w:numFmt w:val="bullet"/>
      <w:lvlText w:val=""/>
      <w:lvlJc w:val="left"/>
      <w:pPr>
        <w:ind w:left="6060" w:hanging="360"/>
      </w:pPr>
      <w:rPr>
        <w:rFonts w:ascii="Wingdings" w:hAnsi="Wingdings" w:hint="default"/>
      </w:rPr>
    </w:lvl>
    <w:lvl w:ilvl="6" w:tplc="04150001" w:tentative="1">
      <w:start w:val="1"/>
      <w:numFmt w:val="bullet"/>
      <w:lvlText w:val=""/>
      <w:lvlJc w:val="left"/>
      <w:pPr>
        <w:ind w:left="6780" w:hanging="360"/>
      </w:pPr>
      <w:rPr>
        <w:rFonts w:ascii="Symbol" w:hAnsi="Symbol" w:hint="default"/>
      </w:rPr>
    </w:lvl>
    <w:lvl w:ilvl="7" w:tplc="04150003" w:tentative="1">
      <w:start w:val="1"/>
      <w:numFmt w:val="bullet"/>
      <w:lvlText w:val="o"/>
      <w:lvlJc w:val="left"/>
      <w:pPr>
        <w:ind w:left="7500" w:hanging="360"/>
      </w:pPr>
      <w:rPr>
        <w:rFonts w:ascii="Courier New" w:hAnsi="Courier New" w:cs="Courier New" w:hint="default"/>
      </w:rPr>
    </w:lvl>
    <w:lvl w:ilvl="8" w:tplc="04150005" w:tentative="1">
      <w:start w:val="1"/>
      <w:numFmt w:val="bullet"/>
      <w:lvlText w:val=""/>
      <w:lvlJc w:val="left"/>
      <w:pPr>
        <w:ind w:left="8220" w:hanging="360"/>
      </w:pPr>
      <w:rPr>
        <w:rFonts w:ascii="Wingdings" w:hAnsi="Wingdings" w:hint="default"/>
      </w:rPr>
    </w:lvl>
  </w:abstractNum>
  <w:abstractNum w:abstractNumId="2"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3C567E3"/>
    <w:multiLevelType w:val="hybridMultilevel"/>
    <w:tmpl w:val="53E87BB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47A0E2F"/>
    <w:multiLevelType w:val="multilevel"/>
    <w:tmpl w:val="38801666"/>
    <w:lvl w:ilvl="0">
      <w:start w:val="1"/>
      <w:numFmt w:val="none"/>
      <w:lvlText w:val="4.1."/>
      <w:lvlJc w:val="left"/>
      <w:pPr>
        <w:ind w:left="360" w:hanging="360"/>
      </w:pPr>
      <w:rPr>
        <w:rFonts w:hint="default"/>
      </w:rPr>
    </w:lvl>
    <w:lvl w:ilvl="1">
      <w:start w:val="1"/>
      <w:numFmt w:val="decimal"/>
      <w:lvlText w:val="%13.4."/>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3B14825"/>
    <w:multiLevelType w:val="hybridMultilevel"/>
    <w:tmpl w:val="0144DC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8" w15:restartNumberingAfterBreak="0">
    <w:nsid w:val="3BD6316E"/>
    <w:multiLevelType w:val="multilevel"/>
    <w:tmpl w:val="A260EE3A"/>
    <w:lvl w:ilvl="0">
      <w:start w:val="12"/>
      <w:numFmt w:val="decimal"/>
      <w:lvlText w:val="%1."/>
      <w:lvlJc w:val="left"/>
      <w:pPr>
        <w:ind w:left="470" w:hanging="4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D4E1FD7"/>
    <w:multiLevelType w:val="multilevel"/>
    <w:tmpl w:val="96801DEC"/>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b w:val="0"/>
        <w:bCs/>
        <w:i w:val="0"/>
        <w:color w:val="auto"/>
      </w:rPr>
    </w:lvl>
    <w:lvl w:ilvl="3">
      <w:start w:val="1"/>
      <w:numFmt w:val="decimal"/>
      <w:pStyle w:val="Styl3"/>
      <w:lvlText w:val="%1.%2.%3.%4"/>
      <w:lvlJc w:val="left"/>
      <w:pPr>
        <w:ind w:left="864" w:hanging="864"/>
      </w:pPr>
      <w:rPr>
        <w:i w:val="0"/>
        <w:iCs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52F82C52"/>
    <w:multiLevelType w:val="multilevel"/>
    <w:tmpl w:val="0DFA6EEC"/>
    <w:lvl w:ilvl="0">
      <w:start w:val="1"/>
      <w:numFmt w:val="decimal"/>
      <w:lvlText w:val="%1."/>
      <w:lvlJc w:val="left"/>
      <w:pPr>
        <w:ind w:left="830" w:hanging="830"/>
      </w:pPr>
      <w:rPr>
        <w:rFonts w:hint="default"/>
      </w:rPr>
    </w:lvl>
    <w:lvl w:ilvl="1">
      <w:start w:val="4"/>
      <w:numFmt w:val="decimal"/>
      <w:lvlText w:val="%1.%2."/>
      <w:lvlJc w:val="left"/>
      <w:pPr>
        <w:ind w:left="830" w:hanging="830"/>
      </w:pPr>
      <w:rPr>
        <w:rFonts w:hint="default"/>
      </w:rPr>
    </w:lvl>
    <w:lvl w:ilvl="2">
      <w:start w:val="10"/>
      <w:numFmt w:val="decimal"/>
      <w:lvlText w:val="%1.%2.%3."/>
      <w:lvlJc w:val="left"/>
      <w:pPr>
        <w:ind w:left="830" w:hanging="830"/>
      </w:pPr>
      <w:rPr>
        <w:rFonts w:hint="default"/>
      </w:rPr>
    </w:lvl>
    <w:lvl w:ilvl="3">
      <w:start w:val="1"/>
      <w:numFmt w:val="decimal"/>
      <w:lvlText w:val="%1.%2.%3.%4."/>
      <w:lvlJc w:val="left"/>
      <w:pPr>
        <w:ind w:left="1080" w:hanging="1080"/>
      </w:pPr>
      <w:rPr>
        <w:rFonts w:hint="default"/>
        <w:b w:val="0"/>
        <w:bCs w:val="0"/>
        <w:i w:val="0"/>
        <w:iCs w:val="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557B23F3"/>
    <w:multiLevelType w:val="hybridMultilevel"/>
    <w:tmpl w:val="D476372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7A9451D"/>
    <w:multiLevelType w:val="multilevel"/>
    <w:tmpl w:val="3D00B476"/>
    <w:lvl w:ilvl="0">
      <w:start w:val="2"/>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i w:val="0"/>
        <w:iCs/>
      </w:rPr>
    </w:lvl>
    <w:lvl w:ilvl="2">
      <w:start w:val="1"/>
      <w:numFmt w:val="decimal"/>
      <w:lvlText w:val="%1.%2.%3."/>
      <w:lvlJc w:val="left"/>
      <w:pPr>
        <w:ind w:left="720" w:hanging="720"/>
      </w:pPr>
      <w:rPr>
        <w:rFonts w:hint="default"/>
        <w:b w:val="0"/>
        <w:i w:val="0"/>
        <w:iCs w:val="0"/>
      </w:rPr>
    </w:lvl>
    <w:lvl w:ilvl="3">
      <w:start w:val="1"/>
      <w:numFmt w:val="decimal"/>
      <w:lvlText w:val="%1.%2.%3.%4."/>
      <w:lvlJc w:val="left"/>
      <w:pPr>
        <w:ind w:left="1080" w:hanging="1080"/>
      </w:pPr>
      <w:rPr>
        <w:rFonts w:hint="default"/>
        <w:b w:val="0"/>
        <w:i w:val="0"/>
        <w:iCs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3" w15:restartNumberingAfterBreak="0">
    <w:nsid w:val="59DB6E5F"/>
    <w:multiLevelType w:val="hybridMultilevel"/>
    <w:tmpl w:val="BB88D2EE"/>
    <w:lvl w:ilvl="0" w:tplc="B02C2B1A">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4B70D26"/>
    <w:multiLevelType w:val="hybridMultilevel"/>
    <w:tmpl w:val="8E2E2764"/>
    <w:lvl w:ilvl="0" w:tplc="AE8CD0E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ACE2C48"/>
    <w:multiLevelType w:val="multilevel"/>
    <w:tmpl w:val="C95697AE"/>
    <w:lvl w:ilvl="0">
      <w:start w:val="9"/>
      <w:numFmt w:val="decimal"/>
      <w:lvlText w:val="%1."/>
      <w:lvlJc w:val="left"/>
      <w:pPr>
        <w:ind w:left="1584" w:hanging="1584"/>
      </w:pPr>
      <w:rPr>
        <w:rFonts w:hint="default"/>
        <w:i/>
      </w:rPr>
    </w:lvl>
    <w:lvl w:ilvl="1">
      <w:start w:val="4"/>
      <w:numFmt w:val="decimal"/>
      <w:lvlText w:val="%1.%2."/>
      <w:lvlJc w:val="left"/>
      <w:pPr>
        <w:ind w:left="2352" w:hanging="1944"/>
      </w:pPr>
      <w:rPr>
        <w:rFonts w:hint="default"/>
        <w:i/>
      </w:rPr>
    </w:lvl>
    <w:lvl w:ilvl="2">
      <w:start w:val="2"/>
      <w:numFmt w:val="decimal"/>
      <w:lvlText w:val="%1.%2.%3."/>
      <w:lvlJc w:val="left"/>
      <w:pPr>
        <w:ind w:left="2760" w:hanging="1944"/>
      </w:pPr>
      <w:rPr>
        <w:rFonts w:hint="default"/>
        <w:i/>
      </w:rPr>
    </w:lvl>
    <w:lvl w:ilvl="3">
      <w:start w:val="1"/>
      <w:numFmt w:val="decimal"/>
      <w:lvlText w:val="%1.%2.%3.%4."/>
      <w:lvlJc w:val="left"/>
      <w:pPr>
        <w:ind w:left="3528" w:hanging="2304"/>
      </w:pPr>
      <w:rPr>
        <w:rFonts w:hint="default"/>
        <w:i w:val="0"/>
        <w:iCs/>
      </w:rPr>
    </w:lvl>
    <w:lvl w:ilvl="4">
      <w:start w:val="1"/>
      <w:numFmt w:val="decimal"/>
      <w:lvlText w:val="%1.%2.%3.%4.%5."/>
      <w:lvlJc w:val="left"/>
      <w:pPr>
        <w:ind w:left="3936" w:hanging="2304"/>
      </w:pPr>
      <w:rPr>
        <w:rFonts w:hint="default"/>
        <w:i w:val="0"/>
        <w:iCs w:val="0"/>
      </w:rPr>
    </w:lvl>
    <w:lvl w:ilvl="5">
      <w:start w:val="1"/>
      <w:numFmt w:val="decimal"/>
      <w:lvlText w:val="%1.%2.%3.%4.%5.%6."/>
      <w:lvlJc w:val="left"/>
      <w:pPr>
        <w:ind w:left="4704" w:hanging="2664"/>
      </w:pPr>
      <w:rPr>
        <w:rFonts w:hint="default"/>
        <w:i/>
      </w:rPr>
    </w:lvl>
    <w:lvl w:ilvl="6">
      <w:start w:val="1"/>
      <w:numFmt w:val="decimal"/>
      <w:lvlText w:val="%1.%2.%3.%4.%5.%6.%7."/>
      <w:lvlJc w:val="left"/>
      <w:pPr>
        <w:ind w:left="5472" w:hanging="3024"/>
      </w:pPr>
      <w:rPr>
        <w:rFonts w:hint="default"/>
        <w:i/>
      </w:rPr>
    </w:lvl>
    <w:lvl w:ilvl="7">
      <w:start w:val="1"/>
      <w:numFmt w:val="decimal"/>
      <w:lvlText w:val="%1.%2.%3.%4.%5.%6.%7.%8."/>
      <w:lvlJc w:val="left"/>
      <w:pPr>
        <w:ind w:left="5880" w:hanging="3024"/>
      </w:pPr>
      <w:rPr>
        <w:rFonts w:hint="default"/>
        <w:i/>
      </w:rPr>
    </w:lvl>
    <w:lvl w:ilvl="8">
      <w:start w:val="1"/>
      <w:numFmt w:val="decimal"/>
      <w:lvlText w:val="%1.%2.%3.%4.%5.%6.%7.%8.%9."/>
      <w:lvlJc w:val="left"/>
      <w:pPr>
        <w:ind w:left="6648" w:hanging="3384"/>
      </w:pPr>
      <w:rPr>
        <w:rFonts w:hint="default"/>
        <w:i/>
      </w:rPr>
    </w:lvl>
  </w:abstractNum>
  <w:abstractNum w:abstractNumId="1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83A0BAE"/>
    <w:multiLevelType w:val="hybridMultilevel"/>
    <w:tmpl w:val="CC0EBDCE"/>
    <w:lvl w:ilvl="0" w:tplc="04150017">
      <w:start w:val="1"/>
      <w:numFmt w:val="lowerLetter"/>
      <w:lvlText w:val="%1)"/>
      <w:lvlJc w:val="left"/>
      <w:pPr>
        <w:ind w:left="3528" w:hanging="360"/>
      </w:pPr>
    </w:lvl>
    <w:lvl w:ilvl="1" w:tplc="11AAF12A">
      <w:start w:val="1"/>
      <w:numFmt w:val="decimal"/>
      <w:lvlText w:val="%2)"/>
      <w:lvlJc w:val="left"/>
      <w:pPr>
        <w:ind w:left="4248" w:hanging="360"/>
      </w:pPr>
      <w:rPr>
        <w:rFonts w:hint="default"/>
      </w:rPr>
    </w:lvl>
    <w:lvl w:ilvl="2" w:tplc="3C981D5C">
      <w:start w:val="1"/>
      <w:numFmt w:val="decimal"/>
      <w:lvlText w:val="%3."/>
      <w:lvlJc w:val="left"/>
      <w:pPr>
        <w:ind w:left="5148" w:hanging="360"/>
      </w:pPr>
      <w:rPr>
        <w:rFonts w:hint="default"/>
      </w:rPr>
    </w:lvl>
    <w:lvl w:ilvl="3" w:tplc="0415000F" w:tentative="1">
      <w:start w:val="1"/>
      <w:numFmt w:val="decimal"/>
      <w:lvlText w:val="%4."/>
      <w:lvlJc w:val="left"/>
      <w:pPr>
        <w:ind w:left="5688" w:hanging="360"/>
      </w:pPr>
    </w:lvl>
    <w:lvl w:ilvl="4" w:tplc="04150019" w:tentative="1">
      <w:start w:val="1"/>
      <w:numFmt w:val="lowerLetter"/>
      <w:lvlText w:val="%5."/>
      <w:lvlJc w:val="left"/>
      <w:pPr>
        <w:ind w:left="6408" w:hanging="360"/>
      </w:pPr>
    </w:lvl>
    <w:lvl w:ilvl="5" w:tplc="0415001B" w:tentative="1">
      <w:start w:val="1"/>
      <w:numFmt w:val="lowerRoman"/>
      <w:lvlText w:val="%6."/>
      <w:lvlJc w:val="right"/>
      <w:pPr>
        <w:ind w:left="7128" w:hanging="180"/>
      </w:pPr>
    </w:lvl>
    <w:lvl w:ilvl="6" w:tplc="0415000F" w:tentative="1">
      <w:start w:val="1"/>
      <w:numFmt w:val="decimal"/>
      <w:lvlText w:val="%7."/>
      <w:lvlJc w:val="left"/>
      <w:pPr>
        <w:ind w:left="7848" w:hanging="360"/>
      </w:pPr>
    </w:lvl>
    <w:lvl w:ilvl="7" w:tplc="04150019" w:tentative="1">
      <w:start w:val="1"/>
      <w:numFmt w:val="lowerLetter"/>
      <w:lvlText w:val="%8."/>
      <w:lvlJc w:val="left"/>
      <w:pPr>
        <w:ind w:left="8568" w:hanging="360"/>
      </w:pPr>
    </w:lvl>
    <w:lvl w:ilvl="8" w:tplc="0415001B" w:tentative="1">
      <w:start w:val="1"/>
      <w:numFmt w:val="lowerRoman"/>
      <w:lvlText w:val="%9."/>
      <w:lvlJc w:val="right"/>
      <w:pPr>
        <w:ind w:left="9288" w:hanging="180"/>
      </w:pPr>
    </w:lvl>
  </w:abstractNum>
  <w:num w:numId="1" w16cid:durableId="619385907">
    <w:abstractNumId w:val="9"/>
  </w:num>
  <w:num w:numId="2" w16cid:durableId="1123615208">
    <w:abstractNumId w:val="2"/>
  </w:num>
  <w:num w:numId="3" w16cid:durableId="1084688450">
    <w:abstractNumId w:val="5"/>
  </w:num>
  <w:num w:numId="4" w16cid:durableId="742293425">
    <w:abstractNumId w:val="11"/>
  </w:num>
  <w:num w:numId="5" w16cid:durableId="2121996987">
    <w:abstractNumId w:val="3"/>
  </w:num>
  <w:num w:numId="6" w16cid:durableId="217134542">
    <w:abstractNumId w:val="17"/>
  </w:num>
  <w:num w:numId="7" w16cid:durableId="386420192">
    <w:abstractNumId w:val="14"/>
  </w:num>
  <w:num w:numId="8" w16cid:durableId="1925920756">
    <w:abstractNumId w:val="6"/>
  </w:num>
  <w:num w:numId="9" w16cid:durableId="790779285">
    <w:abstractNumId w:val="0"/>
  </w:num>
  <w:num w:numId="10" w16cid:durableId="408618418">
    <w:abstractNumId w:val="7"/>
  </w:num>
  <w:num w:numId="11" w16cid:durableId="1414863108">
    <w:abstractNumId w:val="13"/>
  </w:num>
  <w:num w:numId="12" w16cid:durableId="941450597">
    <w:abstractNumId w:val="16"/>
  </w:num>
  <w:num w:numId="13" w16cid:durableId="1284118085">
    <w:abstractNumId w:val="18"/>
  </w:num>
  <w:num w:numId="14" w16cid:durableId="1001467188">
    <w:abstractNumId w:val="15"/>
  </w:num>
  <w:num w:numId="15" w16cid:durableId="581647957">
    <w:abstractNumId w:val="1"/>
  </w:num>
  <w:num w:numId="16" w16cid:durableId="1301380959">
    <w:abstractNumId w:val="4"/>
  </w:num>
  <w:num w:numId="17" w16cid:durableId="1746950533">
    <w:abstractNumId w:val="8"/>
  </w:num>
  <w:num w:numId="18" w16cid:durableId="1583023915">
    <w:abstractNumId w:val="10"/>
  </w:num>
  <w:num w:numId="19" w16cid:durableId="1340766980">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de-DE" w:vendorID="64" w:dllVersion="6" w:nlCheck="1" w:checkStyle="0"/>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5BF6"/>
    <w:rsid w:val="000016F4"/>
    <w:rsid w:val="000048DC"/>
    <w:rsid w:val="0001002A"/>
    <w:rsid w:val="00010141"/>
    <w:rsid w:val="00010597"/>
    <w:rsid w:val="0001087A"/>
    <w:rsid w:val="00011F21"/>
    <w:rsid w:val="00012275"/>
    <w:rsid w:val="00012D33"/>
    <w:rsid w:val="0001563E"/>
    <w:rsid w:val="00015893"/>
    <w:rsid w:val="00024E39"/>
    <w:rsid w:val="00031904"/>
    <w:rsid w:val="00034BB9"/>
    <w:rsid w:val="00036525"/>
    <w:rsid w:val="000437CB"/>
    <w:rsid w:val="000536BD"/>
    <w:rsid w:val="00054E19"/>
    <w:rsid w:val="000552E0"/>
    <w:rsid w:val="0006065A"/>
    <w:rsid w:val="00060EAD"/>
    <w:rsid w:val="00061EF3"/>
    <w:rsid w:val="000620E2"/>
    <w:rsid w:val="00062504"/>
    <w:rsid w:val="00063C0D"/>
    <w:rsid w:val="00064FA8"/>
    <w:rsid w:val="00070A58"/>
    <w:rsid w:val="00071C98"/>
    <w:rsid w:val="0007333B"/>
    <w:rsid w:val="00076F9C"/>
    <w:rsid w:val="0008267F"/>
    <w:rsid w:val="00082BD8"/>
    <w:rsid w:val="0008511F"/>
    <w:rsid w:val="00087821"/>
    <w:rsid w:val="0009184C"/>
    <w:rsid w:val="0009378E"/>
    <w:rsid w:val="00093DFC"/>
    <w:rsid w:val="00094EB9"/>
    <w:rsid w:val="000959F2"/>
    <w:rsid w:val="00096510"/>
    <w:rsid w:val="000968E3"/>
    <w:rsid w:val="00096FE0"/>
    <w:rsid w:val="000B4C1E"/>
    <w:rsid w:val="000B5FF5"/>
    <w:rsid w:val="000C02C9"/>
    <w:rsid w:val="000C4AD3"/>
    <w:rsid w:val="000D111A"/>
    <w:rsid w:val="000D1C60"/>
    <w:rsid w:val="000D54F0"/>
    <w:rsid w:val="000D5886"/>
    <w:rsid w:val="000E2B72"/>
    <w:rsid w:val="000E5CFB"/>
    <w:rsid w:val="000E701E"/>
    <w:rsid w:val="000F3146"/>
    <w:rsid w:val="000F36B5"/>
    <w:rsid w:val="000F6B1C"/>
    <w:rsid w:val="00113071"/>
    <w:rsid w:val="00116354"/>
    <w:rsid w:val="0012219E"/>
    <w:rsid w:val="00125A7F"/>
    <w:rsid w:val="0013005D"/>
    <w:rsid w:val="00132074"/>
    <w:rsid w:val="001342C0"/>
    <w:rsid w:val="0013454E"/>
    <w:rsid w:val="00134E11"/>
    <w:rsid w:val="001413FC"/>
    <w:rsid w:val="00143A9F"/>
    <w:rsid w:val="00152A25"/>
    <w:rsid w:val="00175D7A"/>
    <w:rsid w:val="001765FE"/>
    <w:rsid w:val="001804E1"/>
    <w:rsid w:val="00182618"/>
    <w:rsid w:val="0018314E"/>
    <w:rsid w:val="0019412B"/>
    <w:rsid w:val="00195F6B"/>
    <w:rsid w:val="00196671"/>
    <w:rsid w:val="001974F6"/>
    <w:rsid w:val="00197830"/>
    <w:rsid w:val="00197AF2"/>
    <w:rsid w:val="001A5122"/>
    <w:rsid w:val="001A6F1E"/>
    <w:rsid w:val="001B4CFA"/>
    <w:rsid w:val="001C58F5"/>
    <w:rsid w:val="001C6D6B"/>
    <w:rsid w:val="001D2EB1"/>
    <w:rsid w:val="001D5512"/>
    <w:rsid w:val="001E4528"/>
    <w:rsid w:val="001F3600"/>
    <w:rsid w:val="001F737A"/>
    <w:rsid w:val="001F7F6E"/>
    <w:rsid w:val="00204ADE"/>
    <w:rsid w:val="002067F1"/>
    <w:rsid w:val="00206CF8"/>
    <w:rsid w:val="00210642"/>
    <w:rsid w:val="002114C5"/>
    <w:rsid w:val="0021613D"/>
    <w:rsid w:val="0022355F"/>
    <w:rsid w:val="00226D79"/>
    <w:rsid w:val="00227BDC"/>
    <w:rsid w:val="00236718"/>
    <w:rsid w:val="0024732D"/>
    <w:rsid w:val="00255044"/>
    <w:rsid w:val="0025518B"/>
    <w:rsid w:val="00263331"/>
    <w:rsid w:val="00263EEA"/>
    <w:rsid w:val="00264A06"/>
    <w:rsid w:val="00265B9D"/>
    <w:rsid w:val="0027395D"/>
    <w:rsid w:val="002743D5"/>
    <w:rsid w:val="00275F73"/>
    <w:rsid w:val="00276EAD"/>
    <w:rsid w:val="00282E7B"/>
    <w:rsid w:val="00291AF2"/>
    <w:rsid w:val="00291D6E"/>
    <w:rsid w:val="002A5114"/>
    <w:rsid w:val="002B06C4"/>
    <w:rsid w:val="002B2537"/>
    <w:rsid w:val="002B356F"/>
    <w:rsid w:val="002B6073"/>
    <w:rsid w:val="002C020E"/>
    <w:rsid w:val="002D06C9"/>
    <w:rsid w:val="002D3BE8"/>
    <w:rsid w:val="002D4CAD"/>
    <w:rsid w:val="002D6F7E"/>
    <w:rsid w:val="002E1973"/>
    <w:rsid w:val="002E19BF"/>
    <w:rsid w:val="002F052B"/>
    <w:rsid w:val="002F05CC"/>
    <w:rsid w:val="002F0B34"/>
    <w:rsid w:val="002F10CA"/>
    <w:rsid w:val="002F1EDC"/>
    <w:rsid w:val="002F25E8"/>
    <w:rsid w:val="002F3D4E"/>
    <w:rsid w:val="002F42B5"/>
    <w:rsid w:val="00303C67"/>
    <w:rsid w:val="00310173"/>
    <w:rsid w:val="00310CB3"/>
    <w:rsid w:val="003110CC"/>
    <w:rsid w:val="00311B26"/>
    <w:rsid w:val="00316BF4"/>
    <w:rsid w:val="00317C61"/>
    <w:rsid w:val="00322000"/>
    <w:rsid w:val="00322D5B"/>
    <w:rsid w:val="003278BD"/>
    <w:rsid w:val="00331FC5"/>
    <w:rsid w:val="003356EA"/>
    <w:rsid w:val="00335A3C"/>
    <w:rsid w:val="00340C0F"/>
    <w:rsid w:val="003500F5"/>
    <w:rsid w:val="0035204E"/>
    <w:rsid w:val="003520D0"/>
    <w:rsid w:val="00356488"/>
    <w:rsid w:val="00360F78"/>
    <w:rsid w:val="0036368A"/>
    <w:rsid w:val="00363F6C"/>
    <w:rsid w:val="00366BD7"/>
    <w:rsid w:val="0037038E"/>
    <w:rsid w:val="00371056"/>
    <w:rsid w:val="00371FFB"/>
    <w:rsid w:val="00376551"/>
    <w:rsid w:val="003802C5"/>
    <w:rsid w:val="003836DE"/>
    <w:rsid w:val="00384B68"/>
    <w:rsid w:val="003903C2"/>
    <w:rsid w:val="00390BD7"/>
    <w:rsid w:val="003918F0"/>
    <w:rsid w:val="0039352A"/>
    <w:rsid w:val="00395EAF"/>
    <w:rsid w:val="00395F60"/>
    <w:rsid w:val="003A3115"/>
    <w:rsid w:val="003A5474"/>
    <w:rsid w:val="003A5D11"/>
    <w:rsid w:val="003A6195"/>
    <w:rsid w:val="003A6C0B"/>
    <w:rsid w:val="003B039F"/>
    <w:rsid w:val="003B4522"/>
    <w:rsid w:val="003B4E27"/>
    <w:rsid w:val="003B6F88"/>
    <w:rsid w:val="003C4885"/>
    <w:rsid w:val="003D6781"/>
    <w:rsid w:val="003D6BF7"/>
    <w:rsid w:val="003D6C11"/>
    <w:rsid w:val="003E0C83"/>
    <w:rsid w:val="003E3800"/>
    <w:rsid w:val="003F1B25"/>
    <w:rsid w:val="003F2135"/>
    <w:rsid w:val="003F4045"/>
    <w:rsid w:val="003F43DE"/>
    <w:rsid w:val="003F6736"/>
    <w:rsid w:val="00402977"/>
    <w:rsid w:val="00402D73"/>
    <w:rsid w:val="004031AA"/>
    <w:rsid w:val="00403622"/>
    <w:rsid w:val="0040427E"/>
    <w:rsid w:val="00404C3D"/>
    <w:rsid w:val="004110F6"/>
    <w:rsid w:val="004119DA"/>
    <w:rsid w:val="00421525"/>
    <w:rsid w:val="004226D4"/>
    <w:rsid w:val="00427679"/>
    <w:rsid w:val="00431064"/>
    <w:rsid w:val="0043209F"/>
    <w:rsid w:val="004345C4"/>
    <w:rsid w:val="00434BB4"/>
    <w:rsid w:val="00436F85"/>
    <w:rsid w:val="004378B4"/>
    <w:rsid w:val="00444B32"/>
    <w:rsid w:val="004454C8"/>
    <w:rsid w:val="00446E2F"/>
    <w:rsid w:val="0045376A"/>
    <w:rsid w:val="00466159"/>
    <w:rsid w:val="00467A52"/>
    <w:rsid w:val="004767B4"/>
    <w:rsid w:val="0047759A"/>
    <w:rsid w:val="0047787E"/>
    <w:rsid w:val="00477F10"/>
    <w:rsid w:val="004815F7"/>
    <w:rsid w:val="004832A2"/>
    <w:rsid w:val="004A0D91"/>
    <w:rsid w:val="004A0DA4"/>
    <w:rsid w:val="004A75D8"/>
    <w:rsid w:val="004B29F9"/>
    <w:rsid w:val="004B4AB8"/>
    <w:rsid w:val="004C2303"/>
    <w:rsid w:val="004C4D78"/>
    <w:rsid w:val="004C6E5D"/>
    <w:rsid w:val="004D61E7"/>
    <w:rsid w:val="004D747A"/>
    <w:rsid w:val="004E0C1F"/>
    <w:rsid w:val="004E26A2"/>
    <w:rsid w:val="004E549A"/>
    <w:rsid w:val="004F09BD"/>
    <w:rsid w:val="004F0C4A"/>
    <w:rsid w:val="004F4738"/>
    <w:rsid w:val="00501679"/>
    <w:rsid w:val="005041F7"/>
    <w:rsid w:val="00505047"/>
    <w:rsid w:val="005075E5"/>
    <w:rsid w:val="00512C1A"/>
    <w:rsid w:val="00531587"/>
    <w:rsid w:val="00534904"/>
    <w:rsid w:val="0053630E"/>
    <w:rsid w:val="005453F1"/>
    <w:rsid w:val="00545729"/>
    <w:rsid w:val="00545B93"/>
    <w:rsid w:val="00551282"/>
    <w:rsid w:val="00551FB7"/>
    <w:rsid w:val="00552082"/>
    <w:rsid w:val="005547D1"/>
    <w:rsid w:val="00554AE1"/>
    <w:rsid w:val="00556EDD"/>
    <w:rsid w:val="00557723"/>
    <w:rsid w:val="0056131E"/>
    <w:rsid w:val="00564DE5"/>
    <w:rsid w:val="0056653D"/>
    <w:rsid w:val="0056678B"/>
    <w:rsid w:val="00567F3F"/>
    <w:rsid w:val="00572F4D"/>
    <w:rsid w:val="00574BA1"/>
    <w:rsid w:val="005802F5"/>
    <w:rsid w:val="0058109A"/>
    <w:rsid w:val="00582CE9"/>
    <w:rsid w:val="00583797"/>
    <w:rsid w:val="00585630"/>
    <w:rsid w:val="00585849"/>
    <w:rsid w:val="00585E4B"/>
    <w:rsid w:val="005873C1"/>
    <w:rsid w:val="0059362A"/>
    <w:rsid w:val="0059474E"/>
    <w:rsid w:val="005954F8"/>
    <w:rsid w:val="00597624"/>
    <w:rsid w:val="00597ACC"/>
    <w:rsid w:val="005A354D"/>
    <w:rsid w:val="005A4393"/>
    <w:rsid w:val="005A643E"/>
    <w:rsid w:val="005B24A8"/>
    <w:rsid w:val="005B3F04"/>
    <w:rsid w:val="005B7173"/>
    <w:rsid w:val="005B7AF2"/>
    <w:rsid w:val="005C119E"/>
    <w:rsid w:val="005C1360"/>
    <w:rsid w:val="005C6812"/>
    <w:rsid w:val="005D118B"/>
    <w:rsid w:val="005D2EAC"/>
    <w:rsid w:val="005D4B7E"/>
    <w:rsid w:val="005D716E"/>
    <w:rsid w:val="005E07D7"/>
    <w:rsid w:val="005E3FD8"/>
    <w:rsid w:val="005E4AA3"/>
    <w:rsid w:val="005E7925"/>
    <w:rsid w:val="005F00EF"/>
    <w:rsid w:val="005F1DC1"/>
    <w:rsid w:val="005F4F6C"/>
    <w:rsid w:val="005F5C47"/>
    <w:rsid w:val="00600020"/>
    <w:rsid w:val="0060455E"/>
    <w:rsid w:val="0061043F"/>
    <w:rsid w:val="0062004B"/>
    <w:rsid w:val="006207DF"/>
    <w:rsid w:val="00626A03"/>
    <w:rsid w:val="00632D97"/>
    <w:rsid w:val="00633E76"/>
    <w:rsid w:val="0063500A"/>
    <w:rsid w:val="006350CB"/>
    <w:rsid w:val="00642285"/>
    <w:rsid w:val="006442F0"/>
    <w:rsid w:val="006454D6"/>
    <w:rsid w:val="00650F54"/>
    <w:rsid w:val="0065322E"/>
    <w:rsid w:val="006547B8"/>
    <w:rsid w:val="00661662"/>
    <w:rsid w:val="00662D09"/>
    <w:rsid w:val="006634DA"/>
    <w:rsid w:val="00664617"/>
    <w:rsid w:val="00670CE4"/>
    <w:rsid w:val="00677424"/>
    <w:rsid w:val="00681BDE"/>
    <w:rsid w:val="00683710"/>
    <w:rsid w:val="00684839"/>
    <w:rsid w:val="006856B7"/>
    <w:rsid w:val="00686042"/>
    <w:rsid w:val="006956DF"/>
    <w:rsid w:val="00696995"/>
    <w:rsid w:val="00697590"/>
    <w:rsid w:val="006A4275"/>
    <w:rsid w:val="006A5044"/>
    <w:rsid w:val="006B5429"/>
    <w:rsid w:val="006B62F4"/>
    <w:rsid w:val="006B64DC"/>
    <w:rsid w:val="006B6B62"/>
    <w:rsid w:val="006C1630"/>
    <w:rsid w:val="006C4AEF"/>
    <w:rsid w:val="006C5E2A"/>
    <w:rsid w:val="006D2036"/>
    <w:rsid w:val="006E0D2D"/>
    <w:rsid w:val="006E100D"/>
    <w:rsid w:val="006E2000"/>
    <w:rsid w:val="006E27B2"/>
    <w:rsid w:val="006E30B1"/>
    <w:rsid w:val="006E6624"/>
    <w:rsid w:val="006F0BB5"/>
    <w:rsid w:val="006F2D51"/>
    <w:rsid w:val="006F3F0F"/>
    <w:rsid w:val="006F4E83"/>
    <w:rsid w:val="006F79CA"/>
    <w:rsid w:val="006F7E08"/>
    <w:rsid w:val="00702630"/>
    <w:rsid w:val="00702C9C"/>
    <w:rsid w:val="00704C50"/>
    <w:rsid w:val="00710355"/>
    <w:rsid w:val="00720ED1"/>
    <w:rsid w:val="007248F0"/>
    <w:rsid w:val="00726BDA"/>
    <w:rsid w:val="00730E93"/>
    <w:rsid w:val="0073187A"/>
    <w:rsid w:val="007343BE"/>
    <w:rsid w:val="007343C5"/>
    <w:rsid w:val="0073553D"/>
    <w:rsid w:val="00735FA3"/>
    <w:rsid w:val="00736609"/>
    <w:rsid w:val="00736BFD"/>
    <w:rsid w:val="0074310E"/>
    <w:rsid w:val="0074621D"/>
    <w:rsid w:val="00751DE2"/>
    <w:rsid w:val="00752D3E"/>
    <w:rsid w:val="0075345D"/>
    <w:rsid w:val="00760251"/>
    <w:rsid w:val="007617E0"/>
    <w:rsid w:val="00761FD8"/>
    <w:rsid w:val="007641C7"/>
    <w:rsid w:val="0077666D"/>
    <w:rsid w:val="00781E29"/>
    <w:rsid w:val="007844EB"/>
    <w:rsid w:val="00784DC3"/>
    <w:rsid w:val="007A1B94"/>
    <w:rsid w:val="007A26FB"/>
    <w:rsid w:val="007A649E"/>
    <w:rsid w:val="007A7FF2"/>
    <w:rsid w:val="007B0FF0"/>
    <w:rsid w:val="007B48AE"/>
    <w:rsid w:val="007B50D8"/>
    <w:rsid w:val="007C0B06"/>
    <w:rsid w:val="007C49E7"/>
    <w:rsid w:val="007C6D60"/>
    <w:rsid w:val="007D0675"/>
    <w:rsid w:val="007D1209"/>
    <w:rsid w:val="007E4947"/>
    <w:rsid w:val="007F1989"/>
    <w:rsid w:val="007F5215"/>
    <w:rsid w:val="007F6FB5"/>
    <w:rsid w:val="007F7D40"/>
    <w:rsid w:val="00800BA1"/>
    <w:rsid w:val="00804A64"/>
    <w:rsid w:val="008075E3"/>
    <w:rsid w:val="00807EF2"/>
    <w:rsid w:val="008179A2"/>
    <w:rsid w:val="00817F0B"/>
    <w:rsid w:val="008203FE"/>
    <w:rsid w:val="00825FB9"/>
    <w:rsid w:val="0083102E"/>
    <w:rsid w:val="00834A14"/>
    <w:rsid w:val="00836E90"/>
    <w:rsid w:val="00843B3D"/>
    <w:rsid w:val="0084594D"/>
    <w:rsid w:val="00847B49"/>
    <w:rsid w:val="0085094F"/>
    <w:rsid w:val="00852695"/>
    <w:rsid w:val="008545F7"/>
    <w:rsid w:val="008548B7"/>
    <w:rsid w:val="00854DFE"/>
    <w:rsid w:val="0085511A"/>
    <w:rsid w:val="008576C2"/>
    <w:rsid w:val="00862980"/>
    <w:rsid w:val="008704D5"/>
    <w:rsid w:val="00874B1F"/>
    <w:rsid w:val="0087690D"/>
    <w:rsid w:val="00876ACD"/>
    <w:rsid w:val="00883F36"/>
    <w:rsid w:val="00886557"/>
    <w:rsid w:val="008874FC"/>
    <w:rsid w:val="0089040B"/>
    <w:rsid w:val="00891F8E"/>
    <w:rsid w:val="008956E5"/>
    <w:rsid w:val="00895F3F"/>
    <w:rsid w:val="0089712F"/>
    <w:rsid w:val="008A0EC7"/>
    <w:rsid w:val="008A1626"/>
    <w:rsid w:val="008A2234"/>
    <w:rsid w:val="008A2B0A"/>
    <w:rsid w:val="008A43AC"/>
    <w:rsid w:val="008A7413"/>
    <w:rsid w:val="008B1B2A"/>
    <w:rsid w:val="008B6803"/>
    <w:rsid w:val="008C4FD0"/>
    <w:rsid w:val="008C65DD"/>
    <w:rsid w:val="008D13C2"/>
    <w:rsid w:val="008D28AC"/>
    <w:rsid w:val="008D2AF7"/>
    <w:rsid w:val="008D42A5"/>
    <w:rsid w:val="008D6FD3"/>
    <w:rsid w:val="008D79A2"/>
    <w:rsid w:val="008E11F7"/>
    <w:rsid w:val="008E79AB"/>
    <w:rsid w:val="008F1FB0"/>
    <w:rsid w:val="008F758E"/>
    <w:rsid w:val="00905AB8"/>
    <w:rsid w:val="00905ADC"/>
    <w:rsid w:val="00906F15"/>
    <w:rsid w:val="00910299"/>
    <w:rsid w:val="00910E6D"/>
    <w:rsid w:val="00912EFC"/>
    <w:rsid w:val="009202F0"/>
    <w:rsid w:val="00920901"/>
    <w:rsid w:val="00920A02"/>
    <w:rsid w:val="009267F8"/>
    <w:rsid w:val="0093147F"/>
    <w:rsid w:val="009318E7"/>
    <w:rsid w:val="00931F34"/>
    <w:rsid w:val="00934405"/>
    <w:rsid w:val="00934A08"/>
    <w:rsid w:val="00935D4C"/>
    <w:rsid w:val="009500DD"/>
    <w:rsid w:val="00953934"/>
    <w:rsid w:val="00954E10"/>
    <w:rsid w:val="00956743"/>
    <w:rsid w:val="00957A26"/>
    <w:rsid w:val="009659BA"/>
    <w:rsid w:val="0097002C"/>
    <w:rsid w:val="00971390"/>
    <w:rsid w:val="00971E24"/>
    <w:rsid w:val="009748B6"/>
    <w:rsid w:val="009748FC"/>
    <w:rsid w:val="009812B9"/>
    <w:rsid w:val="00983C93"/>
    <w:rsid w:val="0098502B"/>
    <w:rsid w:val="00985376"/>
    <w:rsid w:val="00985DB6"/>
    <w:rsid w:val="00997E7F"/>
    <w:rsid w:val="009A19F4"/>
    <w:rsid w:val="009A1A2A"/>
    <w:rsid w:val="009A3C42"/>
    <w:rsid w:val="009A6341"/>
    <w:rsid w:val="009B18FD"/>
    <w:rsid w:val="009B35CC"/>
    <w:rsid w:val="009B7595"/>
    <w:rsid w:val="009C4853"/>
    <w:rsid w:val="009C7738"/>
    <w:rsid w:val="009D1D6B"/>
    <w:rsid w:val="009D5A1B"/>
    <w:rsid w:val="009D6694"/>
    <w:rsid w:val="009D770B"/>
    <w:rsid w:val="009E0A88"/>
    <w:rsid w:val="00A00E0C"/>
    <w:rsid w:val="00A02C84"/>
    <w:rsid w:val="00A0335C"/>
    <w:rsid w:val="00A044BC"/>
    <w:rsid w:val="00A05B3D"/>
    <w:rsid w:val="00A112AE"/>
    <w:rsid w:val="00A14016"/>
    <w:rsid w:val="00A23DD0"/>
    <w:rsid w:val="00A254D9"/>
    <w:rsid w:val="00A2630E"/>
    <w:rsid w:val="00A26B09"/>
    <w:rsid w:val="00A31F95"/>
    <w:rsid w:val="00A3224A"/>
    <w:rsid w:val="00A334F0"/>
    <w:rsid w:val="00A3492D"/>
    <w:rsid w:val="00A35E52"/>
    <w:rsid w:val="00A370AB"/>
    <w:rsid w:val="00A42E6E"/>
    <w:rsid w:val="00A430D4"/>
    <w:rsid w:val="00A43299"/>
    <w:rsid w:val="00A467BA"/>
    <w:rsid w:val="00A5054B"/>
    <w:rsid w:val="00A552DC"/>
    <w:rsid w:val="00A564A7"/>
    <w:rsid w:val="00A57E04"/>
    <w:rsid w:val="00A6049B"/>
    <w:rsid w:val="00A633AE"/>
    <w:rsid w:val="00A665E9"/>
    <w:rsid w:val="00A7626A"/>
    <w:rsid w:val="00A76E95"/>
    <w:rsid w:val="00A81ED3"/>
    <w:rsid w:val="00A85F3E"/>
    <w:rsid w:val="00A87D42"/>
    <w:rsid w:val="00AA3D33"/>
    <w:rsid w:val="00AA4E30"/>
    <w:rsid w:val="00AA727F"/>
    <w:rsid w:val="00AB6D0D"/>
    <w:rsid w:val="00AC0578"/>
    <w:rsid w:val="00AC5A4C"/>
    <w:rsid w:val="00AD27F6"/>
    <w:rsid w:val="00AD5D1D"/>
    <w:rsid w:val="00AD63EF"/>
    <w:rsid w:val="00AE1356"/>
    <w:rsid w:val="00AE475D"/>
    <w:rsid w:val="00AF0334"/>
    <w:rsid w:val="00AF2710"/>
    <w:rsid w:val="00AF30A1"/>
    <w:rsid w:val="00B0220F"/>
    <w:rsid w:val="00B024FF"/>
    <w:rsid w:val="00B03B43"/>
    <w:rsid w:val="00B117A3"/>
    <w:rsid w:val="00B126A1"/>
    <w:rsid w:val="00B12CF9"/>
    <w:rsid w:val="00B150F7"/>
    <w:rsid w:val="00B20B49"/>
    <w:rsid w:val="00B25998"/>
    <w:rsid w:val="00B274D2"/>
    <w:rsid w:val="00B3053E"/>
    <w:rsid w:val="00B30ACA"/>
    <w:rsid w:val="00B3471B"/>
    <w:rsid w:val="00B379DE"/>
    <w:rsid w:val="00B42ED6"/>
    <w:rsid w:val="00B44488"/>
    <w:rsid w:val="00B47592"/>
    <w:rsid w:val="00B505C0"/>
    <w:rsid w:val="00B505D5"/>
    <w:rsid w:val="00B531BF"/>
    <w:rsid w:val="00B541DE"/>
    <w:rsid w:val="00B55310"/>
    <w:rsid w:val="00B604AB"/>
    <w:rsid w:val="00B67333"/>
    <w:rsid w:val="00B67ED2"/>
    <w:rsid w:val="00B67FA9"/>
    <w:rsid w:val="00B71AA7"/>
    <w:rsid w:val="00B760EA"/>
    <w:rsid w:val="00B76985"/>
    <w:rsid w:val="00B80149"/>
    <w:rsid w:val="00B801D6"/>
    <w:rsid w:val="00B858F1"/>
    <w:rsid w:val="00BA04E6"/>
    <w:rsid w:val="00BA3AA1"/>
    <w:rsid w:val="00BA5673"/>
    <w:rsid w:val="00BB2C0C"/>
    <w:rsid w:val="00BB6DE8"/>
    <w:rsid w:val="00BC5EF3"/>
    <w:rsid w:val="00BD07C1"/>
    <w:rsid w:val="00BE2D08"/>
    <w:rsid w:val="00BE2E15"/>
    <w:rsid w:val="00BE60AA"/>
    <w:rsid w:val="00C009E4"/>
    <w:rsid w:val="00C038D5"/>
    <w:rsid w:val="00C078A4"/>
    <w:rsid w:val="00C178F0"/>
    <w:rsid w:val="00C21431"/>
    <w:rsid w:val="00C21F36"/>
    <w:rsid w:val="00C2440A"/>
    <w:rsid w:val="00C26095"/>
    <w:rsid w:val="00C2772B"/>
    <w:rsid w:val="00C33AAB"/>
    <w:rsid w:val="00C3465D"/>
    <w:rsid w:val="00C357A5"/>
    <w:rsid w:val="00C35F2E"/>
    <w:rsid w:val="00C36979"/>
    <w:rsid w:val="00C37954"/>
    <w:rsid w:val="00C40721"/>
    <w:rsid w:val="00C42183"/>
    <w:rsid w:val="00C444DF"/>
    <w:rsid w:val="00C449A4"/>
    <w:rsid w:val="00C45145"/>
    <w:rsid w:val="00C4601D"/>
    <w:rsid w:val="00C473A7"/>
    <w:rsid w:val="00C57A4A"/>
    <w:rsid w:val="00C61FE4"/>
    <w:rsid w:val="00C62BD6"/>
    <w:rsid w:val="00C6427F"/>
    <w:rsid w:val="00C643A8"/>
    <w:rsid w:val="00C64A07"/>
    <w:rsid w:val="00C67C77"/>
    <w:rsid w:val="00C72E33"/>
    <w:rsid w:val="00C737A1"/>
    <w:rsid w:val="00C74EB8"/>
    <w:rsid w:val="00C752CA"/>
    <w:rsid w:val="00C75417"/>
    <w:rsid w:val="00C76F70"/>
    <w:rsid w:val="00C77BA4"/>
    <w:rsid w:val="00C86B72"/>
    <w:rsid w:val="00C90556"/>
    <w:rsid w:val="00C9248E"/>
    <w:rsid w:val="00C94D2E"/>
    <w:rsid w:val="00C95BF6"/>
    <w:rsid w:val="00CA4104"/>
    <w:rsid w:val="00CA61E4"/>
    <w:rsid w:val="00CB2745"/>
    <w:rsid w:val="00CB4C1E"/>
    <w:rsid w:val="00CC0D55"/>
    <w:rsid w:val="00CC4045"/>
    <w:rsid w:val="00CC5D40"/>
    <w:rsid w:val="00CD43E5"/>
    <w:rsid w:val="00CE01FE"/>
    <w:rsid w:val="00CE57FD"/>
    <w:rsid w:val="00CE7D46"/>
    <w:rsid w:val="00CF11B4"/>
    <w:rsid w:val="00CF247B"/>
    <w:rsid w:val="00D05C03"/>
    <w:rsid w:val="00D21F8D"/>
    <w:rsid w:val="00D2434B"/>
    <w:rsid w:val="00D2485A"/>
    <w:rsid w:val="00D24F65"/>
    <w:rsid w:val="00D27F33"/>
    <w:rsid w:val="00D31900"/>
    <w:rsid w:val="00D322FB"/>
    <w:rsid w:val="00D367AF"/>
    <w:rsid w:val="00D36EE3"/>
    <w:rsid w:val="00D403C2"/>
    <w:rsid w:val="00D412B9"/>
    <w:rsid w:val="00D41D1F"/>
    <w:rsid w:val="00D460ED"/>
    <w:rsid w:val="00D5252B"/>
    <w:rsid w:val="00D53C50"/>
    <w:rsid w:val="00D611BE"/>
    <w:rsid w:val="00D66A8F"/>
    <w:rsid w:val="00D67C41"/>
    <w:rsid w:val="00D76189"/>
    <w:rsid w:val="00D86137"/>
    <w:rsid w:val="00D862EB"/>
    <w:rsid w:val="00D87846"/>
    <w:rsid w:val="00D958C3"/>
    <w:rsid w:val="00DA1A76"/>
    <w:rsid w:val="00DA4299"/>
    <w:rsid w:val="00DA5513"/>
    <w:rsid w:val="00DB3FFE"/>
    <w:rsid w:val="00DC0880"/>
    <w:rsid w:val="00DC2E4C"/>
    <w:rsid w:val="00DC367D"/>
    <w:rsid w:val="00DC62A8"/>
    <w:rsid w:val="00DC79E2"/>
    <w:rsid w:val="00DD1878"/>
    <w:rsid w:val="00DD4C99"/>
    <w:rsid w:val="00DE1789"/>
    <w:rsid w:val="00DE3208"/>
    <w:rsid w:val="00DE434D"/>
    <w:rsid w:val="00DE79C4"/>
    <w:rsid w:val="00DF2379"/>
    <w:rsid w:val="00DF2B5C"/>
    <w:rsid w:val="00E0045F"/>
    <w:rsid w:val="00E01112"/>
    <w:rsid w:val="00E01AFC"/>
    <w:rsid w:val="00E03C7F"/>
    <w:rsid w:val="00E1716E"/>
    <w:rsid w:val="00E20D3D"/>
    <w:rsid w:val="00E24027"/>
    <w:rsid w:val="00E30B4B"/>
    <w:rsid w:val="00E331E5"/>
    <w:rsid w:val="00E42018"/>
    <w:rsid w:val="00E454B8"/>
    <w:rsid w:val="00E51649"/>
    <w:rsid w:val="00E51792"/>
    <w:rsid w:val="00E5334F"/>
    <w:rsid w:val="00E5471E"/>
    <w:rsid w:val="00E57020"/>
    <w:rsid w:val="00E621EF"/>
    <w:rsid w:val="00E65BB3"/>
    <w:rsid w:val="00E70478"/>
    <w:rsid w:val="00E70858"/>
    <w:rsid w:val="00E72CD1"/>
    <w:rsid w:val="00E75441"/>
    <w:rsid w:val="00E8041E"/>
    <w:rsid w:val="00E81718"/>
    <w:rsid w:val="00E83DC9"/>
    <w:rsid w:val="00E844D2"/>
    <w:rsid w:val="00E90E6D"/>
    <w:rsid w:val="00E911FB"/>
    <w:rsid w:val="00E91EDC"/>
    <w:rsid w:val="00E92F67"/>
    <w:rsid w:val="00E95B91"/>
    <w:rsid w:val="00E977BF"/>
    <w:rsid w:val="00E97BDC"/>
    <w:rsid w:val="00E97CC2"/>
    <w:rsid w:val="00EA43BE"/>
    <w:rsid w:val="00EA626D"/>
    <w:rsid w:val="00EA6B97"/>
    <w:rsid w:val="00EB2052"/>
    <w:rsid w:val="00EB4A77"/>
    <w:rsid w:val="00ED2417"/>
    <w:rsid w:val="00ED2EEC"/>
    <w:rsid w:val="00ED74F7"/>
    <w:rsid w:val="00EE6754"/>
    <w:rsid w:val="00EE757A"/>
    <w:rsid w:val="00EF4D72"/>
    <w:rsid w:val="00F12AFD"/>
    <w:rsid w:val="00F21859"/>
    <w:rsid w:val="00F24818"/>
    <w:rsid w:val="00F458F2"/>
    <w:rsid w:val="00F4680F"/>
    <w:rsid w:val="00F5172D"/>
    <w:rsid w:val="00F53292"/>
    <w:rsid w:val="00F65859"/>
    <w:rsid w:val="00F6683F"/>
    <w:rsid w:val="00F8123B"/>
    <w:rsid w:val="00F835B4"/>
    <w:rsid w:val="00F85E30"/>
    <w:rsid w:val="00F903E5"/>
    <w:rsid w:val="00F90BA1"/>
    <w:rsid w:val="00F91671"/>
    <w:rsid w:val="00F92612"/>
    <w:rsid w:val="00F93C5F"/>
    <w:rsid w:val="00FA2ED6"/>
    <w:rsid w:val="00FA5175"/>
    <w:rsid w:val="00FB1569"/>
    <w:rsid w:val="00FB297A"/>
    <w:rsid w:val="00FB3C65"/>
    <w:rsid w:val="00FB4377"/>
    <w:rsid w:val="00FC1A62"/>
    <w:rsid w:val="00FC278C"/>
    <w:rsid w:val="00FC2D3F"/>
    <w:rsid w:val="00FC7BB0"/>
    <w:rsid w:val="00FD11D0"/>
    <w:rsid w:val="00FD22AB"/>
    <w:rsid w:val="00FD244C"/>
    <w:rsid w:val="00FD6C31"/>
    <w:rsid w:val="00FE1946"/>
    <w:rsid w:val="00FE3F6C"/>
    <w:rsid w:val="00FE5742"/>
    <w:rsid w:val="00FF1E8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670C1"/>
  <w15:chartTrackingRefBased/>
  <w15:docId w15:val="{64796252-1A4D-46AC-A039-02289EB97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ormalny"/>
    <w:link w:val="Nagwek1Znak"/>
    <w:autoRedefine/>
    <w:uiPriority w:val="9"/>
    <w:qFormat/>
    <w:rsid w:val="00331FC5"/>
    <w:pPr>
      <w:keepNext/>
      <w:keepLines/>
      <w:numPr>
        <w:numId w:val="1"/>
      </w:numPr>
      <w:spacing w:before="360" w:after="360"/>
      <w:ind w:left="567" w:right="422" w:hanging="567"/>
      <w:jc w:val="both"/>
      <w:outlineLvl w:val="0"/>
    </w:pPr>
    <w:rPr>
      <w:rFonts w:asciiTheme="majorHAnsi" w:eastAsiaTheme="majorEastAsia" w:hAnsiTheme="majorHAnsi" w:cstheme="majorBidi"/>
      <w:color w:val="1A7466" w:themeColor="text2"/>
      <w:sz w:val="32"/>
      <w:szCs w:val="32"/>
    </w:rPr>
  </w:style>
  <w:style w:type="paragraph" w:styleId="Nagwek2">
    <w:name w:val="heading 2"/>
    <w:basedOn w:val="Normalny"/>
    <w:next w:val="Normalny"/>
    <w:link w:val="Nagwek2Znak"/>
    <w:uiPriority w:val="9"/>
    <w:unhideWhenUsed/>
    <w:qFormat/>
    <w:rsid w:val="005A4393"/>
    <w:pPr>
      <w:keepNext/>
      <w:keepLines/>
      <w:numPr>
        <w:ilvl w:val="1"/>
        <w:numId w:val="1"/>
      </w:numPr>
      <w:spacing w:before="40" w:after="240"/>
      <w:jc w:val="both"/>
      <w:outlineLvl w:val="1"/>
    </w:pPr>
    <w:rPr>
      <w:rFonts w:ascii="Verdana" w:eastAsiaTheme="majorEastAsia" w:hAnsi="Verdana" w:cstheme="majorBidi"/>
      <w:color w:val="000000" w:themeColor="text1"/>
      <w:szCs w:val="26"/>
    </w:rPr>
  </w:style>
  <w:style w:type="paragraph" w:styleId="Nagwek3">
    <w:name w:val="heading 3"/>
    <w:basedOn w:val="Nagwek2"/>
    <w:next w:val="Normalny"/>
    <w:link w:val="Nagwek3Znak"/>
    <w:uiPriority w:val="9"/>
    <w:unhideWhenUsed/>
    <w:qFormat/>
    <w:rsid w:val="005A4393"/>
    <w:pPr>
      <w:numPr>
        <w:ilvl w:val="2"/>
      </w:numPr>
      <w:ind w:left="1021" w:hanging="1021"/>
      <w:outlineLvl w:val="2"/>
    </w:pPr>
  </w:style>
  <w:style w:type="paragraph" w:styleId="Nagwek4">
    <w:name w:val="heading 4"/>
    <w:basedOn w:val="Styl3"/>
    <w:next w:val="Normalny"/>
    <w:link w:val="Nagwek4Znak"/>
    <w:uiPriority w:val="9"/>
    <w:unhideWhenUsed/>
    <w:qFormat/>
    <w:rsid w:val="000552E0"/>
    <w:pPr>
      <w:spacing w:before="40"/>
      <w:ind w:left="1021" w:hanging="1021"/>
      <w:outlineLvl w:val="3"/>
    </w:pPr>
    <w:rPr>
      <w:i/>
    </w:rPr>
  </w:style>
  <w:style w:type="paragraph" w:styleId="Nagwek5">
    <w:name w:val="heading 5"/>
    <w:basedOn w:val="Normalny"/>
    <w:next w:val="Normalny"/>
    <w:link w:val="Nagwek5Znak"/>
    <w:uiPriority w:val="9"/>
    <w:unhideWhenUsed/>
    <w:rsid w:val="00060EAD"/>
    <w:pPr>
      <w:keepNext/>
      <w:keepLines/>
      <w:spacing w:before="240" w:after="240"/>
      <w:outlineLvl w:val="4"/>
    </w:pPr>
    <w:rPr>
      <w:rFonts w:asciiTheme="majorHAnsi" w:eastAsiaTheme="majorEastAsia" w:hAnsiTheme="majorHAnsi" w:cstheme="majorBidi"/>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7F1989"/>
    <w:pPr>
      <w:numPr>
        <w:numId w:val="11"/>
      </w:numPr>
      <w:spacing w:before="40" w:after="240"/>
      <w:ind w:left="567" w:hanging="567"/>
    </w:pPr>
  </w:style>
  <w:style w:type="character" w:customStyle="1" w:styleId="Styl1Znak">
    <w:name w:val="Styl1 Znak"/>
    <w:basedOn w:val="Domylnaczcionkaakapitu"/>
    <w:link w:val="Styl1"/>
    <w:rsid w:val="007F1989"/>
    <w:rPr>
      <w:sz w:val="18"/>
    </w:rPr>
  </w:style>
  <w:style w:type="character" w:customStyle="1" w:styleId="Nagwek2Znak">
    <w:name w:val="Nagłówek 2 Znak"/>
    <w:basedOn w:val="Domylnaczcionkaakapitu"/>
    <w:link w:val="Nagwek2"/>
    <w:uiPriority w:val="9"/>
    <w:rsid w:val="005A4393"/>
    <w:rPr>
      <w:rFonts w:ascii="Verdana" w:eastAsiaTheme="majorEastAsia" w:hAnsi="Verdana" w:cstheme="majorBidi"/>
      <w:color w:val="000000" w:themeColor="text1"/>
      <w:sz w:val="18"/>
      <w:szCs w:val="26"/>
    </w:rPr>
  </w:style>
  <w:style w:type="character" w:customStyle="1" w:styleId="Nagwek1Znak">
    <w:name w:val="Nagłówek 1 Znak"/>
    <w:basedOn w:val="Domylnaczcionkaakapitu"/>
    <w:link w:val="Nagwek1"/>
    <w:uiPriority w:val="9"/>
    <w:rsid w:val="00331FC5"/>
    <w:rPr>
      <w:rFonts w:asciiTheme="majorHAnsi" w:eastAsiaTheme="majorEastAsia" w:hAnsiTheme="majorHAnsi" w:cstheme="majorBidi"/>
      <w:color w:val="1A7466" w:themeColor="text2"/>
      <w:sz w:val="32"/>
      <w:szCs w:val="32"/>
    </w:rPr>
  </w:style>
  <w:style w:type="character" w:customStyle="1" w:styleId="Nagwek3Znak">
    <w:name w:val="Nagłówek 3 Znak"/>
    <w:basedOn w:val="Domylnaczcionkaakapitu"/>
    <w:link w:val="Nagwek3"/>
    <w:uiPriority w:val="9"/>
    <w:rsid w:val="005A4393"/>
    <w:rPr>
      <w:rFonts w:ascii="Verdana" w:eastAsiaTheme="majorEastAsia" w:hAnsi="Verdana" w:cstheme="majorBidi"/>
      <w:color w:val="000000" w:themeColor="text1"/>
      <w:sz w:val="18"/>
      <w:szCs w:val="26"/>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1A7466"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1A7466"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1A7466"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0552E0"/>
    <w:rPr>
      <w:rFonts w:eastAsiaTheme="majorEastAsia" w:cstheme="majorBidi"/>
      <w:b/>
      <w:bCs/>
      <w:i/>
      <w:iCs/>
      <w:color w:val="000000" w:themeColor="text1"/>
      <w:sz w:val="18"/>
      <w:szCs w:val="18"/>
    </w:rPr>
  </w:style>
  <w:style w:type="character" w:customStyle="1" w:styleId="Nagwek5Znak">
    <w:name w:val="Nagłówek 5 Znak"/>
    <w:basedOn w:val="Domylnaczcionkaakapitu"/>
    <w:link w:val="Nagwek5"/>
    <w:uiPriority w:val="9"/>
    <w:rsid w:val="00060EAD"/>
    <w:rPr>
      <w:rFonts w:asciiTheme="majorHAnsi" w:eastAsiaTheme="majorEastAsia" w:hAnsiTheme="majorHAnsi" w:cstheme="majorBidi"/>
      <w:color w:val="000000" w:themeColor="text1"/>
      <w:sz w:val="24"/>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1A7466" w:themeColor="text2"/>
    </w:rPr>
  </w:style>
  <w:style w:type="character" w:customStyle="1" w:styleId="CytatintensywnyZnak">
    <w:name w:val="Cytat intensywny Znak"/>
    <w:basedOn w:val="Domylnaczcionkaakapitu"/>
    <w:link w:val="Cytatintensywny"/>
    <w:uiPriority w:val="30"/>
    <w:rsid w:val="00A02C84"/>
    <w:rPr>
      <w:i/>
      <w:iCs/>
      <w:color w:val="1A7466"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444B32"/>
    <w:pPr>
      <w:numPr>
        <w:ilvl w:val="0"/>
        <w:numId w:val="0"/>
      </w:numPr>
      <w:spacing w:before="240"/>
      <w:ind w:left="1134" w:right="422"/>
    </w:pPr>
    <w:rPr>
      <w:rFonts w:asciiTheme="minorHAnsi" w:hAnsiTheme="minorHAnsi"/>
      <w:iCs/>
      <w:szCs w:val="18"/>
    </w:rPr>
  </w:style>
  <w:style w:type="paragraph" w:customStyle="1" w:styleId="Styl3">
    <w:name w:val="Styl3"/>
    <w:basedOn w:val="Styl2"/>
    <w:link w:val="Styl3Znak"/>
    <w:autoRedefine/>
    <w:qFormat/>
    <w:rsid w:val="00011F21"/>
    <w:pPr>
      <w:numPr>
        <w:ilvl w:val="3"/>
        <w:numId w:val="1"/>
      </w:numPr>
      <w:ind w:left="2127"/>
    </w:pPr>
    <w:rPr>
      <w:b/>
      <w:bCs/>
    </w:rPr>
  </w:style>
  <w:style w:type="character" w:customStyle="1" w:styleId="Styl2Znak">
    <w:name w:val="Styl2 Znak"/>
    <w:basedOn w:val="Nagwek2Znak"/>
    <w:link w:val="Styl2"/>
    <w:rsid w:val="00444B32"/>
    <w:rPr>
      <w:rFonts w:ascii="Verdana" w:eastAsiaTheme="majorEastAsia" w:hAnsi="Verdana" w:cstheme="majorBidi"/>
      <w:iCs/>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1A7466" w:themeColor="accent3"/>
        <w:left w:val="single" w:sz="4" w:space="0" w:color="1A7466" w:themeColor="accent3"/>
        <w:bottom w:val="single" w:sz="4" w:space="0" w:color="1A7466" w:themeColor="accent3"/>
        <w:right w:val="single" w:sz="4" w:space="0" w:color="1A7466" w:themeColor="accent3"/>
      </w:tblBorders>
    </w:tblPr>
    <w:tblStylePr w:type="firstRow">
      <w:rPr>
        <w:b/>
        <w:bCs/>
        <w:color w:val="FFFFFF" w:themeColor="background1"/>
      </w:rPr>
      <w:tblPr/>
      <w:tcPr>
        <w:shd w:val="clear" w:color="auto" w:fill="1A7466" w:themeFill="accent3"/>
      </w:tcPr>
    </w:tblStylePr>
    <w:tblStylePr w:type="lastRow">
      <w:rPr>
        <w:b/>
        <w:bCs/>
      </w:rPr>
      <w:tblPr/>
      <w:tcPr>
        <w:tcBorders>
          <w:top w:val="double" w:sz="4" w:space="0" w:color="1A746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A7466" w:themeColor="accent3"/>
          <w:right w:val="single" w:sz="4" w:space="0" w:color="1A7466" w:themeColor="accent3"/>
        </w:tcBorders>
      </w:tcPr>
    </w:tblStylePr>
    <w:tblStylePr w:type="band1Horz">
      <w:tblPr/>
      <w:tcPr>
        <w:tcBorders>
          <w:top w:val="single" w:sz="4" w:space="0" w:color="1A7466" w:themeColor="accent3"/>
          <w:bottom w:val="single" w:sz="4" w:space="0" w:color="1A746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A7466" w:themeColor="accent3"/>
          <w:left w:val="nil"/>
        </w:tcBorders>
      </w:tcPr>
    </w:tblStylePr>
    <w:tblStylePr w:type="swCell">
      <w:tblPr/>
      <w:tcPr>
        <w:tcBorders>
          <w:top w:val="double" w:sz="4" w:space="0" w:color="1A7466" w:themeColor="accent3"/>
          <w:right w:val="nil"/>
        </w:tcBorders>
      </w:tcPr>
    </w:tblStylePr>
  </w:style>
  <w:style w:type="character" w:customStyle="1" w:styleId="Styl3Znak">
    <w:name w:val="Styl3 Znak"/>
    <w:basedOn w:val="Styl2Znak"/>
    <w:link w:val="Styl3"/>
    <w:rsid w:val="00011F21"/>
    <w:rPr>
      <w:rFonts w:ascii="Verdana" w:eastAsiaTheme="majorEastAsia" w:hAnsi="Verdana" w:cstheme="majorBidi"/>
      <w:b/>
      <w:bCs/>
      <w:iCs/>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rPr>
      <w:rFonts w:asciiTheme="minorHAnsi" w:hAnsiTheme="minorHAnsi"/>
      <w:szCs w:val="18"/>
    </w:r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B71AA7"/>
    <w:pPr>
      <w:ind w:left="720"/>
      <w:contextualSpacing/>
    </w:pPr>
  </w:style>
  <w:style w:type="paragraph" w:styleId="Tekstprzypisudolnego">
    <w:name w:val="footnote text"/>
    <w:basedOn w:val="Normalny"/>
    <w:link w:val="TekstprzypisudolnegoZnak"/>
    <w:uiPriority w:val="99"/>
    <w:semiHidden/>
    <w:unhideWhenUsed/>
    <w:rsid w:val="00B71AA7"/>
    <w:pPr>
      <w:spacing w:after="0"/>
    </w:pPr>
    <w:rPr>
      <w:sz w:val="20"/>
      <w:szCs w:val="20"/>
    </w:rPr>
  </w:style>
  <w:style w:type="character" w:customStyle="1" w:styleId="TekstprzypisudolnegoZnak">
    <w:name w:val="Tekst przypisu dolnego Znak"/>
    <w:basedOn w:val="Domylnaczcionkaakapitu"/>
    <w:link w:val="Tekstprzypisudolnego"/>
    <w:uiPriority w:val="99"/>
    <w:semiHidden/>
    <w:rsid w:val="00B71AA7"/>
    <w:rPr>
      <w:sz w:val="20"/>
      <w:szCs w:val="20"/>
    </w:rPr>
  </w:style>
  <w:style w:type="table" w:customStyle="1" w:styleId="Tabela-Siatka1">
    <w:name w:val="Tabela - Siatka1"/>
    <w:basedOn w:val="Standardowy"/>
    <w:next w:val="Tabela-Siatka"/>
    <w:uiPriority w:val="39"/>
    <w:rsid w:val="00B71AA7"/>
    <w:pPr>
      <w:spacing w:after="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iPriority w:val="99"/>
    <w:rsid w:val="0035204E"/>
    <w:rPr>
      <w:rFonts w:cs="Times New Roman"/>
      <w:vertAlign w:val="superscript"/>
    </w:rPr>
  </w:style>
  <w:style w:type="paragraph" w:styleId="Tematkomentarza">
    <w:name w:val="annotation subject"/>
    <w:basedOn w:val="Tekstkomentarza"/>
    <w:next w:val="Tekstkomentarza"/>
    <w:link w:val="TematkomentarzaZnak"/>
    <w:uiPriority w:val="99"/>
    <w:semiHidden/>
    <w:unhideWhenUsed/>
    <w:rsid w:val="00BB6DE8"/>
    <w:rPr>
      <w:b/>
      <w:bCs/>
    </w:rPr>
  </w:style>
  <w:style w:type="character" w:customStyle="1" w:styleId="TematkomentarzaZnak">
    <w:name w:val="Temat komentarza Znak"/>
    <w:basedOn w:val="TekstkomentarzaZnak"/>
    <w:link w:val="Tematkomentarza"/>
    <w:uiPriority w:val="99"/>
    <w:semiHidden/>
    <w:rsid w:val="00BB6DE8"/>
    <w:rPr>
      <w:b/>
      <w:bCs/>
      <w:sz w:val="20"/>
      <w:szCs w:val="20"/>
    </w:rPr>
  </w:style>
  <w:style w:type="character" w:customStyle="1" w:styleId="WW8Num21z0">
    <w:name w:val="WW8Num21z0"/>
    <w:qFormat/>
    <w:rsid w:val="0007333B"/>
    <w:rPr>
      <w:rFonts w:ascii="Arial" w:hAnsi="Arial" w:cs="Arial"/>
      <w:b/>
      <w:i w:val="0"/>
      <w:sz w:val="20"/>
    </w:rPr>
  </w:style>
  <w:style w:type="table" w:customStyle="1" w:styleId="Tabela-Siatka3">
    <w:name w:val="Tabela - Siatka3"/>
    <w:basedOn w:val="Standardowy"/>
    <w:next w:val="Tabela-Siatka"/>
    <w:rsid w:val="00263331"/>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905AB8"/>
    <w:rPr>
      <w:sz w:val="18"/>
    </w:rPr>
  </w:style>
  <w:style w:type="paragraph" w:customStyle="1" w:styleId="Default">
    <w:name w:val="Default"/>
    <w:rsid w:val="00034BB9"/>
    <w:pPr>
      <w:autoSpaceDE w:val="0"/>
      <w:autoSpaceDN w:val="0"/>
      <w:adjustRightInd w:val="0"/>
      <w:spacing w:after="0"/>
    </w:pPr>
    <w:rPr>
      <w:rFonts w:ascii="Verdana" w:hAnsi="Verdana" w:cs="Verdana"/>
      <w:color w:val="000000"/>
      <w:sz w:val="24"/>
      <w:szCs w:val="24"/>
    </w:rPr>
  </w:style>
  <w:style w:type="character" w:styleId="Nierozpoznanawzmianka">
    <w:name w:val="Unresolved Mention"/>
    <w:basedOn w:val="Domylnaczcionkaakapitu"/>
    <w:uiPriority w:val="99"/>
    <w:semiHidden/>
    <w:unhideWhenUsed/>
    <w:rsid w:val="00B531BF"/>
    <w:rPr>
      <w:color w:val="605E5C"/>
      <w:shd w:val="clear" w:color="auto" w:fill="E1DFDD"/>
    </w:rPr>
  </w:style>
  <w:style w:type="paragraph" w:customStyle="1" w:styleId="Tekstprzypisudolnego1">
    <w:name w:val="Tekst przypisu dolnego1"/>
    <w:basedOn w:val="Normalny"/>
    <w:next w:val="Tekstprzypisudolnego"/>
    <w:uiPriority w:val="99"/>
    <w:semiHidden/>
    <w:unhideWhenUsed/>
    <w:rsid w:val="002114C5"/>
    <w:pPr>
      <w:spacing w:after="0"/>
    </w:pPr>
    <w:rPr>
      <w:kern w:val="2"/>
      <w:sz w:val="20"/>
      <w:szCs w:val="20"/>
      <w14:ligatures w14:val="standardContextual"/>
    </w:rPr>
  </w:style>
  <w:style w:type="character" w:styleId="Pogrubienie">
    <w:name w:val="Strong"/>
    <w:basedOn w:val="Domylnaczcionkaakapitu"/>
    <w:uiPriority w:val="22"/>
    <w:qFormat/>
    <w:rsid w:val="00226D79"/>
    <w:rPr>
      <w:b/>
      <w:bCs/>
    </w:rPr>
  </w:style>
  <w:style w:type="paragraph" w:styleId="Poprawka">
    <w:name w:val="Revision"/>
    <w:hidden/>
    <w:uiPriority w:val="99"/>
    <w:semiHidden/>
    <w:rsid w:val="00CC0D55"/>
    <w:pPr>
      <w:spacing w:after="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NIEPUBLICZNE%20STAN%20NA%20DN.%2010%202024\WZORY%20SWZ%20NIEPUBLICZNE%2002%2012%202024\WZ&#211;R%20SWZ%20NZ_02%2012%202024.dotx" TargetMode="External"/></Relationships>
</file>

<file path=word/theme/theme1.xml><?xml version="1.0" encoding="utf-8"?>
<a:theme xmlns:a="http://schemas.openxmlformats.org/drawingml/2006/main" name="Motyw PGE 2024">
  <a:themeElements>
    <a:clrScheme name="Niestandardowy 9">
      <a:dk1>
        <a:srgbClr val="000000"/>
      </a:dk1>
      <a:lt1>
        <a:srgbClr val="FFFFFF"/>
      </a:lt1>
      <a:dk2>
        <a:srgbClr val="1A7466"/>
      </a:dk2>
      <a:lt2>
        <a:srgbClr val="E7E6E6"/>
      </a:lt2>
      <a:accent1>
        <a:srgbClr val="B2CF65"/>
      </a:accent1>
      <a:accent2>
        <a:srgbClr val="1A7466"/>
      </a:accent2>
      <a:accent3>
        <a:srgbClr val="1A7466"/>
      </a:accent3>
      <a:accent4>
        <a:srgbClr val="092D74"/>
      </a:accent4>
      <a:accent5>
        <a:srgbClr val="36A9E1"/>
      </a:accent5>
      <a:accent6>
        <a:srgbClr val="EF7F00"/>
      </a:accent6>
      <a:hlink>
        <a:srgbClr val="36A9E1"/>
      </a:hlink>
      <a:folHlink>
        <a:srgbClr val="7297CE"/>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2, 3, 4, 6 - wersja edytowalna.docx</dmsv2BaseFileName>
    <dmsv2BaseDisplayName xmlns="http://schemas.microsoft.com/sharepoint/v3">Zał. 2, 3, 4, 6 - wersja edytowalna</dmsv2BaseDisplayName>
    <dmsv2SWPP2ObjectNumber xmlns="http://schemas.microsoft.com/sharepoint/v3">POST/BAL/CEO/DZA/00021/2025                       </dmsv2SWPP2ObjectNumber>
    <dmsv2SWPP2SumMD5 xmlns="http://schemas.microsoft.com/sharepoint/v3">0f8e5f1fa23f6899173a3064c0319e8d</dmsv2SWPP2SumMD5>
    <dmsv2BaseMoved xmlns="http://schemas.microsoft.com/sharepoint/v3">false</dmsv2BaseMoved>
    <dmsv2BaseIsSensitive xmlns="http://schemas.microsoft.com/sharepoint/v3">true</dmsv2BaseIsSensitive>
    <dmsv2SWPP2IDSWPP2 xmlns="http://schemas.microsoft.com/sharepoint/v3">698447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23784395</dmsv2BaseClientSystemDocumentID>
    <dmsv2BaseModifiedByID xmlns="http://schemas.microsoft.com/sharepoint/v3">15400172</dmsv2BaseModifiedByID>
    <dmsv2BaseCreatedByID xmlns="http://schemas.microsoft.com/sharepoint/v3">15400172</dmsv2BaseCreatedByID>
    <dmsv2SWPP2ObjectDepartment xmlns="http://schemas.microsoft.com/sharepoint/v3">00000001000r00000007</dmsv2SWPP2ObjectDepartment>
    <dmsv2SWPP2ObjectName xmlns="http://schemas.microsoft.com/sharepoint/v3">Postępowanie</dmsv2SWPP2ObjectName>
    <_dlc_DocId xmlns="a19cb1c7-c5c7-46d4-85ae-d83685407bba">DPFVW34YURAE-1996658973-11739</_dlc_DocId>
    <_dlc_DocIdUrl xmlns="a19cb1c7-c5c7-46d4-85ae-d83685407bba">
      <Url>https://swpp2.dms.gkpge.pl/sites/40/_layouts/15/DocIdRedir.aspx?ID=DPFVW34YURAE-1996658973-11739</Url>
      <Description>DPFVW34YURAE-1996658973-11739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940BBC2-5F69-4499-98FC-A4F39485BC73}">
  <ds:schemaRefs>
    <ds:schemaRef ds:uri="http://schemas.openxmlformats.org/officeDocument/2006/bibliography"/>
  </ds:schemaRefs>
</ds:datastoreItem>
</file>

<file path=customXml/itemProps2.xml><?xml version="1.0" encoding="utf-8"?>
<ds:datastoreItem xmlns:ds="http://schemas.openxmlformats.org/officeDocument/2006/customXml" ds:itemID="{3F703D61-9FC1-4319-9D21-01A5622B5512}"/>
</file>

<file path=customXml/itemProps3.xml><?xml version="1.0" encoding="utf-8"?>
<ds:datastoreItem xmlns:ds="http://schemas.openxmlformats.org/officeDocument/2006/customXml" ds:itemID="{EC3E071B-295D-40BE-9A89-59CC202B1C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6DC512A-427E-4718-8AB3-A6A3E045917F}">
  <ds:schemaRefs>
    <ds:schemaRef ds:uri="http://schemas.microsoft.com/sharepoint/v3/contenttype/forms"/>
  </ds:schemaRefs>
</ds:datastoreItem>
</file>

<file path=customXml/itemProps5.xml><?xml version="1.0" encoding="utf-8"?>
<ds:datastoreItem xmlns:ds="http://schemas.openxmlformats.org/officeDocument/2006/customXml" ds:itemID="{A49F0B6F-9226-4393-8CC9-9E322D858E12}"/>
</file>

<file path=docProps/app.xml><?xml version="1.0" encoding="utf-8"?>
<Properties xmlns="http://schemas.openxmlformats.org/officeDocument/2006/extended-properties" xmlns:vt="http://schemas.openxmlformats.org/officeDocument/2006/docPropsVTypes">
  <Template>WZÓR SWZ NZ_02 12 2024</Template>
  <TotalTime>3</TotalTime>
  <Pages>9</Pages>
  <Words>2023</Words>
  <Characters>12138</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Pienig Marta [PGE Baltica Sp. z o.o.]</cp:lastModifiedBy>
  <cp:revision>3</cp:revision>
  <cp:lastPrinted>2025-11-21T09:26:00Z</cp:lastPrinted>
  <dcterms:created xsi:type="dcterms:W3CDTF">2025-11-21T09:37:00Z</dcterms:created>
  <dcterms:modified xsi:type="dcterms:W3CDTF">2025-11-21T09:39:00Z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14114f9-be46-4331-8fe2-8a463f84c1e9_Enabled">
    <vt:lpwstr>true</vt:lpwstr>
  </property>
  <property fmtid="{D5CDD505-2E9C-101B-9397-08002B2CF9AE}" pid="3" name="MSIP_Label_514114f9-be46-4331-8fe2-8a463f84c1e9_SetDate">
    <vt:lpwstr>2025-01-10T07:46:28Z</vt:lpwstr>
  </property>
  <property fmtid="{D5CDD505-2E9C-101B-9397-08002B2CF9AE}" pid="4" name="MSIP_Label_514114f9-be46-4331-8fe2-8a463f84c1e9_Method">
    <vt:lpwstr>Privileged</vt:lpwstr>
  </property>
  <property fmtid="{D5CDD505-2E9C-101B-9397-08002B2CF9AE}" pid="5" name="MSIP_Label_514114f9-be46-4331-8fe2-8a463f84c1e9_Name">
    <vt:lpwstr>ALL-Wewnetrzne-w-GK-PGE</vt:lpwstr>
  </property>
  <property fmtid="{D5CDD505-2E9C-101B-9397-08002B2CF9AE}" pid="6" name="MSIP_Label_514114f9-be46-4331-8fe2-8a463f84c1e9_SiteId">
    <vt:lpwstr>e9895a11-04dc-4848-aa12-7fca9faefb60</vt:lpwstr>
  </property>
  <property fmtid="{D5CDD505-2E9C-101B-9397-08002B2CF9AE}" pid="7" name="MSIP_Label_514114f9-be46-4331-8fe2-8a463f84c1e9_ActionId">
    <vt:lpwstr>6e150b73-4e2d-49d5-a0e3-248facb53d6e</vt:lpwstr>
  </property>
  <property fmtid="{D5CDD505-2E9C-101B-9397-08002B2CF9AE}" pid="8" name="MSIP_Label_514114f9-be46-4331-8fe2-8a463f84c1e9_ContentBits">
    <vt:lpwstr>1</vt:lpwstr>
  </property>
  <property fmtid="{D5CDD505-2E9C-101B-9397-08002B2CF9AE}" pid="9" name="ContentTypeId">
    <vt:lpwstr>0x010189100015074F185959294AA765BE591900B5DB</vt:lpwstr>
  </property>
  <property fmtid="{D5CDD505-2E9C-101B-9397-08002B2CF9AE}" pid="10" name="_dlc_DocIdItemGuid">
    <vt:lpwstr>111ef785-25cf-4f3f-914a-4b272e1af18f</vt:lpwstr>
  </property>
</Properties>
</file>